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D2B63B" w14:textId="1A919642" w:rsidR="005C560B" w:rsidRDefault="008405F7">
      <w:pPr>
        <w:spacing w:after="200" w:line="276" w:lineRule="auto"/>
        <w:rPr>
          <w:rFonts w:eastAsia="SimSun" w:cs="Times New Roman"/>
          <w:b/>
          <w:bCs/>
          <w:color w:val="365F91"/>
          <w:sz w:val="28"/>
          <w:szCs w:val="28"/>
        </w:rPr>
      </w:pPr>
      <w:bookmarkStart w:id="0" w:name="_Toc362363433"/>
      <w:r>
        <w:rPr>
          <w:noProof/>
        </w:rPr>
        <w:drawing>
          <wp:anchor distT="0" distB="0" distL="114300" distR="114300" simplePos="0" relativeHeight="251658240" behindDoc="0" locked="0" layoutInCell="1" allowOverlap="1" wp14:anchorId="49178475" wp14:editId="1A7F25B3">
            <wp:simplePos x="0" y="0"/>
            <wp:positionH relativeFrom="column">
              <wp:posOffset>-914400</wp:posOffset>
            </wp:positionH>
            <wp:positionV relativeFrom="paragraph">
              <wp:posOffset>-895350</wp:posOffset>
            </wp:positionV>
            <wp:extent cx="7538551" cy="10668000"/>
            <wp:effectExtent l="0" t="0" r="571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551" cy="106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560B">
        <w:br w:type="page"/>
      </w:r>
    </w:p>
    <w:p w14:paraId="7E3DC024" w14:textId="10F9B649" w:rsidR="005C560B" w:rsidRPr="0010488C" w:rsidRDefault="005C560B" w:rsidP="005C560B">
      <w:pPr>
        <w:pStyle w:val="PGHeading2"/>
      </w:pPr>
      <w:r>
        <w:lastRenderedPageBreak/>
        <w:t>Answers to Questions and Exercises</w:t>
      </w:r>
    </w:p>
    <w:p w14:paraId="22012BBA" w14:textId="77777777" w:rsidR="005C560B" w:rsidRDefault="005C560B" w:rsidP="005C560B">
      <w:pPr>
        <w:pStyle w:val="PGKS3text"/>
        <w:rPr>
          <w:rFonts w:ascii="Arial" w:hAnsi="Arial"/>
        </w:rPr>
      </w:pPr>
      <w:r w:rsidRPr="00A72C5D">
        <w:rPr>
          <w:rFonts w:ascii="Arial" w:hAnsi="Arial"/>
        </w:rPr>
        <w:t xml:space="preserve">This </w:t>
      </w:r>
      <w:r>
        <w:rPr>
          <w:rFonts w:ascii="Arial" w:hAnsi="Arial"/>
        </w:rPr>
        <w:t>document</w:t>
      </w:r>
      <w:r w:rsidRPr="00A72C5D">
        <w:rPr>
          <w:rFonts w:ascii="Arial" w:hAnsi="Arial"/>
        </w:rPr>
        <w:t xml:space="preserve"> contains answers to in-text questions and exercises in the </w:t>
      </w:r>
      <w:r>
        <w:rPr>
          <w:rFonts w:ascii="Arial" w:hAnsi="Arial"/>
        </w:rPr>
        <w:t xml:space="preserve">book </w:t>
      </w:r>
      <w:r w:rsidRPr="00A72C5D">
        <w:rPr>
          <w:rFonts w:ascii="Arial" w:hAnsi="Arial"/>
          <w:b/>
          <w:i/>
        </w:rPr>
        <w:t>Learning to Program in Python</w:t>
      </w:r>
      <w:r w:rsidRPr="00A72C5D">
        <w:rPr>
          <w:rFonts w:ascii="Arial" w:hAnsi="Arial"/>
        </w:rPr>
        <w:t xml:space="preserve"> by PM Heathcote.</w:t>
      </w:r>
    </w:p>
    <w:p w14:paraId="21F741C8" w14:textId="77777777" w:rsidR="005C560B" w:rsidRPr="00A72C5D" w:rsidRDefault="005C560B" w:rsidP="005C560B">
      <w:pPr>
        <w:pStyle w:val="PGKS3text"/>
        <w:rPr>
          <w:rFonts w:ascii="Arial" w:hAnsi="Arial"/>
        </w:rPr>
      </w:pPr>
      <w:r>
        <w:rPr>
          <w:rFonts w:ascii="Arial" w:hAnsi="Arial"/>
        </w:rPr>
        <w:t xml:space="preserve">The Python programs referred to in the text and in this </w:t>
      </w:r>
      <w:proofErr w:type="gramStart"/>
      <w:r>
        <w:rPr>
          <w:rFonts w:ascii="Arial" w:hAnsi="Arial"/>
        </w:rPr>
        <w:t>Answers</w:t>
      </w:r>
      <w:proofErr w:type="gramEnd"/>
      <w:r>
        <w:rPr>
          <w:rFonts w:ascii="Arial" w:hAnsi="Arial"/>
        </w:rPr>
        <w:t xml:space="preserve"> document are all in a separate folder within this pack.</w:t>
      </w:r>
    </w:p>
    <w:p w14:paraId="25A36CE0" w14:textId="77777777" w:rsidR="005C560B" w:rsidRDefault="005C560B" w:rsidP="005C560B">
      <w:pPr>
        <w:spacing w:after="200" w:line="276" w:lineRule="auto"/>
      </w:pPr>
    </w:p>
    <w:p w14:paraId="09949157" w14:textId="77777777" w:rsidR="005C560B" w:rsidRPr="00995F20" w:rsidRDefault="005C560B" w:rsidP="005C560B">
      <w:pPr>
        <w:pStyle w:val="PGHeading2"/>
      </w:pPr>
      <w:r w:rsidRPr="00995F20">
        <w:t>Copyright</w:t>
      </w:r>
    </w:p>
    <w:p w14:paraId="2398606B" w14:textId="195F545B" w:rsidR="005C560B" w:rsidRPr="00995F20" w:rsidRDefault="005C560B" w:rsidP="005C560B">
      <w:pPr>
        <w:spacing w:after="200" w:line="276" w:lineRule="auto"/>
      </w:pPr>
      <w:r w:rsidRPr="00995F20">
        <w:t>© 20</w:t>
      </w:r>
      <w:r>
        <w:t>20</w:t>
      </w:r>
      <w:r w:rsidRPr="00995F20">
        <w:t xml:space="preserve"> PG Online Limited</w:t>
      </w:r>
    </w:p>
    <w:p w14:paraId="27B7A9FC" w14:textId="77777777" w:rsidR="005C560B" w:rsidRDefault="005C560B" w:rsidP="005C560B">
      <w:pPr>
        <w:spacing w:after="200" w:line="276" w:lineRule="auto"/>
        <w:sectPr w:rsidR="005C560B" w:rsidSect="005C560B">
          <w:headerReference w:type="even" r:id="rId12"/>
          <w:footerReference w:type="even" r:id="rId13"/>
          <w:footerReference w:type="default" r:id="rId14"/>
          <w:footerReference w:type="first" r:id="rId15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  <w:r w:rsidRPr="00995F20">
        <w:t xml:space="preserve">The contents of this </w:t>
      </w:r>
      <w:r>
        <w:t>pack</w:t>
      </w:r>
      <w:r w:rsidRPr="00995F20">
        <w:t xml:space="preserve"> are protected by copyright. </w:t>
      </w:r>
      <w:r>
        <w:t>N</w:t>
      </w:r>
      <w:r w:rsidRPr="00F92E3C">
        <w:t>o part of the materials distributed with this unit may be reproduced, stored in a retrieval system, or transmitted, in any form or by any means, electronic or otherwise, without the prior written permission of PG Online Limited</w:t>
      </w:r>
      <w:r w:rsidRPr="00995F20">
        <w:t>.</w:t>
      </w:r>
    </w:p>
    <w:bookmarkEnd w:id="0"/>
    <w:p w14:paraId="70ECB138" w14:textId="1C415856" w:rsidR="006506F8" w:rsidRPr="003864ED" w:rsidRDefault="00B81FD5" w:rsidP="006506F8">
      <w:pPr>
        <w:pStyle w:val="PGHeading1"/>
        <w:rPr>
          <w:rFonts w:cs="Arial"/>
        </w:rPr>
      </w:pPr>
      <w:r w:rsidRPr="003864ED">
        <w:rPr>
          <w:rFonts w:cs="Arial"/>
        </w:rPr>
        <w:lastRenderedPageBreak/>
        <w:t>Answers</w:t>
      </w:r>
    </w:p>
    <w:p w14:paraId="4357AC00" w14:textId="77777777" w:rsidR="006F73C9" w:rsidRPr="003864ED" w:rsidRDefault="006F73C9"/>
    <w:p w14:paraId="156E632E" w14:textId="77777777" w:rsidR="00535BF9" w:rsidRPr="003864ED" w:rsidRDefault="00535BF9" w:rsidP="003F01F2">
      <w:pPr>
        <w:pStyle w:val="RedChapterHead"/>
      </w:pPr>
      <w:r w:rsidRPr="003864ED">
        <w:t>Chapter 1</w:t>
      </w:r>
      <w:r w:rsidR="00BE5BCA" w:rsidRPr="003864ED">
        <w:t xml:space="preserve"> </w:t>
      </w:r>
      <w:r w:rsidR="00FB04CC">
        <w:t>–</w:t>
      </w:r>
      <w:r w:rsidR="00BE5BCA" w:rsidRPr="003864ED">
        <w:t xml:space="preserve"> </w:t>
      </w:r>
      <w:r w:rsidR="00FB04CC">
        <w:t>Data types, operators and I-O</w:t>
      </w:r>
    </w:p>
    <w:p w14:paraId="46DF93C2" w14:textId="77777777" w:rsidR="00535BF9" w:rsidRPr="003864ED" w:rsidRDefault="00535BF9" w:rsidP="00535BF9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14:paraId="0A344E39" w14:textId="77777777" w:rsidR="000C059B" w:rsidRDefault="00535BF9" w:rsidP="003061E3">
      <w:r w:rsidRPr="003864ED">
        <w:tab/>
      </w:r>
    </w:p>
    <w:p w14:paraId="01C7D666" w14:textId="04C1E2FF" w:rsidR="00C22165" w:rsidRDefault="000C059B" w:rsidP="00C22165">
      <w:pPr>
        <w:pStyle w:val="Answerstyle"/>
      </w:pPr>
      <w:r w:rsidRPr="006A7F35">
        <w:rPr>
          <w:b/>
        </w:rPr>
        <w:t>Q</w:t>
      </w:r>
      <w:r w:rsidR="003061E3" w:rsidRPr="006A7F35">
        <w:rPr>
          <w:b/>
        </w:rPr>
        <w:t>1</w:t>
      </w:r>
      <w:r w:rsidR="006A7F35" w:rsidRPr="006A7F35">
        <w:rPr>
          <w:b/>
        </w:rPr>
        <w:t>:</w:t>
      </w:r>
      <w:r>
        <w:tab/>
        <w:t>(a)</w:t>
      </w:r>
      <w:r w:rsidR="00FB04CC">
        <w:tab/>
      </w:r>
      <w:proofErr w:type="spellStart"/>
      <w:r w:rsidR="00B255F8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 w:rsidR="00B255F8">
        <w:rPr>
          <w:rFonts w:ascii="Consolas" w:eastAsiaTheme="minorEastAsia" w:hAnsi="Consolas" w:cs="Consolas"/>
          <w:color w:val="000000"/>
          <w:sz w:val="19"/>
          <w:szCs w:val="19"/>
        </w:rPr>
        <w:t>(10 * 6 + 5 * 3)</w:t>
      </w:r>
    </w:p>
    <w:p w14:paraId="6A78B5BC" w14:textId="77777777" w:rsidR="00FB04CC" w:rsidRPr="003864ED" w:rsidRDefault="00C22165" w:rsidP="00C22165">
      <w:pPr>
        <w:pStyle w:val="Answerstyle"/>
      </w:pPr>
      <w:r w:rsidRPr="006A7F35">
        <w:rPr>
          <w:b/>
        </w:rPr>
        <w:tab/>
      </w:r>
      <w:r>
        <w:tab/>
        <w:t>75</w:t>
      </w:r>
      <w:r w:rsidR="00535BF9" w:rsidRPr="003864ED">
        <w:tab/>
      </w:r>
    </w:p>
    <w:p w14:paraId="0AB98B94" w14:textId="0FFDDFFB" w:rsidR="00C22165" w:rsidRDefault="00C22165" w:rsidP="00C22165">
      <w:pPr>
        <w:pStyle w:val="Answerstyle"/>
      </w:pPr>
      <w:r w:rsidRPr="006A7F35">
        <w:rPr>
          <w:b/>
        </w:rPr>
        <w:tab/>
      </w:r>
      <w:r>
        <w:t>(b)</w:t>
      </w:r>
      <w:r>
        <w:tab/>
      </w:r>
      <w:proofErr w:type="spellStart"/>
      <w:r w:rsidR="00B255F8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 w:rsidR="00B255F8">
        <w:rPr>
          <w:rFonts w:ascii="Consolas" w:eastAsiaTheme="minorEastAsia" w:hAnsi="Consolas" w:cs="Consolas"/>
          <w:color w:val="000000"/>
          <w:sz w:val="19"/>
          <w:szCs w:val="19"/>
        </w:rPr>
        <w:t>(10 * (6 + 5) * 3)</w:t>
      </w:r>
    </w:p>
    <w:p w14:paraId="0B2C748D" w14:textId="77777777" w:rsidR="00F02864" w:rsidRDefault="00C22165" w:rsidP="00C22165">
      <w:pPr>
        <w:pStyle w:val="Answerstyle"/>
      </w:pPr>
      <w:r w:rsidRPr="006A7F35">
        <w:rPr>
          <w:b/>
        </w:rPr>
        <w:tab/>
      </w:r>
      <w:r>
        <w:tab/>
        <w:t>330</w:t>
      </w:r>
    </w:p>
    <w:p w14:paraId="437FF926" w14:textId="158444FE" w:rsidR="00C22165" w:rsidRPr="00DA0B79" w:rsidRDefault="00C22165" w:rsidP="00C22165">
      <w:pPr>
        <w:pStyle w:val="Answerstyle"/>
      </w:pPr>
      <w:r w:rsidRPr="006A7F35">
        <w:rPr>
          <w:b/>
        </w:rPr>
        <w:tab/>
      </w:r>
      <w:r>
        <w:t>(c)</w:t>
      </w:r>
      <w:r>
        <w:tab/>
      </w:r>
      <w:proofErr w:type="spellStart"/>
      <w:r w:rsidR="00B255F8" w:rsidRPr="00DA0B79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 w:rsidR="00B255F8" w:rsidRPr="00DA0B79">
        <w:rPr>
          <w:rFonts w:ascii="Consolas" w:eastAsiaTheme="minorEastAsia" w:hAnsi="Consolas" w:cs="Consolas"/>
          <w:color w:val="000000"/>
          <w:sz w:val="19"/>
          <w:szCs w:val="19"/>
        </w:rPr>
        <w:t xml:space="preserve">(33 </w:t>
      </w:r>
      <w:r w:rsidR="004A34FC" w:rsidRPr="00DA0B79">
        <w:rPr>
          <w:rFonts w:ascii="Consolas" w:eastAsiaTheme="minorEastAsia" w:hAnsi="Consolas" w:cs="Consolas"/>
          <w:color w:val="0000FF"/>
          <w:sz w:val="19"/>
          <w:szCs w:val="19"/>
        </w:rPr>
        <w:t>mod</w:t>
      </w:r>
      <w:r w:rsidR="00B255F8" w:rsidRPr="00DA0B79">
        <w:rPr>
          <w:rFonts w:ascii="Consolas" w:eastAsiaTheme="minorEastAsia" w:hAnsi="Consolas" w:cs="Consolas"/>
          <w:color w:val="000000"/>
          <w:sz w:val="19"/>
          <w:szCs w:val="19"/>
        </w:rPr>
        <w:t xml:space="preserve"> 7)</w:t>
      </w:r>
    </w:p>
    <w:p w14:paraId="1F85FBED" w14:textId="4D2F4BB2" w:rsidR="00C22165" w:rsidRDefault="00C22165" w:rsidP="00C22165">
      <w:pPr>
        <w:pStyle w:val="Answerstyle"/>
      </w:pPr>
      <w:r w:rsidRPr="00DA0B79">
        <w:rPr>
          <w:b/>
        </w:rPr>
        <w:tab/>
      </w:r>
      <w:r w:rsidRPr="00DA0B79">
        <w:tab/>
      </w:r>
      <w:r w:rsidR="004A34FC" w:rsidRPr="00DA0B79">
        <w:t>5</w:t>
      </w:r>
    </w:p>
    <w:p w14:paraId="721E73C2" w14:textId="5B77E2D1" w:rsidR="003061E3" w:rsidRDefault="003061E3" w:rsidP="003061E3">
      <w:pPr>
        <w:pStyle w:val="Answerstyle"/>
      </w:pPr>
      <w:r w:rsidRPr="006A7F35">
        <w:rPr>
          <w:b/>
        </w:rPr>
        <w:t>Q</w:t>
      </w:r>
      <w:proofErr w:type="gramStart"/>
      <w:r w:rsidRPr="006A7F35">
        <w:rPr>
          <w:b/>
        </w:rPr>
        <w:t>2</w:t>
      </w:r>
      <w:r w:rsidR="006A7F35" w:rsidRPr="006A7F35">
        <w:rPr>
          <w:b/>
        </w:rPr>
        <w:t>:</w:t>
      </w:r>
      <w:r>
        <w:tab/>
      </w:r>
      <w:proofErr w:type="spellStart"/>
      <w:r w:rsidR="00B255F8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proofErr w:type="gramEnd"/>
      <w:r w:rsidR="00B255F8">
        <w:rPr>
          <w:rFonts w:ascii="Consolas" w:eastAsiaTheme="minorEastAsia" w:hAnsi="Consolas" w:cs="Consolas"/>
          <w:color w:val="000000"/>
          <w:sz w:val="19"/>
          <w:szCs w:val="19"/>
        </w:rPr>
        <w:t>(</w:t>
      </w:r>
      <w:proofErr w:type="spellStart"/>
      <w:r w:rsidR="00B255F8">
        <w:rPr>
          <w:rFonts w:ascii="Consolas" w:eastAsiaTheme="minorEastAsia" w:hAnsi="Consolas" w:cs="Consolas"/>
          <w:color w:val="000000"/>
          <w:sz w:val="19"/>
          <w:szCs w:val="19"/>
        </w:rPr>
        <w:t>Math.Round</w:t>
      </w:r>
      <w:proofErr w:type="spellEnd"/>
      <w:r w:rsidR="00B255F8">
        <w:rPr>
          <w:rFonts w:ascii="Consolas" w:eastAsiaTheme="minorEastAsia" w:hAnsi="Consolas" w:cs="Consolas"/>
          <w:color w:val="000000"/>
          <w:sz w:val="19"/>
          <w:szCs w:val="19"/>
        </w:rPr>
        <w:t>((6.7 / 3), 3))</w:t>
      </w:r>
    </w:p>
    <w:p w14:paraId="18836A33" w14:textId="77777777" w:rsidR="00263759" w:rsidRDefault="003061E3" w:rsidP="003061E3">
      <w:pPr>
        <w:pStyle w:val="Answerstyle"/>
      </w:pPr>
      <w:r w:rsidRPr="006A7F35">
        <w:rPr>
          <w:b/>
        </w:rPr>
        <w:tab/>
      </w:r>
      <w:r>
        <w:t>2.233</w:t>
      </w:r>
    </w:p>
    <w:p w14:paraId="556C166F" w14:textId="77777777" w:rsidR="003061E3" w:rsidRDefault="003061E3" w:rsidP="00263759">
      <w:pPr>
        <w:pStyle w:val="Answerstyle"/>
      </w:pPr>
    </w:p>
    <w:p w14:paraId="2EA57F09" w14:textId="47910C65" w:rsidR="003061E3" w:rsidRDefault="003061E3" w:rsidP="00263759">
      <w:pPr>
        <w:pStyle w:val="Answerstyle"/>
      </w:pPr>
      <w:r w:rsidRPr="006A7F35">
        <w:rPr>
          <w:b/>
        </w:rPr>
        <w:t>Q3</w:t>
      </w:r>
      <w:r w:rsidR="006A7F35" w:rsidRPr="006A7F35">
        <w:rPr>
          <w:b/>
        </w:rPr>
        <w:t>:</w:t>
      </w:r>
      <w:r>
        <w:tab/>
        <w:t>(a)</w:t>
      </w:r>
      <w:r>
        <w:tab/>
      </w:r>
      <w:proofErr w:type="spellStart"/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h</w:t>
      </w:r>
      <w:r w:rsidRPr="003C0326">
        <w:rPr>
          <w:rFonts w:ascii="Consolas" w:eastAsiaTheme="minorEastAsia" w:hAnsi="Consolas" w:cs="Consolas"/>
          <w:color w:val="000000"/>
          <w:sz w:val="19"/>
          <w:szCs w:val="19"/>
        </w:rPr>
        <w:t>ighScore</w:t>
      </w:r>
      <w:proofErr w:type="spellEnd"/>
      <w:r w:rsidRPr="003C0326">
        <w:rPr>
          <w:rFonts w:ascii="Consolas" w:eastAsiaTheme="minorEastAsia" w:hAnsi="Consolas" w:cs="Consolas"/>
          <w:color w:val="000000"/>
          <w:sz w:val="19"/>
          <w:szCs w:val="19"/>
        </w:rPr>
        <w:t xml:space="preserve"> = 25</w:t>
      </w:r>
    </w:p>
    <w:p w14:paraId="1E074687" w14:textId="54CE7DF5" w:rsidR="003061E3" w:rsidRDefault="003061E3" w:rsidP="00263759">
      <w:pPr>
        <w:pStyle w:val="Answerstyle"/>
      </w:pPr>
      <w:r w:rsidRPr="006A7F35">
        <w:rPr>
          <w:b/>
        </w:rPr>
        <w:tab/>
      </w:r>
      <w:r>
        <w:t>(b)</w:t>
      </w:r>
      <w:r>
        <w:tab/>
      </w:r>
      <w:proofErr w:type="spellStart"/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p</w:t>
      </w:r>
      <w:r w:rsidR="003C0326">
        <w:rPr>
          <w:rFonts w:ascii="Consolas" w:eastAsiaTheme="minorEastAsia" w:hAnsi="Consolas" w:cs="Consolas"/>
          <w:color w:val="000000"/>
          <w:sz w:val="19"/>
          <w:szCs w:val="19"/>
        </w:rPr>
        <w:t>layerName</w:t>
      </w:r>
      <w:proofErr w:type="spellEnd"/>
      <w:r w:rsidR="003C0326">
        <w:rPr>
          <w:rFonts w:ascii="Consolas" w:eastAsiaTheme="minorEastAsia" w:hAnsi="Consolas" w:cs="Consolas"/>
          <w:color w:val="000000"/>
          <w:sz w:val="19"/>
          <w:szCs w:val="19"/>
        </w:rPr>
        <w:t xml:space="preserve"> = </w:t>
      </w:r>
      <w:r w:rsidR="003C0326">
        <w:rPr>
          <w:rFonts w:ascii="Consolas" w:eastAsiaTheme="minorEastAsia" w:hAnsi="Consolas" w:cs="Consolas"/>
          <w:color w:val="A31515"/>
          <w:sz w:val="19"/>
          <w:szCs w:val="19"/>
        </w:rPr>
        <w:t>"Davina"</w:t>
      </w:r>
    </w:p>
    <w:p w14:paraId="18295CBF" w14:textId="26D478A8" w:rsidR="003061E3" w:rsidRDefault="003061E3" w:rsidP="00263759">
      <w:pPr>
        <w:pStyle w:val="Answerstyle"/>
      </w:pPr>
      <w:r w:rsidRPr="006A7F35">
        <w:rPr>
          <w:b/>
        </w:rPr>
        <w:tab/>
      </w:r>
      <w:r>
        <w:t>(c)</w:t>
      </w:r>
      <w:r>
        <w:tab/>
      </w:r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h</w:t>
      </w:r>
      <w:r w:rsidRPr="003C0326">
        <w:rPr>
          <w:rFonts w:ascii="Consolas" w:eastAsiaTheme="minorEastAsia" w:hAnsi="Consolas" w:cs="Consolas"/>
          <w:color w:val="000000"/>
          <w:sz w:val="19"/>
          <w:szCs w:val="19"/>
        </w:rPr>
        <w:t>eight = 4.5</w:t>
      </w:r>
    </w:p>
    <w:p w14:paraId="05D7CB9B" w14:textId="78C0A291" w:rsidR="003061E3" w:rsidRPr="003C0326" w:rsidRDefault="003061E3" w:rsidP="00263759">
      <w:pPr>
        <w:pStyle w:val="Answerstyle"/>
        <w:rPr>
          <w:rFonts w:ascii="Consolas" w:eastAsiaTheme="minorEastAsia" w:hAnsi="Consolas" w:cs="Consolas"/>
          <w:color w:val="000000"/>
          <w:sz w:val="19"/>
          <w:szCs w:val="19"/>
        </w:rPr>
      </w:pPr>
      <w:r w:rsidRPr="006A7F35">
        <w:rPr>
          <w:b/>
        </w:rPr>
        <w:tab/>
      </w:r>
      <w:r>
        <w:tab/>
      </w:r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b</w:t>
      </w:r>
      <w:r w:rsidRPr="003C0326">
        <w:rPr>
          <w:rFonts w:ascii="Consolas" w:eastAsiaTheme="minorEastAsia" w:hAnsi="Consolas" w:cs="Consolas"/>
          <w:color w:val="000000"/>
          <w:sz w:val="19"/>
          <w:szCs w:val="19"/>
        </w:rPr>
        <w:t>ase = 6</w:t>
      </w:r>
    </w:p>
    <w:p w14:paraId="42AA9FF9" w14:textId="0DEE2E0F" w:rsidR="003061E3" w:rsidRDefault="003061E3" w:rsidP="00263759">
      <w:pPr>
        <w:pStyle w:val="Answerstyle"/>
      </w:pPr>
      <w:r w:rsidRPr="006A7F35">
        <w:rPr>
          <w:b/>
        </w:rPr>
        <w:tab/>
      </w:r>
      <w:r>
        <w:tab/>
      </w:r>
      <w:proofErr w:type="spellStart"/>
      <w:r w:rsidR="003C0326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 w:rsidR="003C0326">
        <w:rPr>
          <w:rFonts w:ascii="Consolas" w:eastAsiaTheme="minorEastAsia" w:hAnsi="Consolas" w:cs="Consolas"/>
          <w:color w:val="000000"/>
          <w:sz w:val="19"/>
          <w:szCs w:val="19"/>
        </w:rPr>
        <w:t>(</w:t>
      </w:r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(b</w:t>
      </w:r>
      <w:r w:rsidR="003C0326">
        <w:rPr>
          <w:rFonts w:ascii="Consolas" w:eastAsiaTheme="minorEastAsia" w:hAnsi="Consolas" w:cs="Consolas"/>
          <w:color w:val="000000"/>
          <w:sz w:val="19"/>
          <w:szCs w:val="19"/>
        </w:rPr>
        <w:t xml:space="preserve">ase * </w:t>
      </w:r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h</w:t>
      </w:r>
      <w:r w:rsidR="003C0326">
        <w:rPr>
          <w:rFonts w:ascii="Consolas" w:eastAsiaTheme="minorEastAsia" w:hAnsi="Consolas" w:cs="Consolas"/>
          <w:color w:val="000000"/>
          <w:sz w:val="19"/>
          <w:szCs w:val="19"/>
        </w:rPr>
        <w:t>eight</w:t>
      </w:r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)</w:t>
      </w:r>
      <w:r w:rsidR="003C0326">
        <w:rPr>
          <w:rFonts w:ascii="Consolas" w:eastAsiaTheme="minorEastAsia" w:hAnsi="Consolas" w:cs="Consolas"/>
          <w:color w:val="000000"/>
          <w:sz w:val="19"/>
          <w:szCs w:val="19"/>
        </w:rPr>
        <w:t xml:space="preserve"> / 2)</w:t>
      </w:r>
    </w:p>
    <w:p w14:paraId="26C7E2CF" w14:textId="77777777" w:rsidR="00C86A1B" w:rsidRDefault="00C86A1B" w:rsidP="00263759">
      <w:pPr>
        <w:pStyle w:val="Answerstyle"/>
      </w:pPr>
    </w:p>
    <w:p w14:paraId="5D54E063" w14:textId="6BA3E1A5" w:rsidR="003061E3" w:rsidRDefault="00C86A1B" w:rsidP="00263759">
      <w:pPr>
        <w:pStyle w:val="Answerstyle"/>
      </w:pPr>
      <w:r w:rsidRPr="006A7F35">
        <w:rPr>
          <w:b/>
        </w:rPr>
        <w:t>Q4</w:t>
      </w:r>
      <w:r w:rsidR="006A7F35" w:rsidRPr="006A7F35">
        <w:rPr>
          <w:b/>
        </w:rPr>
        <w:t>:</w:t>
      </w:r>
      <w:r>
        <w:tab/>
        <w:t>(a)</w:t>
      </w:r>
      <w:r>
        <w:tab/>
      </w:r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c</w:t>
      </w:r>
      <w:r w:rsidRPr="003C0326">
        <w:rPr>
          <w:rFonts w:ascii="Consolas" w:eastAsiaTheme="minorEastAsia" w:hAnsi="Consolas" w:cs="Consolas"/>
          <w:color w:val="000000"/>
          <w:sz w:val="19"/>
          <w:szCs w:val="19"/>
        </w:rPr>
        <w:t>ounter += 1</w:t>
      </w:r>
    </w:p>
    <w:p w14:paraId="1C3110DB" w14:textId="711D38E8" w:rsidR="00C86A1B" w:rsidRDefault="00C86A1B" w:rsidP="00263759">
      <w:pPr>
        <w:pStyle w:val="Answerstyle"/>
      </w:pPr>
      <w:r w:rsidRPr="006A7F35">
        <w:rPr>
          <w:b/>
        </w:rPr>
        <w:tab/>
      </w:r>
      <w:r>
        <w:t>(b)</w:t>
      </w:r>
      <w:r>
        <w:tab/>
      </w:r>
      <w:proofErr w:type="spellStart"/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h</w:t>
      </w:r>
      <w:r w:rsidRPr="003C0326">
        <w:rPr>
          <w:rFonts w:ascii="Consolas" w:eastAsiaTheme="minorEastAsia" w:hAnsi="Consolas" w:cs="Consolas"/>
          <w:color w:val="000000"/>
          <w:sz w:val="19"/>
          <w:szCs w:val="19"/>
        </w:rPr>
        <w:t>ousePrice</w:t>
      </w:r>
      <w:proofErr w:type="spellEnd"/>
      <w:r w:rsidRPr="003C0326">
        <w:rPr>
          <w:rFonts w:ascii="Consolas" w:eastAsiaTheme="minorEastAsia" w:hAnsi="Consolas" w:cs="Consolas"/>
          <w:color w:val="000000"/>
          <w:sz w:val="19"/>
          <w:szCs w:val="19"/>
        </w:rPr>
        <w:t xml:space="preserve"> *= 2</w:t>
      </w:r>
    </w:p>
    <w:p w14:paraId="216061B3" w14:textId="74FF2CDF" w:rsidR="00C86A1B" w:rsidRDefault="00C86A1B" w:rsidP="00263759">
      <w:pPr>
        <w:pStyle w:val="Answerstyle"/>
      </w:pPr>
      <w:r w:rsidRPr="006A7F35">
        <w:rPr>
          <w:b/>
        </w:rPr>
        <w:tab/>
      </w:r>
      <w:r>
        <w:t>(c)</w:t>
      </w:r>
      <w:r>
        <w:tab/>
      </w:r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h</w:t>
      </w:r>
      <w:r w:rsidRPr="003C0326">
        <w:rPr>
          <w:rFonts w:ascii="Consolas" w:eastAsiaTheme="minorEastAsia" w:hAnsi="Consolas" w:cs="Consolas"/>
          <w:color w:val="000000"/>
          <w:sz w:val="19"/>
          <w:szCs w:val="19"/>
        </w:rPr>
        <w:t xml:space="preserve">its -= </w:t>
      </w:r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p</w:t>
      </w:r>
      <w:r w:rsidRPr="003C0326">
        <w:rPr>
          <w:rFonts w:ascii="Consolas" w:eastAsiaTheme="minorEastAsia" w:hAnsi="Consolas" w:cs="Consolas"/>
          <w:color w:val="000000"/>
          <w:sz w:val="19"/>
          <w:szCs w:val="19"/>
        </w:rPr>
        <w:t>enalty</w:t>
      </w:r>
    </w:p>
    <w:p w14:paraId="0990D617" w14:textId="2CC2A23F" w:rsidR="00C86A1B" w:rsidRDefault="00C86A1B" w:rsidP="00263759">
      <w:pPr>
        <w:pStyle w:val="Answerstyle"/>
      </w:pPr>
      <w:r w:rsidRPr="006A7F35">
        <w:rPr>
          <w:b/>
        </w:rPr>
        <w:tab/>
      </w:r>
      <w:r>
        <w:t>(d)</w:t>
      </w:r>
      <w:r>
        <w:tab/>
      </w:r>
      <w:proofErr w:type="spellStart"/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t</w:t>
      </w:r>
      <w:r w:rsidRPr="003C0326">
        <w:rPr>
          <w:rFonts w:ascii="Consolas" w:eastAsiaTheme="minorEastAsia" w:hAnsi="Consolas" w:cs="Consolas"/>
          <w:color w:val="000000"/>
          <w:sz w:val="19"/>
          <w:szCs w:val="19"/>
        </w:rPr>
        <w:t>otalCostOfMeal</w:t>
      </w:r>
      <w:proofErr w:type="spellEnd"/>
      <w:r w:rsidRPr="003C0326">
        <w:rPr>
          <w:rFonts w:ascii="Consolas" w:eastAsiaTheme="minorEastAsia" w:hAnsi="Consolas" w:cs="Consolas"/>
          <w:color w:val="000000"/>
          <w:sz w:val="19"/>
          <w:szCs w:val="19"/>
        </w:rPr>
        <w:t xml:space="preserve"> /= 3</w:t>
      </w:r>
    </w:p>
    <w:p w14:paraId="1471DD77" w14:textId="77777777" w:rsidR="003061E3" w:rsidRDefault="003061E3" w:rsidP="00263759">
      <w:pPr>
        <w:pStyle w:val="Answerstyle"/>
      </w:pPr>
    </w:p>
    <w:p w14:paraId="06D4D9EC" w14:textId="77777777" w:rsidR="003C0326" w:rsidRDefault="003061E3" w:rsidP="003061E3">
      <w:pPr>
        <w:pStyle w:val="Answerstyle"/>
        <w:rPr>
          <w:rFonts w:ascii="Consolas" w:eastAsiaTheme="minorEastAsia" w:hAnsi="Consolas" w:cs="Consolas"/>
          <w:color w:val="000000"/>
          <w:sz w:val="19"/>
          <w:szCs w:val="19"/>
        </w:rPr>
      </w:pPr>
      <w:r w:rsidRPr="006A7F35">
        <w:rPr>
          <w:b/>
        </w:rPr>
        <w:t>Q5</w:t>
      </w:r>
      <w:r w:rsidR="006A7F35" w:rsidRPr="006A7F35">
        <w:rPr>
          <w:b/>
        </w:rPr>
        <w:t>:</w:t>
      </w:r>
      <w:r w:rsidRPr="00030311">
        <w:tab/>
        <w:t>(a)</w:t>
      </w:r>
      <w:r w:rsidRPr="00030311">
        <w:tab/>
      </w:r>
      <w:proofErr w:type="spellStart"/>
      <w:r w:rsidR="003C0326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 w:rsidR="003C0326">
        <w:rPr>
          <w:rFonts w:ascii="Consolas" w:eastAsiaTheme="minorEastAsia" w:hAnsi="Consolas" w:cs="Consolas"/>
          <w:color w:val="000000"/>
          <w:sz w:val="19"/>
          <w:szCs w:val="19"/>
        </w:rPr>
        <w:t>(</w:t>
      </w:r>
      <w:r w:rsidR="003C0326">
        <w:rPr>
          <w:rFonts w:ascii="Consolas" w:eastAsiaTheme="minorEastAsia" w:hAnsi="Consolas" w:cs="Consolas"/>
          <w:color w:val="A31515"/>
          <w:sz w:val="19"/>
          <w:szCs w:val="19"/>
        </w:rPr>
        <w:t>"More pain, more gain"</w:t>
      </w:r>
      <w:r w:rsidR="003C0326">
        <w:rPr>
          <w:rFonts w:ascii="Consolas" w:eastAsiaTheme="minorEastAsia" w:hAnsi="Consolas" w:cs="Consolas"/>
          <w:color w:val="000000"/>
          <w:sz w:val="19"/>
          <w:szCs w:val="19"/>
        </w:rPr>
        <w:t>)</w:t>
      </w:r>
    </w:p>
    <w:p w14:paraId="7FFE8767" w14:textId="1891F4A1" w:rsidR="003061E3" w:rsidRDefault="003061E3" w:rsidP="003061E3">
      <w:pPr>
        <w:pStyle w:val="Answerstyle"/>
      </w:pPr>
      <w:r>
        <w:tab/>
        <w:t>(b)</w:t>
      </w:r>
      <w:r>
        <w:tab/>
      </w:r>
      <w:proofErr w:type="spellStart"/>
      <w:r w:rsidR="003C0326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 w:rsidR="003C0326">
        <w:rPr>
          <w:rFonts w:ascii="Consolas" w:eastAsiaTheme="minorEastAsia" w:hAnsi="Consolas" w:cs="Consolas"/>
          <w:color w:val="000000"/>
          <w:sz w:val="19"/>
          <w:szCs w:val="19"/>
        </w:rPr>
        <w:t>(</w:t>
      </w:r>
      <w:r w:rsidR="003C0326">
        <w:rPr>
          <w:rFonts w:ascii="Consolas" w:eastAsiaTheme="minorEastAsia" w:hAnsi="Consolas" w:cs="Consolas"/>
          <w:color w:val="A31515"/>
          <w:sz w:val="19"/>
          <w:szCs w:val="19"/>
        </w:rPr>
        <w:t>"That's true!"</w:t>
      </w:r>
      <w:r w:rsidR="003C0326">
        <w:rPr>
          <w:rFonts w:ascii="Consolas" w:eastAsiaTheme="minorEastAsia" w:hAnsi="Consolas" w:cs="Consolas"/>
          <w:color w:val="000000"/>
          <w:sz w:val="19"/>
          <w:szCs w:val="19"/>
        </w:rPr>
        <w:t>)</w:t>
      </w:r>
    </w:p>
    <w:p w14:paraId="629D7586" w14:textId="194F2A73" w:rsidR="003061E3" w:rsidRDefault="003061E3" w:rsidP="003061E3">
      <w:pPr>
        <w:pStyle w:val="Answerstyle"/>
      </w:pPr>
      <w:r>
        <w:tab/>
        <w:t>(c)</w:t>
      </w:r>
      <w:r>
        <w:tab/>
      </w:r>
      <w:proofErr w:type="spellStart"/>
      <w:r w:rsidR="003C0326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 w:rsidR="003C0326">
        <w:rPr>
          <w:rFonts w:ascii="Consolas" w:eastAsiaTheme="minorEastAsia" w:hAnsi="Consolas" w:cs="Consolas"/>
          <w:color w:val="000000"/>
          <w:sz w:val="19"/>
          <w:szCs w:val="19"/>
        </w:rPr>
        <w:t>(</w:t>
      </w:r>
      <w:r w:rsidR="003C0326">
        <w:rPr>
          <w:rFonts w:ascii="Consolas" w:eastAsiaTheme="minorEastAsia" w:hAnsi="Consolas" w:cs="Consolas"/>
          <w:color w:val="A31515"/>
          <w:sz w:val="19"/>
          <w:szCs w:val="19"/>
        </w:rPr>
        <w:t>"Pelham"</w:t>
      </w:r>
      <w:r w:rsidR="003C0326">
        <w:rPr>
          <w:rFonts w:ascii="Consolas" w:eastAsiaTheme="minorEastAsia" w:hAnsi="Consolas" w:cs="Consolas"/>
          <w:color w:val="000000"/>
          <w:sz w:val="19"/>
          <w:szCs w:val="19"/>
        </w:rPr>
        <w:t xml:space="preserve"> &amp; </w:t>
      </w:r>
      <w:r w:rsidR="003C0326">
        <w:rPr>
          <w:rFonts w:ascii="Consolas" w:eastAsiaTheme="minorEastAsia" w:hAnsi="Consolas" w:cs="Consolas"/>
          <w:color w:val="A31515"/>
          <w:sz w:val="19"/>
          <w:szCs w:val="19"/>
        </w:rPr>
        <w:t>"123"</w:t>
      </w:r>
      <w:r w:rsidR="003C0326">
        <w:rPr>
          <w:rFonts w:ascii="Consolas" w:eastAsiaTheme="minorEastAsia" w:hAnsi="Consolas" w:cs="Consolas"/>
          <w:color w:val="000000"/>
          <w:sz w:val="19"/>
          <w:szCs w:val="19"/>
        </w:rPr>
        <w:t>)</w:t>
      </w:r>
    </w:p>
    <w:p w14:paraId="4DB2804D" w14:textId="77777777" w:rsidR="003061E3" w:rsidRPr="00030311" w:rsidRDefault="003061E3" w:rsidP="003061E3">
      <w:pPr>
        <w:pStyle w:val="Answerstyle"/>
      </w:pPr>
      <w:r>
        <w:tab/>
        <w:t>(d)</w:t>
      </w:r>
      <w:r>
        <w:tab/>
      </w:r>
      <w:r w:rsidRPr="00030311">
        <w:t>How will this statement be printed?</w:t>
      </w:r>
    </w:p>
    <w:p w14:paraId="53F0F605" w14:textId="436D2262" w:rsidR="00601685" w:rsidRDefault="00601685">
      <w:pPr>
        <w:spacing w:after="200" w:line="276" w:lineRule="auto"/>
        <w:rPr>
          <w:rFonts w:eastAsiaTheme="minorHAnsi"/>
          <w:lang w:eastAsia="zh-CN"/>
        </w:rPr>
      </w:pPr>
      <w:r>
        <w:br w:type="page"/>
      </w:r>
    </w:p>
    <w:p w14:paraId="4CCCD7C0" w14:textId="77777777" w:rsidR="003061E3" w:rsidRPr="003864ED" w:rsidRDefault="003061E3" w:rsidP="00263759">
      <w:pPr>
        <w:pStyle w:val="Answerstyle"/>
      </w:pPr>
    </w:p>
    <w:p w14:paraId="5E1AF4CF" w14:textId="77777777" w:rsidR="00535BF9" w:rsidRPr="003864ED" w:rsidRDefault="00535BF9" w:rsidP="00535BF9">
      <w:pPr>
        <w:pStyle w:val="Heading1"/>
        <w:rPr>
          <w:rFonts w:cs="Arial"/>
        </w:rPr>
      </w:pPr>
      <w:r w:rsidRPr="003864ED">
        <w:rPr>
          <w:rFonts w:cs="Arial"/>
        </w:rPr>
        <w:t>Exercises</w:t>
      </w:r>
    </w:p>
    <w:p w14:paraId="3C409DB3" w14:textId="0AA2A280" w:rsidR="00601685" w:rsidRDefault="00535BF9" w:rsidP="00AC1ED3">
      <w:pPr>
        <w:tabs>
          <w:tab w:val="left" w:pos="426"/>
          <w:tab w:val="left" w:pos="993"/>
        </w:tabs>
        <w:autoSpaceDE w:val="0"/>
        <w:autoSpaceDN w:val="0"/>
        <w:adjustRightInd w:val="0"/>
        <w:rPr>
          <w:rFonts w:ascii="Consolas" w:eastAsiaTheme="minorEastAsia" w:hAnsi="Consolas" w:cs="Consolas"/>
          <w:color w:val="000000"/>
          <w:sz w:val="19"/>
          <w:szCs w:val="19"/>
        </w:rPr>
      </w:pPr>
      <w:r w:rsidRPr="003864ED">
        <w:t>1.</w:t>
      </w:r>
      <w:r w:rsidRPr="003864ED">
        <w:tab/>
      </w:r>
      <w:r w:rsidR="00263759">
        <w:t>(a)</w:t>
      </w:r>
      <w:r w:rsidR="00263759">
        <w:tab/>
      </w:r>
      <w:proofErr w:type="spellStart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>Console.Write</w:t>
      </w:r>
      <w:proofErr w:type="spellEnd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>(</w:t>
      </w:r>
      <w:r w:rsidR="00601685">
        <w:rPr>
          <w:rFonts w:ascii="Consolas" w:eastAsiaTheme="minorEastAsia" w:hAnsi="Consolas" w:cs="Consolas"/>
          <w:color w:val="A31515"/>
          <w:sz w:val="19"/>
          <w:szCs w:val="19"/>
        </w:rPr>
        <w:t>"Enter favourite food: "</w:t>
      </w:r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>)</w:t>
      </w:r>
    </w:p>
    <w:p w14:paraId="15EEA071" w14:textId="44C21A10" w:rsidR="00601685" w:rsidRDefault="00601685" w:rsidP="00AC1ED3">
      <w:pPr>
        <w:autoSpaceDE w:val="0"/>
        <w:autoSpaceDN w:val="0"/>
        <w:adjustRightInd w:val="0"/>
        <w:ind w:left="993"/>
        <w:rPr>
          <w:rFonts w:ascii="Consolas" w:eastAsiaTheme="minorEastAsia" w:hAnsi="Consolas" w:cs="Consolas"/>
          <w:color w:val="000000"/>
          <w:sz w:val="19"/>
          <w:szCs w:val="19"/>
        </w:rPr>
      </w:pPr>
      <w:r>
        <w:rPr>
          <w:rFonts w:ascii="Consolas" w:eastAsiaTheme="minorEastAsia" w:hAnsi="Consolas" w:cs="Consolas"/>
          <w:color w:val="0000FF"/>
          <w:sz w:val="19"/>
          <w:szCs w:val="19"/>
        </w:rPr>
        <w:t>Dim</w:t>
      </w:r>
      <w:r>
        <w:rPr>
          <w:rFonts w:ascii="Consolas" w:eastAsiaTheme="minorEastAsia" w:hAnsi="Consolas" w:cs="Consolas"/>
          <w:color w:val="000000"/>
          <w:sz w:val="19"/>
          <w:szCs w:val="19"/>
        </w:rPr>
        <w:t xml:space="preserve"> </w:t>
      </w:r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f</w:t>
      </w:r>
      <w:r>
        <w:rPr>
          <w:rFonts w:ascii="Consolas" w:eastAsiaTheme="minorEastAsia" w:hAnsi="Consolas" w:cs="Consolas"/>
          <w:color w:val="000000"/>
          <w:sz w:val="19"/>
          <w:szCs w:val="19"/>
        </w:rPr>
        <w:t xml:space="preserve">ood = </w:t>
      </w:r>
      <w:proofErr w:type="spellStart"/>
      <w:r>
        <w:rPr>
          <w:rFonts w:ascii="Consolas" w:eastAsiaTheme="minorEastAsia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eastAsiaTheme="minorEastAsia" w:hAnsi="Consolas" w:cs="Consolas"/>
          <w:color w:val="000000"/>
          <w:sz w:val="19"/>
          <w:szCs w:val="19"/>
        </w:rPr>
        <w:t>()</w:t>
      </w:r>
    </w:p>
    <w:p w14:paraId="7E8DBC4E" w14:textId="06595035" w:rsidR="00601685" w:rsidRDefault="00601685" w:rsidP="00AC1ED3">
      <w:pPr>
        <w:autoSpaceDE w:val="0"/>
        <w:autoSpaceDN w:val="0"/>
        <w:adjustRightInd w:val="0"/>
        <w:ind w:left="993"/>
        <w:rPr>
          <w:rFonts w:ascii="Consolas" w:eastAsiaTheme="minorEastAsia" w:hAnsi="Consolas" w:cs="Consolas"/>
          <w:color w:val="000000"/>
          <w:sz w:val="19"/>
          <w:szCs w:val="19"/>
        </w:rPr>
      </w:pPr>
      <w:proofErr w:type="spellStart"/>
      <w:r>
        <w:rPr>
          <w:rFonts w:ascii="Consolas" w:eastAsiaTheme="minorEastAsia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eastAsiaTheme="minorEastAsia" w:hAnsi="Consolas" w:cs="Consolas"/>
          <w:color w:val="000000"/>
          <w:sz w:val="19"/>
          <w:szCs w:val="19"/>
        </w:rPr>
        <w:t>(</w:t>
      </w:r>
      <w:r>
        <w:rPr>
          <w:rFonts w:ascii="Consolas" w:eastAsiaTheme="minorEastAsia" w:hAnsi="Consolas" w:cs="Consolas"/>
          <w:color w:val="A31515"/>
          <w:sz w:val="19"/>
          <w:szCs w:val="19"/>
        </w:rPr>
        <w:t>"Enter favourite colour: "</w:t>
      </w:r>
      <w:r>
        <w:rPr>
          <w:rFonts w:ascii="Consolas" w:eastAsiaTheme="minorEastAsia" w:hAnsi="Consolas" w:cs="Consolas"/>
          <w:color w:val="000000"/>
          <w:sz w:val="19"/>
          <w:szCs w:val="19"/>
        </w:rPr>
        <w:t>)</w:t>
      </w:r>
    </w:p>
    <w:p w14:paraId="1E7DF174" w14:textId="6FB0F79E" w:rsidR="00601685" w:rsidRDefault="00601685" w:rsidP="00AC1ED3">
      <w:pPr>
        <w:autoSpaceDE w:val="0"/>
        <w:autoSpaceDN w:val="0"/>
        <w:adjustRightInd w:val="0"/>
        <w:ind w:left="993"/>
        <w:rPr>
          <w:rFonts w:ascii="Consolas" w:eastAsiaTheme="minorEastAsia" w:hAnsi="Consolas" w:cs="Consolas"/>
          <w:color w:val="000000"/>
          <w:sz w:val="19"/>
          <w:szCs w:val="19"/>
        </w:rPr>
      </w:pPr>
      <w:r>
        <w:rPr>
          <w:rFonts w:ascii="Consolas" w:eastAsiaTheme="minorEastAsia" w:hAnsi="Consolas" w:cs="Consolas"/>
          <w:color w:val="0000FF"/>
          <w:sz w:val="19"/>
          <w:szCs w:val="19"/>
        </w:rPr>
        <w:t>Dim</w:t>
      </w:r>
      <w:r>
        <w:rPr>
          <w:rFonts w:ascii="Consolas" w:eastAsiaTheme="minorEastAsia" w:hAnsi="Consolas" w:cs="Consolas"/>
          <w:color w:val="000000"/>
          <w:sz w:val="19"/>
          <w:szCs w:val="19"/>
        </w:rPr>
        <w:t xml:space="preserve"> </w:t>
      </w:r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c</w:t>
      </w:r>
      <w:r>
        <w:rPr>
          <w:rFonts w:ascii="Consolas" w:eastAsiaTheme="minorEastAsia" w:hAnsi="Consolas" w:cs="Consolas"/>
          <w:color w:val="000000"/>
          <w:sz w:val="19"/>
          <w:szCs w:val="19"/>
        </w:rPr>
        <w:t xml:space="preserve">olour = </w:t>
      </w:r>
      <w:proofErr w:type="spellStart"/>
      <w:r>
        <w:rPr>
          <w:rFonts w:ascii="Consolas" w:eastAsiaTheme="minorEastAsia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eastAsiaTheme="minorEastAsia" w:hAnsi="Consolas" w:cs="Consolas"/>
          <w:color w:val="000000"/>
          <w:sz w:val="19"/>
          <w:szCs w:val="19"/>
        </w:rPr>
        <w:t>()</w:t>
      </w:r>
    </w:p>
    <w:p w14:paraId="77B93763" w14:textId="3B4EE5D9" w:rsidR="00601685" w:rsidRDefault="00601685" w:rsidP="00AC1ED3">
      <w:pPr>
        <w:autoSpaceDE w:val="0"/>
        <w:autoSpaceDN w:val="0"/>
        <w:adjustRightInd w:val="0"/>
        <w:ind w:left="993"/>
        <w:rPr>
          <w:rFonts w:ascii="Consolas" w:eastAsiaTheme="minorEastAsia" w:hAnsi="Consolas" w:cs="Consolas"/>
          <w:color w:val="000000"/>
          <w:sz w:val="19"/>
          <w:szCs w:val="19"/>
        </w:rPr>
      </w:pPr>
      <w:proofErr w:type="spellStart"/>
      <w:r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eastAsiaTheme="minorEastAsia" w:hAnsi="Consolas" w:cs="Consolas"/>
          <w:color w:val="000000"/>
          <w:sz w:val="19"/>
          <w:szCs w:val="19"/>
        </w:rPr>
        <w:t>(</w:t>
      </w:r>
      <w:r>
        <w:rPr>
          <w:rFonts w:ascii="Consolas" w:eastAsiaTheme="minorEastAsia" w:hAnsi="Consolas" w:cs="Consolas"/>
          <w:color w:val="A31515"/>
          <w:sz w:val="19"/>
          <w:szCs w:val="19"/>
        </w:rPr>
        <w:t>"My favourite food is "</w:t>
      </w:r>
      <w:r>
        <w:rPr>
          <w:rFonts w:ascii="Consolas" w:eastAsiaTheme="minorEastAsia" w:hAnsi="Consolas" w:cs="Consolas"/>
          <w:color w:val="000000"/>
          <w:sz w:val="19"/>
          <w:szCs w:val="19"/>
        </w:rPr>
        <w:t xml:space="preserve"> + </w:t>
      </w:r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f</w:t>
      </w:r>
      <w:r>
        <w:rPr>
          <w:rFonts w:ascii="Consolas" w:eastAsiaTheme="minorEastAsia" w:hAnsi="Consolas" w:cs="Consolas"/>
          <w:color w:val="000000"/>
          <w:sz w:val="19"/>
          <w:szCs w:val="19"/>
        </w:rPr>
        <w:t xml:space="preserve">ood + </w:t>
      </w:r>
      <w:r>
        <w:rPr>
          <w:rFonts w:ascii="Consolas" w:eastAsiaTheme="minorEastAsia" w:hAnsi="Consolas" w:cs="Consolas"/>
          <w:color w:val="A31515"/>
          <w:sz w:val="19"/>
          <w:szCs w:val="19"/>
        </w:rPr>
        <w:t>" and my favourite colour is "</w:t>
      </w:r>
      <w:r>
        <w:rPr>
          <w:rFonts w:ascii="Consolas" w:eastAsiaTheme="minorEastAsia" w:hAnsi="Consolas" w:cs="Consolas"/>
          <w:color w:val="000000"/>
          <w:sz w:val="19"/>
          <w:szCs w:val="19"/>
        </w:rPr>
        <w:t xml:space="preserve"> + </w:t>
      </w:r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c</w:t>
      </w:r>
      <w:r>
        <w:rPr>
          <w:rFonts w:ascii="Consolas" w:eastAsiaTheme="minorEastAsia" w:hAnsi="Consolas" w:cs="Consolas"/>
          <w:color w:val="000000"/>
          <w:sz w:val="19"/>
          <w:szCs w:val="19"/>
        </w:rPr>
        <w:t>olour)</w:t>
      </w:r>
    </w:p>
    <w:p w14:paraId="1E353546" w14:textId="77777777" w:rsidR="00601685" w:rsidRPr="00601685" w:rsidRDefault="00601685" w:rsidP="00AC1ED3">
      <w:pPr>
        <w:pStyle w:val="numberedquestion"/>
        <w:spacing w:before="120"/>
        <w:ind w:left="993" w:firstLine="0"/>
        <w:rPr>
          <w:rFonts w:ascii="Consolas" w:eastAsiaTheme="minorEastAsia" w:hAnsi="Consolas" w:cs="Consolas"/>
          <w:color w:val="000000"/>
          <w:sz w:val="19"/>
          <w:szCs w:val="19"/>
        </w:rPr>
      </w:pPr>
      <w:r w:rsidRPr="00601685">
        <w:rPr>
          <w:rFonts w:ascii="Consolas" w:eastAsiaTheme="minorEastAsia" w:hAnsi="Consolas" w:cs="Consolas"/>
          <w:color w:val="000000"/>
          <w:sz w:val="19"/>
          <w:szCs w:val="19"/>
        </w:rPr>
        <w:t>Enter favourite food: peanut butter</w:t>
      </w:r>
    </w:p>
    <w:p w14:paraId="7A4970A1" w14:textId="77777777" w:rsidR="00601685" w:rsidRPr="00601685" w:rsidRDefault="00601685" w:rsidP="00AC1ED3">
      <w:pPr>
        <w:pStyle w:val="numberedquestion"/>
        <w:spacing w:before="120"/>
        <w:ind w:left="993" w:firstLine="0"/>
        <w:rPr>
          <w:rFonts w:ascii="Consolas" w:eastAsiaTheme="minorEastAsia" w:hAnsi="Consolas" w:cs="Consolas"/>
          <w:color w:val="000000"/>
          <w:sz w:val="19"/>
          <w:szCs w:val="19"/>
        </w:rPr>
      </w:pPr>
      <w:r w:rsidRPr="00601685">
        <w:rPr>
          <w:rFonts w:ascii="Consolas" w:eastAsiaTheme="minorEastAsia" w:hAnsi="Consolas" w:cs="Consolas"/>
          <w:color w:val="000000"/>
          <w:sz w:val="19"/>
          <w:szCs w:val="19"/>
        </w:rPr>
        <w:t>Enter favourite colour: blue</w:t>
      </w:r>
    </w:p>
    <w:p w14:paraId="79791177" w14:textId="357432E3" w:rsidR="00601685" w:rsidRDefault="00601685" w:rsidP="00AC1ED3">
      <w:pPr>
        <w:pStyle w:val="numberedquestion"/>
        <w:spacing w:before="120"/>
        <w:ind w:left="993" w:firstLine="0"/>
        <w:rPr>
          <w:rFonts w:ascii="Consolas" w:eastAsiaTheme="minorEastAsia" w:hAnsi="Consolas" w:cs="Consolas"/>
          <w:color w:val="000000"/>
          <w:sz w:val="19"/>
          <w:szCs w:val="19"/>
        </w:rPr>
      </w:pPr>
      <w:r w:rsidRPr="00601685">
        <w:rPr>
          <w:rFonts w:ascii="Consolas" w:eastAsiaTheme="minorEastAsia" w:hAnsi="Consolas" w:cs="Consolas"/>
          <w:color w:val="000000"/>
          <w:sz w:val="19"/>
          <w:szCs w:val="19"/>
        </w:rPr>
        <w:t>My favourite food is peanut butter and my favourite colour is blue</w:t>
      </w:r>
    </w:p>
    <w:p w14:paraId="391537CD" w14:textId="473526A1" w:rsidR="00601685" w:rsidRDefault="00263759" w:rsidP="00AC1ED3">
      <w:pPr>
        <w:tabs>
          <w:tab w:val="left" w:pos="426"/>
          <w:tab w:val="left" w:pos="993"/>
        </w:tabs>
        <w:autoSpaceDE w:val="0"/>
        <w:autoSpaceDN w:val="0"/>
        <w:adjustRightInd w:val="0"/>
        <w:ind w:left="993" w:hanging="993"/>
        <w:rPr>
          <w:rFonts w:ascii="Consolas" w:eastAsiaTheme="minorEastAsia" w:hAnsi="Consolas" w:cs="Consolas"/>
          <w:color w:val="000000"/>
          <w:sz w:val="19"/>
          <w:szCs w:val="19"/>
        </w:rPr>
      </w:pPr>
      <w:r>
        <w:tab/>
        <w:t>(b)</w:t>
      </w:r>
      <w:r w:rsidR="00030311">
        <w:tab/>
      </w:r>
      <w:proofErr w:type="spellStart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>(</w:t>
      </w:r>
      <w:r w:rsidR="00601685">
        <w:rPr>
          <w:rFonts w:ascii="Consolas" w:eastAsiaTheme="minorEastAsia" w:hAnsi="Consolas" w:cs="Consolas"/>
          <w:color w:val="A31515"/>
          <w:sz w:val="19"/>
          <w:szCs w:val="19"/>
        </w:rPr>
        <w:t>"My favourite food is "</w:t>
      </w:r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 xml:space="preserve"> &amp; </w:t>
      </w:r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f</w:t>
      </w:r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 xml:space="preserve">ood &amp; </w:t>
      </w:r>
      <w:r w:rsidR="00601685">
        <w:rPr>
          <w:rFonts w:ascii="Consolas" w:eastAsiaTheme="minorEastAsia" w:hAnsi="Consolas" w:cs="Consolas"/>
          <w:color w:val="A31515"/>
          <w:sz w:val="19"/>
          <w:szCs w:val="19"/>
        </w:rPr>
        <w:t>" and my favourite colour is "</w:t>
      </w:r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 xml:space="preserve"> &amp; </w:t>
      </w:r>
      <w:r w:rsidR="000842F9">
        <w:rPr>
          <w:rFonts w:ascii="Consolas" w:eastAsiaTheme="minorEastAsia" w:hAnsi="Consolas" w:cs="Consolas"/>
          <w:color w:val="000000"/>
          <w:sz w:val="19"/>
          <w:szCs w:val="19"/>
        </w:rPr>
        <w:t>c</w:t>
      </w:r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>olour)</w:t>
      </w:r>
    </w:p>
    <w:p w14:paraId="60EB0061" w14:textId="427886AB" w:rsidR="00030311" w:rsidRDefault="00601685" w:rsidP="00AC1ED3">
      <w:pPr>
        <w:pStyle w:val="numberedquestion"/>
        <w:tabs>
          <w:tab w:val="clear" w:pos="851"/>
          <w:tab w:val="clear" w:pos="1276"/>
          <w:tab w:val="clear" w:pos="1701"/>
        </w:tabs>
        <w:spacing w:before="120"/>
        <w:ind w:left="993" w:firstLine="0"/>
        <w:rPr>
          <w:rFonts w:ascii="Arial" w:hAnsi="Arial" w:cs="Arial"/>
        </w:rPr>
      </w:pPr>
      <w:r w:rsidRPr="00601685">
        <w:rPr>
          <w:rFonts w:ascii="Arial" w:hAnsi="Arial" w:cs="Arial"/>
        </w:rPr>
        <w:t>My favourite food is peanut butter and my favourite colour is blue</w:t>
      </w:r>
    </w:p>
    <w:p w14:paraId="5C34BBD4" w14:textId="52F042B4" w:rsidR="00601685" w:rsidRDefault="001B7F03" w:rsidP="00AC1ED3">
      <w:pPr>
        <w:tabs>
          <w:tab w:val="left" w:pos="426"/>
        </w:tabs>
        <w:autoSpaceDE w:val="0"/>
        <w:autoSpaceDN w:val="0"/>
        <w:adjustRightInd w:val="0"/>
        <w:rPr>
          <w:rFonts w:ascii="Consolas" w:eastAsiaTheme="minorEastAsia" w:hAnsi="Consolas" w:cs="Consolas"/>
          <w:color w:val="000000"/>
          <w:sz w:val="19"/>
          <w:szCs w:val="19"/>
        </w:rPr>
      </w:pPr>
      <w:r>
        <w:t>2</w:t>
      </w:r>
      <w:r w:rsidR="00030311">
        <w:t>.</w:t>
      </w:r>
      <w:r w:rsidR="00030311">
        <w:tab/>
      </w:r>
      <w:r>
        <w:t>(a)</w:t>
      </w:r>
      <w:proofErr w:type="gramStart"/>
      <w:r>
        <w:tab/>
      </w:r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 xml:space="preserve">  </w:t>
      </w:r>
      <w:proofErr w:type="spellStart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>Console.Write</w:t>
      </w:r>
      <w:proofErr w:type="spellEnd"/>
      <w:proofErr w:type="gramEnd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>(</w:t>
      </w:r>
      <w:r w:rsidR="00601685">
        <w:rPr>
          <w:rFonts w:ascii="Consolas" w:eastAsiaTheme="minorEastAsia" w:hAnsi="Consolas" w:cs="Consolas"/>
          <w:color w:val="A31515"/>
          <w:sz w:val="19"/>
          <w:szCs w:val="19"/>
        </w:rPr>
        <w:t>"Please enter your name: "</w:t>
      </w:r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>)</w:t>
      </w:r>
    </w:p>
    <w:p w14:paraId="6E169845" w14:textId="77777777" w:rsidR="00601685" w:rsidRDefault="00601685" w:rsidP="00AC1ED3">
      <w:pPr>
        <w:autoSpaceDE w:val="0"/>
        <w:autoSpaceDN w:val="0"/>
        <w:adjustRightInd w:val="0"/>
        <w:ind w:left="567" w:hanging="11"/>
        <w:rPr>
          <w:rFonts w:ascii="Consolas" w:eastAsiaTheme="minorEastAsia" w:hAnsi="Consolas" w:cs="Consolas"/>
          <w:color w:val="000000"/>
          <w:sz w:val="19"/>
          <w:szCs w:val="19"/>
        </w:rPr>
      </w:pPr>
      <w:r>
        <w:rPr>
          <w:rFonts w:ascii="Consolas" w:eastAsiaTheme="minorEastAsia" w:hAnsi="Consolas" w:cs="Consolas"/>
          <w:color w:val="000000"/>
          <w:sz w:val="19"/>
          <w:szCs w:val="19"/>
        </w:rPr>
        <w:t xml:space="preserve">    </w:t>
      </w:r>
      <w:r>
        <w:rPr>
          <w:rFonts w:ascii="Consolas" w:eastAsiaTheme="minorEastAsia" w:hAnsi="Consolas" w:cs="Consolas"/>
          <w:color w:val="0000FF"/>
          <w:sz w:val="19"/>
          <w:szCs w:val="19"/>
        </w:rPr>
        <w:t>Dim</w:t>
      </w:r>
      <w:r>
        <w:rPr>
          <w:rFonts w:ascii="Consolas" w:eastAsiaTheme="minorEastAsia" w:hAnsi="Consolas" w:cs="Consolas"/>
          <w:color w:val="000000"/>
          <w:sz w:val="19"/>
          <w:szCs w:val="19"/>
        </w:rPr>
        <w:t xml:space="preserve"> Name = </w:t>
      </w:r>
      <w:proofErr w:type="spellStart"/>
      <w:r>
        <w:rPr>
          <w:rFonts w:ascii="Consolas" w:eastAsiaTheme="minorEastAsia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eastAsiaTheme="minorEastAsia" w:hAnsi="Consolas" w:cs="Consolas"/>
          <w:color w:val="000000"/>
          <w:sz w:val="19"/>
          <w:szCs w:val="19"/>
        </w:rPr>
        <w:t>()</w:t>
      </w:r>
    </w:p>
    <w:p w14:paraId="73DC78A3" w14:textId="77777777" w:rsidR="00601685" w:rsidRDefault="00601685" w:rsidP="00AC1ED3">
      <w:pPr>
        <w:autoSpaceDE w:val="0"/>
        <w:autoSpaceDN w:val="0"/>
        <w:adjustRightInd w:val="0"/>
        <w:ind w:left="567" w:hanging="11"/>
        <w:rPr>
          <w:rFonts w:ascii="Consolas" w:eastAsiaTheme="minorEastAsia" w:hAnsi="Consolas" w:cs="Consolas"/>
          <w:color w:val="000000"/>
          <w:sz w:val="19"/>
          <w:szCs w:val="19"/>
        </w:rPr>
      </w:pPr>
      <w:r>
        <w:rPr>
          <w:rFonts w:ascii="Consolas" w:eastAsiaTheme="minorEastAsia" w:hAnsi="Consolas" w:cs="Consolas"/>
          <w:color w:val="000000"/>
          <w:sz w:val="19"/>
          <w:szCs w:val="19"/>
        </w:rPr>
        <w:t xml:space="preserve">    </w:t>
      </w:r>
      <w:proofErr w:type="spellStart"/>
      <w:r>
        <w:rPr>
          <w:rFonts w:ascii="Consolas" w:eastAsiaTheme="minorEastAsia" w:hAnsi="Consolas" w:cs="Consolas"/>
          <w:color w:val="000000"/>
          <w:sz w:val="19"/>
          <w:szCs w:val="19"/>
        </w:rPr>
        <w:t>Console.Write</w:t>
      </w:r>
      <w:proofErr w:type="spellEnd"/>
      <w:r>
        <w:rPr>
          <w:rFonts w:ascii="Consolas" w:eastAsiaTheme="minorEastAsia" w:hAnsi="Consolas" w:cs="Consolas"/>
          <w:color w:val="000000"/>
          <w:sz w:val="19"/>
          <w:szCs w:val="19"/>
        </w:rPr>
        <w:t>(</w:t>
      </w:r>
      <w:r>
        <w:rPr>
          <w:rFonts w:ascii="Consolas" w:eastAsiaTheme="minorEastAsia" w:hAnsi="Consolas" w:cs="Consolas"/>
          <w:color w:val="A31515"/>
          <w:sz w:val="19"/>
          <w:szCs w:val="19"/>
        </w:rPr>
        <w:t>"Please enter your telephone number: "</w:t>
      </w:r>
      <w:r>
        <w:rPr>
          <w:rFonts w:ascii="Consolas" w:eastAsiaTheme="minorEastAsia" w:hAnsi="Consolas" w:cs="Consolas"/>
          <w:color w:val="000000"/>
          <w:sz w:val="19"/>
          <w:szCs w:val="19"/>
        </w:rPr>
        <w:t>)</w:t>
      </w:r>
    </w:p>
    <w:p w14:paraId="6C0D02DE" w14:textId="517573DD" w:rsidR="00601685" w:rsidRDefault="00601685" w:rsidP="00AC1ED3">
      <w:pPr>
        <w:autoSpaceDE w:val="0"/>
        <w:autoSpaceDN w:val="0"/>
        <w:adjustRightInd w:val="0"/>
        <w:ind w:left="567" w:hanging="11"/>
        <w:rPr>
          <w:rFonts w:ascii="Consolas" w:eastAsiaTheme="minorEastAsia" w:hAnsi="Consolas" w:cs="Consolas"/>
          <w:color w:val="000000"/>
          <w:sz w:val="19"/>
          <w:szCs w:val="19"/>
        </w:rPr>
      </w:pPr>
      <w:r>
        <w:rPr>
          <w:rFonts w:ascii="Consolas" w:eastAsiaTheme="minorEastAsia" w:hAnsi="Consolas" w:cs="Consolas"/>
          <w:color w:val="000000"/>
          <w:sz w:val="19"/>
          <w:szCs w:val="19"/>
        </w:rPr>
        <w:t xml:space="preserve">    </w:t>
      </w:r>
      <w:r>
        <w:rPr>
          <w:rFonts w:ascii="Consolas" w:eastAsiaTheme="minorEastAsia" w:hAnsi="Consolas" w:cs="Consolas"/>
          <w:color w:val="0000FF"/>
          <w:sz w:val="19"/>
          <w:szCs w:val="19"/>
        </w:rPr>
        <w:t>Dim</w:t>
      </w:r>
      <w:r>
        <w:rPr>
          <w:rFonts w:ascii="Consolas" w:eastAsiaTheme="minorEastAsia" w:hAnsi="Consolas" w:cs="Consolas"/>
          <w:color w:val="000000"/>
          <w:sz w:val="19"/>
          <w:szCs w:val="19"/>
        </w:rPr>
        <w:t xml:space="preserve"> Telephone = </w:t>
      </w:r>
      <w:proofErr w:type="spellStart"/>
      <w:r>
        <w:rPr>
          <w:rFonts w:ascii="Consolas" w:eastAsiaTheme="minorEastAsia" w:hAnsi="Consolas" w:cs="Consolas"/>
          <w:color w:val="000000"/>
          <w:sz w:val="19"/>
          <w:szCs w:val="19"/>
        </w:rPr>
        <w:t>Console.ReadLine</w:t>
      </w:r>
      <w:proofErr w:type="spellEnd"/>
      <w:r>
        <w:rPr>
          <w:rFonts w:ascii="Consolas" w:eastAsiaTheme="minorEastAsia" w:hAnsi="Consolas" w:cs="Consolas"/>
          <w:color w:val="000000"/>
          <w:sz w:val="19"/>
          <w:szCs w:val="19"/>
        </w:rPr>
        <w:t>()</w:t>
      </w:r>
    </w:p>
    <w:p w14:paraId="5F93AFDB" w14:textId="44FDFF73" w:rsidR="00601685" w:rsidRDefault="000842F9" w:rsidP="00AC1ED3">
      <w:pPr>
        <w:pStyle w:val="numberedquestion"/>
        <w:spacing w:before="120"/>
        <w:ind w:left="567" w:hanging="11"/>
        <w:rPr>
          <w:rFonts w:ascii="Consolas" w:eastAsiaTheme="minorEastAsia" w:hAnsi="Consolas" w:cs="Consolas"/>
          <w:color w:val="000000"/>
          <w:sz w:val="19"/>
          <w:szCs w:val="19"/>
        </w:rPr>
      </w:pPr>
      <w:r>
        <w:rPr>
          <w:rFonts w:ascii="Consolas" w:eastAsiaTheme="minorEastAsia" w:hAnsi="Consolas" w:cs="Consolas"/>
          <w:color w:val="000000"/>
          <w:sz w:val="19"/>
          <w:szCs w:val="19"/>
        </w:rPr>
        <w:tab/>
      </w:r>
      <w:r>
        <w:rPr>
          <w:rFonts w:ascii="Consolas" w:eastAsiaTheme="minorEastAsia" w:hAnsi="Consolas" w:cs="Consolas"/>
          <w:color w:val="000000"/>
          <w:sz w:val="19"/>
          <w:szCs w:val="19"/>
        </w:rPr>
        <w:tab/>
        <w:t xml:space="preserve"> </w:t>
      </w:r>
      <w:proofErr w:type="spellStart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 xml:space="preserve">(Name &amp; </w:t>
      </w:r>
      <w:proofErr w:type="spellStart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>vbCrLf</w:t>
      </w:r>
      <w:proofErr w:type="spellEnd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 xml:space="preserve"> &amp; </w:t>
      </w:r>
      <w:proofErr w:type="spellStart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>vbCrLf</w:t>
      </w:r>
      <w:proofErr w:type="spellEnd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 xml:space="preserve"> &amp; Telephone)</w:t>
      </w:r>
    </w:p>
    <w:p w14:paraId="6AC5EC7A" w14:textId="77777777" w:rsidR="00601685" w:rsidRDefault="00601685" w:rsidP="00601685">
      <w:pPr>
        <w:pStyle w:val="numberedquestion"/>
        <w:spacing w:before="120"/>
        <w:ind w:left="851" w:hanging="851"/>
        <w:rPr>
          <w:rFonts w:ascii="Consolas" w:eastAsiaTheme="minorEastAsia" w:hAnsi="Consolas" w:cs="Consolas"/>
          <w:color w:val="000000"/>
          <w:sz w:val="19"/>
          <w:szCs w:val="19"/>
        </w:rPr>
      </w:pPr>
    </w:p>
    <w:p w14:paraId="501C1E1D" w14:textId="3FCE5CAB" w:rsidR="006D29D8" w:rsidRPr="006D29D8" w:rsidRDefault="006D29D8" w:rsidP="00AC1ED3">
      <w:pPr>
        <w:pStyle w:val="numberedquestion"/>
        <w:spacing w:before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D29D8">
        <w:rPr>
          <w:rFonts w:ascii="Arial" w:hAnsi="Arial" w:cs="Arial"/>
        </w:rPr>
        <w:t>Jo</w:t>
      </w:r>
    </w:p>
    <w:p w14:paraId="61BC185F" w14:textId="77777777" w:rsidR="006D29D8" w:rsidRPr="006D29D8" w:rsidRDefault="006D29D8" w:rsidP="006D29D8">
      <w:pPr>
        <w:pStyle w:val="numberedquestion"/>
        <w:spacing w:before="120"/>
        <w:ind w:left="851" w:hanging="851"/>
        <w:rPr>
          <w:rFonts w:ascii="Arial" w:hAnsi="Arial" w:cs="Arial"/>
        </w:rPr>
      </w:pPr>
    </w:p>
    <w:p w14:paraId="07FFEC8D" w14:textId="77777777" w:rsidR="006D29D8" w:rsidRDefault="006D29D8" w:rsidP="006D29D8">
      <w:pPr>
        <w:pStyle w:val="numberedquestion"/>
        <w:spacing w:before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D29D8">
        <w:rPr>
          <w:rFonts w:ascii="Arial" w:hAnsi="Arial" w:cs="Arial"/>
        </w:rPr>
        <w:t>01227 342567</w:t>
      </w:r>
    </w:p>
    <w:p w14:paraId="00229041" w14:textId="77777777" w:rsidR="00A4284A" w:rsidRDefault="00A4284A" w:rsidP="006D29D8">
      <w:pPr>
        <w:pStyle w:val="numberedquestion"/>
        <w:spacing w:before="120"/>
        <w:ind w:left="851" w:hanging="851"/>
        <w:rPr>
          <w:rFonts w:ascii="Arial" w:hAnsi="Arial" w:cs="Arial"/>
        </w:rPr>
      </w:pPr>
    </w:p>
    <w:p w14:paraId="4904B57A" w14:textId="518234CE" w:rsidR="00D3710F" w:rsidRPr="00D45249" w:rsidRDefault="00A4284A" w:rsidP="00225417">
      <w:pPr>
        <w:pStyle w:val="numberedquestion"/>
        <w:spacing w:before="120"/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  <w:t>(b)</w:t>
      </w:r>
      <w:r>
        <w:rPr>
          <w:rFonts w:ascii="Arial" w:hAnsi="Arial" w:cs="Arial"/>
        </w:rPr>
        <w:tab/>
      </w:r>
      <w:proofErr w:type="spellStart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 xml:space="preserve">(Name &amp; </w:t>
      </w:r>
      <w:proofErr w:type="spellStart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>vbTab</w:t>
      </w:r>
      <w:proofErr w:type="spellEnd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 xml:space="preserve"> &amp; Telephone)</w:t>
      </w:r>
    </w:p>
    <w:p w14:paraId="54B2D513" w14:textId="77777777" w:rsidR="00535BF9" w:rsidRPr="00D45249" w:rsidRDefault="00535BF9" w:rsidP="00535BF9">
      <w:pPr>
        <w:pStyle w:val="numberedquestion"/>
        <w:ind w:left="851" w:hanging="851"/>
        <w:rPr>
          <w:rFonts w:ascii="Arial" w:hAnsi="Arial" w:cs="Arial"/>
        </w:rPr>
      </w:pPr>
    </w:p>
    <w:p w14:paraId="6BA51443" w14:textId="14937402" w:rsid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 w:rsidRPr="00B642FF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(a)</w:t>
      </w:r>
      <w:r>
        <w:rPr>
          <w:rFonts w:ascii="Arial" w:hAnsi="Arial" w:cs="Arial"/>
        </w:rPr>
        <w:tab/>
      </w:r>
      <w:proofErr w:type="spellStart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 w:rsidR="00601685">
        <w:rPr>
          <w:rFonts w:ascii="Consolas" w:eastAsiaTheme="minorEastAsia" w:hAnsi="Consolas" w:cs="Consolas"/>
          <w:color w:val="000000"/>
          <w:sz w:val="19"/>
          <w:szCs w:val="19"/>
        </w:rPr>
        <w:t>(40 \ 11)</w:t>
      </w:r>
    </w:p>
    <w:p w14:paraId="370750CA" w14:textId="77777777" w:rsid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</w:t>
      </w:r>
    </w:p>
    <w:p w14:paraId="2EB3385D" w14:textId="473C7CFE" w:rsidR="00B642FF" w:rsidRP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  <w:t>(b)</w:t>
      </w:r>
      <w:r>
        <w:rPr>
          <w:rFonts w:ascii="Arial" w:hAnsi="Arial" w:cs="Arial"/>
        </w:rPr>
        <w:tab/>
      </w:r>
      <w:proofErr w:type="spellStart"/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 xml:space="preserve">(40 </w:t>
      </w:r>
      <w:r w:rsidR="00E11688">
        <w:rPr>
          <w:rFonts w:ascii="Consolas" w:eastAsiaTheme="minorEastAsia" w:hAnsi="Consolas" w:cs="Consolas"/>
          <w:color w:val="0000FF"/>
          <w:sz w:val="19"/>
          <w:szCs w:val="19"/>
        </w:rPr>
        <w:t>Mod</w:t>
      </w:r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 xml:space="preserve"> 11)</w:t>
      </w:r>
    </w:p>
    <w:p w14:paraId="2C861F9A" w14:textId="77777777" w:rsid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7</w:t>
      </w:r>
    </w:p>
    <w:p w14:paraId="30772C4A" w14:textId="7692EB05" w:rsidR="00B642FF" w:rsidRP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  <w:t>(c)</w:t>
      </w:r>
      <w:r>
        <w:rPr>
          <w:rFonts w:ascii="Arial" w:hAnsi="Arial" w:cs="Arial"/>
        </w:rPr>
        <w:tab/>
      </w:r>
      <w:proofErr w:type="spellStart"/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>(2 ^ 10)</w:t>
      </w:r>
    </w:p>
    <w:p w14:paraId="66EAE873" w14:textId="77777777" w:rsid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1024</w:t>
      </w:r>
    </w:p>
    <w:p w14:paraId="5CE46E40" w14:textId="2121602E" w:rsidR="00B642FF" w:rsidRP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  <w:t>(d)</w:t>
      </w:r>
      <w:r>
        <w:rPr>
          <w:rFonts w:ascii="Arial" w:hAnsi="Arial" w:cs="Arial"/>
        </w:rPr>
        <w:tab/>
      </w:r>
      <w:proofErr w:type="spellStart"/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>(</w:t>
      </w:r>
      <w:r w:rsidR="00E11688">
        <w:rPr>
          <w:rFonts w:ascii="Consolas" w:eastAsiaTheme="minorEastAsia" w:hAnsi="Consolas" w:cs="Consolas"/>
          <w:color w:val="A31515"/>
          <w:sz w:val="19"/>
          <w:szCs w:val="19"/>
        </w:rPr>
        <w:t>"three"</w:t>
      </w:r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 xml:space="preserve"> &gt; </w:t>
      </w:r>
      <w:r w:rsidR="00E11688">
        <w:rPr>
          <w:rFonts w:ascii="Consolas" w:eastAsiaTheme="minorEastAsia" w:hAnsi="Consolas" w:cs="Consolas"/>
          <w:color w:val="A31515"/>
          <w:sz w:val="19"/>
          <w:szCs w:val="19"/>
        </w:rPr>
        <w:t>"two"</w:t>
      </w:r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>)</w:t>
      </w:r>
    </w:p>
    <w:p w14:paraId="42666B5C" w14:textId="2A0CA95D" w:rsid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False</w:t>
      </w:r>
      <w:r w:rsidR="00316286">
        <w:rPr>
          <w:rFonts w:ascii="Arial" w:hAnsi="Arial" w:cs="Arial"/>
        </w:rPr>
        <w:t xml:space="preserve"> (Note that this evaluated alphabetically rather than numerically.)</w:t>
      </w:r>
    </w:p>
    <w:p w14:paraId="6E3187A7" w14:textId="6491D80A" w:rsidR="00B642FF" w:rsidRP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  <w:t>(e)</w:t>
      </w:r>
      <w:r>
        <w:rPr>
          <w:rFonts w:ascii="Arial" w:hAnsi="Arial" w:cs="Arial"/>
        </w:rPr>
        <w:tab/>
      </w:r>
      <w:proofErr w:type="spellStart"/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>(</w:t>
      </w:r>
      <w:r w:rsidR="00E11688">
        <w:rPr>
          <w:rFonts w:ascii="Consolas" w:eastAsiaTheme="minorEastAsia" w:hAnsi="Consolas" w:cs="Consolas"/>
          <w:color w:val="A31515"/>
          <w:sz w:val="19"/>
          <w:szCs w:val="19"/>
        </w:rPr>
        <w:t>"</w:t>
      </w:r>
      <w:proofErr w:type="spellStart"/>
      <w:r w:rsidR="00E11688">
        <w:rPr>
          <w:rFonts w:ascii="Consolas" w:eastAsiaTheme="minorEastAsia" w:hAnsi="Consolas" w:cs="Consolas"/>
          <w:color w:val="A31515"/>
          <w:sz w:val="19"/>
          <w:szCs w:val="19"/>
        </w:rPr>
        <w:t>abc</w:t>
      </w:r>
      <w:proofErr w:type="spellEnd"/>
      <w:r w:rsidR="00E11688">
        <w:rPr>
          <w:rFonts w:ascii="Consolas" w:eastAsiaTheme="minorEastAsia" w:hAnsi="Consolas" w:cs="Consolas"/>
          <w:color w:val="A31515"/>
          <w:sz w:val="19"/>
          <w:szCs w:val="19"/>
        </w:rPr>
        <w:t>"</w:t>
      </w:r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 xml:space="preserve"> &lt; </w:t>
      </w:r>
      <w:r w:rsidR="00E11688">
        <w:rPr>
          <w:rFonts w:ascii="Consolas" w:eastAsiaTheme="minorEastAsia" w:hAnsi="Consolas" w:cs="Consolas"/>
          <w:color w:val="A31515"/>
          <w:sz w:val="19"/>
          <w:szCs w:val="19"/>
        </w:rPr>
        <w:t>"ABC"</w:t>
      </w:r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>)</w:t>
      </w:r>
    </w:p>
    <w:p w14:paraId="7D2E0CB2" w14:textId="77777777" w:rsid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False</w:t>
      </w:r>
    </w:p>
    <w:p w14:paraId="6AAA12C1" w14:textId="6808C6E1" w:rsidR="00B642FF" w:rsidRP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  <w:t>(f)</w:t>
      </w:r>
      <w:r>
        <w:rPr>
          <w:rFonts w:ascii="Arial" w:hAnsi="Arial" w:cs="Arial"/>
        </w:rPr>
        <w:tab/>
      </w:r>
      <w:proofErr w:type="spellStart"/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 xml:space="preserve">(1 &lt;= 4 </w:t>
      </w:r>
      <w:r w:rsidR="00E11688">
        <w:rPr>
          <w:rFonts w:ascii="Consolas" w:eastAsiaTheme="minorEastAsia" w:hAnsi="Consolas" w:cs="Consolas"/>
          <w:color w:val="0000FF"/>
          <w:sz w:val="19"/>
          <w:szCs w:val="19"/>
        </w:rPr>
        <w:t>And</w:t>
      </w:r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 xml:space="preserve"> 7 &lt;= 7)</w:t>
      </w:r>
    </w:p>
    <w:p w14:paraId="199E6D54" w14:textId="77777777" w:rsid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True</w:t>
      </w:r>
    </w:p>
    <w:p w14:paraId="6DD4E29D" w14:textId="221D70AC" w:rsidR="00B642FF" w:rsidRP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  <w:t>(g)</w:t>
      </w:r>
      <w:r>
        <w:rPr>
          <w:rFonts w:ascii="Arial" w:hAnsi="Arial" w:cs="Arial"/>
        </w:rPr>
        <w:tab/>
      </w:r>
      <w:proofErr w:type="spellStart"/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>Console.WriteLine</w:t>
      </w:r>
      <w:proofErr w:type="spellEnd"/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>(</w:t>
      </w:r>
      <w:r w:rsidR="00E11688">
        <w:rPr>
          <w:rFonts w:ascii="Consolas" w:eastAsiaTheme="minorEastAsia" w:hAnsi="Consolas" w:cs="Consolas"/>
          <w:color w:val="A31515"/>
          <w:sz w:val="19"/>
          <w:szCs w:val="19"/>
        </w:rPr>
        <w:t>"Fred"</w:t>
      </w:r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 xml:space="preserve"> &lt;&gt; </w:t>
      </w:r>
      <w:r w:rsidR="00E11688">
        <w:rPr>
          <w:rFonts w:ascii="Consolas" w:eastAsiaTheme="minorEastAsia" w:hAnsi="Consolas" w:cs="Consolas"/>
          <w:color w:val="A31515"/>
          <w:sz w:val="19"/>
          <w:szCs w:val="19"/>
        </w:rPr>
        <w:t>"</w:t>
      </w:r>
      <w:proofErr w:type="spellStart"/>
      <w:r w:rsidR="00E11688">
        <w:rPr>
          <w:rFonts w:ascii="Consolas" w:eastAsiaTheme="minorEastAsia" w:hAnsi="Consolas" w:cs="Consolas"/>
          <w:color w:val="A31515"/>
          <w:sz w:val="19"/>
          <w:szCs w:val="19"/>
        </w:rPr>
        <w:t>fred</w:t>
      </w:r>
      <w:proofErr w:type="spellEnd"/>
      <w:r w:rsidR="00E11688">
        <w:rPr>
          <w:rFonts w:ascii="Consolas" w:eastAsiaTheme="minorEastAsia" w:hAnsi="Consolas" w:cs="Consolas"/>
          <w:color w:val="A31515"/>
          <w:sz w:val="19"/>
          <w:szCs w:val="19"/>
        </w:rPr>
        <w:t>"</w:t>
      </w:r>
      <w:r w:rsidR="00E11688">
        <w:rPr>
          <w:rFonts w:ascii="Consolas" w:eastAsiaTheme="minorEastAsia" w:hAnsi="Consolas" w:cs="Consolas"/>
          <w:color w:val="000000"/>
          <w:sz w:val="19"/>
          <w:szCs w:val="19"/>
        </w:rPr>
        <w:t>)</w:t>
      </w:r>
    </w:p>
    <w:p w14:paraId="1B069C98" w14:textId="77777777" w:rsidR="00B642FF" w:rsidRDefault="00B642FF" w:rsidP="00B642FF">
      <w:pPr>
        <w:pStyle w:val="numberedquestion"/>
        <w:tabs>
          <w:tab w:val="left" w:pos="0"/>
        </w:tabs>
        <w:ind w:left="851" w:hanging="85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642FF">
        <w:rPr>
          <w:rFonts w:ascii="Arial" w:hAnsi="Arial" w:cs="Arial"/>
        </w:rPr>
        <w:t>True</w:t>
      </w:r>
    </w:p>
    <w:p w14:paraId="67B23AEC" w14:textId="77777777" w:rsidR="00535BF9" w:rsidRPr="00B642FF" w:rsidRDefault="00535BF9" w:rsidP="00B642FF">
      <w:pPr>
        <w:pStyle w:val="numberedquestion"/>
        <w:tabs>
          <w:tab w:val="clear" w:pos="851"/>
          <w:tab w:val="clear" w:pos="1276"/>
          <w:tab w:val="clear" w:pos="1701"/>
          <w:tab w:val="left" w:pos="0"/>
          <w:tab w:val="left" w:pos="993"/>
        </w:tabs>
        <w:rPr>
          <w:rFonts w:ascii="Arial" w:hAnsi="Arial" w:cs="Arial"/>
        </w:rPr>
        <w:sectPr w:rsidR="00535BF9" w:rsidRPr="00B642FF" w:rsidSect="00535BF9">
          <w:headerReference w:type="default" r:id="rId16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B8B696B" w14:textId="77777777" w:rsidR="00535BF9" w:rsidRPr="003864ED" w:rsidRDefault="00535BF9" w:rsidP="003F01F2">
      <w:pPr>
        <w:pStyle w:val="RedChapterHead"/>
      </w:pPr>
      <w:r w:rsidRPr="003864ED">
        <w:lastRenderedPageBreak/>
        <w:t>Chapter 2</w:t>
      </w:r>
      <w:r w:rsidR="00D45249">
        <w:t xml:space="preserve"> </w:t>
      </w:r>
      <w:r w:rsidR="00B642FF">
        <w:t>–</w:t>
      </w:r>
      <w:r w:rsidR="00D45249">
        <w:t xml:space="preserve"> </w:t>
      </w:r>
      <w:r w:rsidR="00B642FF">
        <w:t>Strings and numbers</w:t>
      </w:r>
    </w:p>
    <w:p w14:paraId="6E58071C" w14:textId="77777777" w:rsidR="00D45249" w:rsidRDefault="00D45249" w:rsidP="00D45249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14:paraId="4215A3D3" w14:textId="77777777" w:rsidR="00F65D55" w:rsidRPr="00F65D55" w:rsidRDefault="00F65D55" w:rsidP="00F65D55"/>
    <w:p w14:paraId="533AA9CC" w14:textId="7F45E6DC" w:rsidR="00535BF9" w:rsidRDefault="00535BF9" w:rsidP="00B642FF">
      <w:pPr>
        <w:pStyle w:val="Answerstyle"/>
      </w:pPr>
      <w:r w:rsidRPr="006A7F35">
        <w:rPr>
          <w:b/>
        </w:rPr>
        <w:t>Q1</w:t>
      </w:r>
      <w:r w:rsidR="006A7F35">
        <w:t>:</w:t>
      </w:r>
      <w:r w:rsidRPr="00D45249">
        <w:tab/>
      </w:r>
      <w:r w:rsidR="00690B2B">
        <w:t>“‘Le’ not declared” – the function name is misspelt</w:t>
      </w:r>
    </w:p>
    <w:p w14:paraId="412ABD00" w14:textId="142F298B" w:rsidR="00690B2B" w:rsidRPr="00690B2B" w:rsidRDefault="00690B2B" w:rsidP="00690B2B">
      <w:pPr>
        <w:pStyle w:val="HTMLPreformatted"/>
        <w:shd w:val="clear" w:color="auto" w:fill="FFFFFF"/>
        <w:rPr>
          <w:rFonts w:ascii="Consolas" w:hAnsi="Consolas"/>
          <w:color w:val="000000"/>
        </w:rPr>
      </w:pPr>
      <w:r>
        <w:tab/>
      </w:r>
      <w:proofErr w:type="spellStart"/>
      <w:r w:rsidRPr="00690B2B">
        <w:rPr>
          <w:rFonts w:ascii="Consolas" w:hAnsi="Consolas"/>
          <w:color w:val="2B91AF"/>
        </w:rPr>
        <w:t>Console</w:t>
      </w:r>
      <w:r w:rsidRPr="00690B2B">
        <w:rPr>
          <w:rFonts w:ascii="Consolas" w:hAnsi="Consolas"/>
          <w:color w:val="000000"/>
        </w:rPr>
        <w:t>.</w:t>
      </w:r>
      <w:r w:rsidRPr="00690B2B">
        <w:rPr>
          <w:rFonts w:ascii="Consolas" w:hAnsi="Consolas"/>
          <w:color w:val="74531F"/>
        </w:rPr>
        <w:t>WriteLine</w:t>
      </w:r>
      <w:proofErr w:type="spellEnd"/>
      <w:r w:rsidRPr="00690B2B">
        <w:rPr>
          <w:rFonts w:ascii="Consolas" w:hAnsi="Consolas"/>
          <w:color w:val="000000"/>
        </w:rPr>
        <w:t>(</w:t>
      </w:r>
      <w:r w:rsidRPr="00690B2B">
        <w:rPr>
          <w:rFonts w:ascii="Consolas" w:hAnsi="Consolas"/>
          <w:color w:val="A31515"/>
        </w:rPr>
        <w:t>"The string length is: "</w:t>
      </w:r>
      <w:r w:rsidRPr="00690B2B">
        <w:rPr>
          <w:rFonts w:ascii="Consolas" w:hAnsi="Consolas"/>
          <w:color w:val="000000"/>
        </w:rPr>
        <w:t> &amp; </w:t>
      </w:r>
      <w:r w:rsidRPr="00690B2B">
        <w:rPr>
          <w:rFonts w:ascii="Consolas" w:hAnsi="Consolas"/>
          <w:color w:val="74531F"/>
        </w:rPr>
        <w:t>Le</w:t>
      </w:r>
      <w:r w:rsidRPr="00690B2B">
        <w:rPr>
          <w:rFonts w:ascii="Consolas" w:hAnsi="Consolas"/>
          <w:color w:val="74531F"/>
          <w:highlight w:val="yellow"/>
        </w:rPr>
        <w:t>n</w:t>
      </w:r>
      <w:r w:rsidRPr="00690B2B">
        <w:rPr>
          <w:rFonts w:ascii="Consolas" w:hAnsi="Consolas"/>
          <w:color w:val="000000"/>
        </w:rPr>
        <w:t>(</w:t>
      </w:r>
      <w:proofErr w:type="spellStart"/>
      <w:r w:rsidRPr="00690B2B">
        <w:rPr>
          <w:rFonts w:ascii="Consolas" w:hAnsi="Consolas"/>
          <w:color w:val="1F377F"/>
        </w:rPr>
        <w:t>aString</w:t>
      </w:r>
      <w:proofErr w:type="spellEnd"/>
      <w:r w:rsidRPr="00690B2B">
        <w:rPr>
          <w:rFonts w:ascii="Consolas" w:hAnsi="Consolas"/>
          <w:color w:val="000000"/>
        </w:rPr>
        <w:t>))</w:t>
      </w:r>
    </w:p>
    <w:p w14:paraId="2A92ED1D" w14:textId="7A5D0251" w:rsidR="00E80506" w:rsidRDefault="00690B2B" w:rsidP="00690B2B">
      <w:pPr>
        <w:pStyle w:val="Answerstyle"/>
        <w:ind w:hanging="567"/>
      </w:pPr>
      <w:r>
        <w:t>“) expected” – there is a missing end bracket</w:t>
      </w:r>
    </w:p>
    <w:p w14:paraId="1C1666B7" w14:textId="1C948CA9" w:rsidR="00690B2B" w:rsidRDefault="00690B2B" w:rsidP="00690B2B">
      <w:pPr>
        <w:pStyle w:val="HTMLPreformatted"/>
        <w:shd w:val="clear" w:color="auto" w:fill="FFFFFF"/>
        <w:rPr>
          <w:rFonts w:ascii="Consolas" w:hAnsi="Consolas"/>
          <w:color w:val="000000"/>
        </w:rPr>
      </w:pPr>
      <w:r>
        <w:rPr>
          <w:rFonts w:ascii="Consolas" w:hAnsi="Consolas"/>
          <w:color w:val="2B91AF"/>
        </w:rPr>
        <w:tab/>
      </w:r>
      <w:proofErr w:type="spellStart"/>
      <w:r w:rsidRPr="00690B2B">
        <w:rPr>
          <w:rFonts w:ascii="Consolas" w:hAnsi="Consolas"/>
          <w:color w:val="2B91AF"/>
        </w:rPr>
        <w:t>Console</w:t>
      </w:r>
      <w:r w:rsidRPr="00690B2B">
        <w:rPr>
          <w:rFonts w:ascii="Consolas" w:hAnsi="Consolas"/>
          <w:color w:val="000000"/>
        </w:rPr>
        <w:t>.</w:t>
      </w:r>
      <w:r w:rsidRPr="00690B2B">
        <w:rPr>
          <w:rFonts w:ascii="Consolas" w:hAnsi="Consolas"/>
          <w:color w:val="74531F"/>
        </w:rPr>
        <w:t>WriteLine</w:t>
      </w:r>
      <w:proofErr w:type="spellEnd"/>
      <w:r w:rsidRPr="00690B2B">
        <w:rPr>
          <w:rFonts w:ascii="Consolas" w:hAnsi="Consolas"/>
          <w:color w:val="000000"/>
        </w:rPr>
        <w:t>(</w:t>
      </w:r>
      <w:r w:rsidRPr="00690B2B">
        <w:rPr>
          <w:rFonts w:ascii="Consolas" w:hAnsi="Consolas"/>
          <w:color w:val="A31515"/>
        </w:rPr>
        <w:t>"The string length is: "</w:t>
      </w:r>
      <w:r w:rsidRPr="00690B2B">
        <w:rPr>
          <w:rFonts w:ascii="Consolas" w:hAnsi="Consolas"/>
          <w:color w:val="000000"/>
        </w:rPr>
        <w:t> &amp; </w:t>
      </w:r>
      <w:r w:rsidRPr="00690B2B">
        <w:rPr>
          <w:rFonts w:ascii="Consolas" w:hAnsi="Consolas"/>
          <w:color w:val="74531F"/>
        </w:rPr>
        <w:t>Len</w:t>
      </w:r>
      <w:r w:rsidRPr="00690B2B">
        <w:rPr>
          <w:rFonts w:ascii="Consolas" w:hAnsi="Consolas"/>
          <w:color w:val="000000"/>
        </w:rPr>
        <w:t>(</w:t>
      </w:r>
      <w:proofErr w:type="spellStart"/>
      <w:r w:rsidRPr="00690B2B">
        <w:rPr>
          <w:rFonts w:ascii="Consolas" w:hAnsi="Consolas"/>
          <w:color w:val="1F377F"/>
        </w:rPr>
        <w:t>aString</w:t>
      </w:r>
      <w:proofErr w:type="spellEnd"/>
      <w:r w:rsidRPr="00690B2B">
        <w:rPr>
          <w:rFonts w:ascii="Consolas" w:hAnsi="Consolas"/>
          <w:color w:val="000000"/>
        </w:rPr>
        <w:t>)</w:t>
      </w:r>
      <w:r w:rsidRPr="00690B2B">
        <w:rPr>
          <w:rFonts w:ascii="Consolas" w:hAnsi="Consolas"/>
          <w:color w:val="000000"/>
          <w:highlight w:val="yellow"/>
        </w:rPr>
        <w:t>)</w:t>
      </w:r>
    </w:p>
    <w:p w14:paraId="36D95686" w14:textId="77777777" w:rsidR="00535BF9" w:rsidRPr="003864ED" w:rsidRDefault="00535BF9" w:rsidP="00535BF9">
      <w:pPr>
        <w:pStyle w:val="Heading1"/>
        <w:rPr>
          <w:rFonts w:cs="Arial"/>
          <w:lang w:eastAsia="zh-CN"/>
        </w:rPr>
      </w:pPr>
      <w:bookmarkStart w:id="1" w:name="_GoBack"/>
      <w:bookmarkEnd w:id="1"/>
      <w:r w:rsidRPr="003864ED">
        <w:rPr>
          <w:rFonts w:cs="Arial"/>
          <w:lang w:eastAsia="zh-CN"/>
        </w:rPr>
        <w:t>Exercises</w:t>
      </w:r>
    </w:p>
    <w:p w14:paraId="4AD917C3" w14:textId="1B1D73DD" w:rsidR="00535BF9" w:rsidRDefault="00535BF9" w:rsidP="00D45249">
      <w:pPr>
        <w:pStyle w:val="numberedquestion"/>
        <w:spacing w:before="120"/>
        <w:ind w:left="425" w:hanging="425"/>
        <w:rPr>
          <w:rFonts w:ascii="Arial" w:hAnsi="Arial" w:cs="Arial"/>
        </w:rPr>
      </w:pPr>
      <w:r w:rsidRPr="003864ED">
        <w:rPr>
          <w:rFonts w:ascii="Arial" w:hAnsi="Arial" w:cs="Arial"/>
        </w:rPr>
        <w:t>1.</w:t>
      </w:r>
      <w:r w:rsidRPr="003864ED">
        <w:rPr>
          <w:rFonts w:ascii="Arial" w:hAnsi="Arial" w:cs="Arial"/>
        </w:rPr>
        <w:tab/>
      </w:r>
      <w:r w:rsidR="008D1C42">
        <w:rPr>
          <w:rFonts w:ascii="Arial" w:hAnsi="Arial" w:cs="Arial"/>
        </w:rPr>
        <w:t xml:space="preserve">See </w:t>
      </w:r>
      <w:r w:rsidR="00E11688">
        <w:rPr>
          <w:rFonts w:ascii="Arial" w:hAnsi="Arial" w:cs="Arial"/>
        </w:rPr>
        <w:t>VB</w:t>
      </w:r>
      <w:r w:rsidR="008D1C42">
        <w:rPr>
          <w:rFonts w:ascii="Arial" w:hAnsi="Arial" w:cs="Arial"/>
        </w:rPr>
        <w:t xml:space="preserve"> program </w:t>
      </w:r>
      <w:r w:rsidR="008D1C42" w:rsidRPr="008D1C42">
        <w:rPr>
          <w:rFonts w:ascii="Arial" w:hAnsi="Arial" w:cs="Arial"/>
        </w:rPr>
        <w:t>Ch 2 Exercise 1 string methods.</w:t>
      </w:r>
      <w:r w:rsidR="00E11688">
        <w:rPr>
          <w:rFonts w:ascii="Arial" w:hAnsi="Arial" w:cs="Arial"/>
        </w:rPr>
        <w:t>txt</w:t>
      </w:r>
    </w:p>
    <w:p w14:paraId="05717FD1" w14:textId="59685670" w:rsidR="008D1C42" w:rsidRDefault="008D1C42" w:rsidP="00D45249">
      <w:pPr>
        <w:pStyle w:val="numberedquestion"/>
        <w:spacing w:before="120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 xml:space="preserve">See </w:t>
      </w:r>
      <w:r w:rsidR="00E11688">
        <w:rPr>
          <w:rFonts w:ascii="Arial" w:hAnsi="Arial" w:cs="Arial"/>
        </w:rPr>
        <w:t>VB</w:t>
      </w:r>
      <w:r>
        <w:rPr>
          <w:rFonts w:ascii="Arial" w:hAnsi="Arial" w:cs="Arial"/>
        </w:rPr>
        <w:t xml:space="preserve"> program </w:t>
      </w:r>
      <w:r w:rsidRPr="008D1C42">
        <w:rPr>
          <w:rFonts w:ascii="Arial" w:hAnsi="Arial" w:cs="Arial"/>
        </w:rPr>
        <w:t>Ch 2 Exercise 2 radius and circumference.</w:t>
      </w:r>
      <w:r w:rsidR="00E11688">
        <w:rPr>
          <w:rFonts w:ascii="Arial" w:hAnsi="Arial" w:cs="Arial"/>
        </w:rPr>
        <w:t>txt</w:t>
      </w:r>
    </w:p>
    <w:p w14:paraId="6E411E95" w14:textId="2600BBB1" w:rsidR="008D1C42" w:rsidRDefault="008D1C42" w:rsidP="00D45249">
      <w:pPr>
        <w:pStyle w:val="numberedquestion"/>
        <w:spacing w:before="120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See </w:t>
      </w:r>
      <w:r w:rsidR="00E11688">
        <w:rPr>
          <w:rFonts w:ascii="Arial" w:hAnsi="Arial" w:cs="Arial"/>
        </w:rPr>
        <w:t>VB</w:t>
      </w:r>
      <w:r>
        <w:rPr>
          <w:rFonts w:ascii="Arial" w:hAnsi="Arial" w:cs="Arial"/>
        </w:rPr>
        <w:t xml:space="preserve"> program </w:t>
      </w:r>
      <w:r w:rsidRPr="008D1C42">
        <w:rPr>
          <w:rFonts w:ascii="Arial" w:hAnsi="Arial" w:cs="Arial"/>
        </w:rPr>
        <w:t>Ch 2 Exercise 3 rounding floating point numbers.</w:t>
      </w:r>
      <w:r w:rsidR="00A80BEC">
        <w:rPr>
          <w:rFonts w:ascii="Arial" w:hAnsi="Arial" w:cs="Arial"/>
        </w:rPr>
        <w:t>txt</w:t>
      </w:r>
    </w:p>
    <w:p w14:paraId="533F3A08" w14:textId="77777777" w:rsidR="008D1C42" w:rsidRPr="003864ED" w:rsidRDefault="008D1C42" w:rsidP="00D45249">
      <w:pPr>
        <w:pStyle w:val="numberedquestion"/>
        <w:spacing w:before="120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BA22125" w14:textId="77777777" w:rsidR="00CF41AE" w:rsidRPr="00CF41AE" w:rsidRDefault="00535BF9" w:rsidP="00B642FF">
      <w:pPr>
        <w:pStyle w:val="numberedquestion"/>
        <w:tabs>
          <w:tab w:val="left" w:pos="3544"/>
          <w:tab w:val="left" w:pos="5245"/>
          <w:tab w:val="left" w:pos="6804"/>
        </w:tabs>
        <w:spacing w:after="0"/>
        <w:ind w:left="425" w:hanging="425"/>
        <w:rPr>
          <w:rFonts w:ascii="Arial" w:hAnsi="Arial" w:cs="Arial"/>
          <w:b/>
          <w:lang w:eastAsia="zh-CN"/>
        </w:rPr>
        <w:sectPr w:rsidR="00CF41AE" w:rsidRPr="00CF41AE" w:rsidSect="00BE5BCA">
          <w:headerReference w:type="even" r:id="rId17"/>
          <w:headerReference w:type="default" r:id="rId1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3864ED">
        <w:rPr>
          <w:rFonts w:ascii="Arial" w:hAnsi="Arial" w:cs="Arial"/>
        </w:rPr>
        <w:tab/>
      </w:r>
    </w:p>
    <w:p w14:paraId="55DE52EB" w14:textId="77777777" w:rsidR="00535BF9" w:rsidRDefault="00535BF9" w:rsidP="003F01F2">
      <w:pPr>
        <w:pStyle w:val="RedChapterHead"/>
      </w:pPr>
      <w:r w:rsidRPr="003864ED">
        <w:lastRenderedPageBreak/>
        <w:t>Chapter 3</w:t>
      </w:r>
      <w:r w:rsidR="00AB148D">
        <w:t xml:space="preserve"> – </w:t>
      </w:r>
      <w:r w:rsidR="001F742D">
        <w:t>Selection</w:t>
      </w:r>
    </w:p>
    <w:p w14:paraId="4D1FF057" w14:textId="77777777" w:rsidR="00AB148D" w:rsidRPr="003864ED" w:rsidRDefault="00AB148D" w:rsidP="00AB148D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14:paraId="5D5413D1" w14:textId="77777777" w:rsidR="006A7F35" w:rsidRDefault="006A7F35" w:rsidP="00030311">
      <w:pPr>
        <w:pStyle w:val="Answerstyle"/>
      </w:pPr>
    </w:p>
    <w:p w14:paraId="7D892D70" w14:textId="6B37A1CF" w:rsidR="00AB148D" w:rsidRDefault="00AB148D" w:rsidP="00030311">
      <w:pPr>
        <w:pStyle w:val="Answerstyle"/>
      </w:pPr>
      <w:r w:rsidRPr="006A7F35">
        <w:rPr>
          <w:b/>
        </w:rPr>
        <w:t>Q1</w:t>
      </w:r>
      <w:r w:rsidR="006A7F35" w:rsidRPr="006A7F35">
        <w:rPr>
          <w:b/>
        </w:rPr>
        <w:t>:</w:t>
      </w:r>
      <w:r w:rsidRPr="00D45249">
        <w:tab/>
      </w:r>
      <w:r w:rsidR="007952F7">
        <w:t xml:space="preserve">See </w:t>
      </w:r>
      <w:r w:rsidR="00A80BEC">
        <w:t>VB</w:t>
      </w:r>
      <w:r w:rsidR="007952F7">
        <w:t xml:space="preserve"> program </w:t>
      </w:r>
      <w:r w:rsidR="007952F7" w:rsidRPr="007952F7">
        <w:t>Ch 3 Question 1 minimum number.</w:t>
      </w:r>
      <w:r w:rsidR="00A80BEC">
        <w:t>txt</w:t>
      </w:r>
    </w:p>
    <w:p w14:paraId="7D8084FF" w14:textId="77777777" w:rsidR="005A0BA0" w:rsidRPr="005A0BA0" w:rsidRDefault="005A0BA0" w:rsidP="005A0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nsolas" w:hAnsi="Consolas" w:cs="Courier New"/>
          <w:color w:val="000000"/>
          <w:sz w:val="20"/>
          <w:szCs w:val="20"/>
        </w:rPr>
      </w:pPr>
      <w:r w:rsidRPr="005A0BA0">
        <w:rPr>
          <w:rFonts w:ascii="Consolas" w:hAnsi="Consolas" w:cs="Courier New"/>
          <w:color w:val="0000FF"/>
          <w:sz w:val="20"/>
          <w:szCs w:val="20"/>
        </w:rPr>
        <w:t>Dim</w:t>
      </w:r>
      <w:r w:rsidRPr="005A0BA0">
        <w:rPr>
          <w:rFonts w:ascii="Consolas" w:hAnsi="Consolas" w:cs="Courier New"/>
          <w:color w:val="000000"/>
          <w:sz w:val="20"/>
          <w:szCs w:val="20"/>
        </w:rPr>
        <w:t> </w:t>
      </w:r>
      <w:r w:rsidRPr="005A0BA0">
        <w:rPr>
          <w:rFonts w:ascii="Consolas" w:hAnsi="Consolas" w:cs="Courier New"/>
          <w:color w:val="1F377F"/>
          <w:sz w:val="20"/>
          <w:szCs w:val="20"/>
        </w:rPr>
        <w:t>num1</w:t>
      </w:r>
      <w:r w:rsidRPr="005A0BA0">
        <w:rPr>
          <w:rFonts w:ascii="Consolas" w:hAnsi="Consolas" w:cs="Courier New"/>
          <w:color w:val="000000"/>
          <w:sz w:val="20"/>
          <w:szCs w:val="20"/>
        </w:rPr>
        <w:t>, </w:t>
      </w:r>
      <w:r w:rsidRPr="005A0BA0">
        <w:rPr>
          <w:rFonts w:ascii="Consolas" w:hAnsi="Consolas" w:cs="Courier New"/>
          <w:color w:val="1F377F"/>
          <w:sz w:val="20"/>
          <w:szCs w:val="20"/>
        </w:rPr>
        <w:t>num2</w:t>
      </w:r>
      <w:r w:rsidRPr="005A0BA0">
        <w:rPr>
          <w:rFonts w:ascii="Consolas" w:hAnsi="Consolas" w:cs="Courier New"/>
          <w:color w:val="000000"/>
          <w:sz w:val="20"/>
          <w:szCs w:val="20"/>
        </w:rPr>
        <w:t>, </w:t>
      </w:r>
      <w:r w:rsidRPr="005A0BA0">
        <w:rPr>
          <w:rFonts w:ascii="Consolas" w:hAnsi="Consolas" w:cs="Courier New"/>
          <w:color w:val="1F377F"/>
          <w:sz w:val="20"/>
          <w:szCs w:val="20"/>
        </w:rPr>
        <w:t>minimum</w:t>
      </w:r>
      <w:r w:rsidRPr="005A0BA0">
        <w:rPr>
          <w:rFonts w:ascii="Consolas" w:hAnsi="Consolas" w:cs="Courier New"/>
          <w:color w:val="000000"/>
          <w:sz w:val="20"/>
          <w:szCs w:val="20"/>
        </w:rPr>
        <w:t> </w:t>
      </w:r>
      <w:r w:rsidRPr="005A0BA0">
        <w:rPr>
          <w:rFonts w:ascii="Consolas" w:hAnsi="Consolas" w:cs="Courier New"/>
          <w:color w:val="0000FF"/>
          <w:sz w:val="20"/>
          <w:szCs w:val="20"/>
        </w:rPr>
        <w:t>As</w:t>
      </w:r>
      <w:r w:rsidRPr="005A0BA0">
        <w:rPr>
          <w:rFonts w:ascii="Consolas" w:hAnsi="Consolas" w:cs="Courier New"/>
          <w:color w:val="000000"/>
          <w:sz w:val="20"/>
          <w:szCs w:val="20"/>
        </w:rPr>
        <w:t> </w:t>
      </w:r>
      <w:r w:rsidRPr="005A0BA0">
        <w:rPr>
          <w:rFonts w:ascii="Consolas" w:hAnsi="Consolas" w:cs="Courier New"/>
          <w:color w:val="0000FF"/>
          <w:sz w:val="20"/>
          <w:szCs w:val="20"/>
        </w:rPr>
        <w:t>Double</w:t>
      </w:r>
    </w:p>
    <w:p w14:paraId="467B14F6" w14:textId="77777777" w:rsidR="005A0BA0" w:rsidRPr="005A0BA0" w:rsidRDefault="005A0BA0" w:rsidP="005A0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nsolas" w:hAnsi="Consolas" w:cs="Courier New"/>
          <w:color w:val="000000"/>
          <w:sz w:val="20"/>
          <w:szCs w:val="20"/>
        </w:rPr>
      </w:pPr>
      <w:r w:rsidRPr="005A0BA0">
        <w:rPr>
          <w:rFonts w:ascii="Consolas" w:hAnsi="Consolas" w:cs="Courier New"/>
          <w:color w:val="000000"/>
          <w:sz w:val="20"/>
          <w:szCs w:val="20"/>
        </w:rPr>
        <w:t xml:space="preserve"> </w:t>
      </w:r>
    </w:p>
    <w:p w14:paraId="7ADFF19D" w14:textId="77777777" w:rsidR="005A0BA0" w:rsidRPr="005A0BA0" w:rsidRDefault="005A0BA0" w:rsidP="005A0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nsolas" w:hAnsi="Consolas" w:cs="Courier New"/>
          <w:color w:val="000000"/>
          <w:sz w:val="20"/>
          <w:szCs w:val="20"/>
        </w:rPr>
      </w:pPr>
      <w:proofErr w:type="spellStart"/>
      <w:r w:rsidRPr="005A0BA0">
        <w:rPr>
          <w:rFonts w:ascii="Consolas" w:hAnsi="Consolas" w:cs="Courier New"/>
          <w:color w:val="2B91AF"/>
          <w:sz w:val="20"/>
          <w:szCs w:val="20"/>
        </w:rPr>
        <w:t>Console</w:t>
      </w:r>
      <w:r w:rsidRPr="005A0BA0">
        <w:rPr>
          <w:rFonts w:ascii="Consolas" w:hAnsi="Consolas" w:cs="Courier New"/>
          <w:color w:val="000000"/>
          <w:sz w:val="20"/>
          <w:szCs w:val="20"/>
        </w:rPr>
        <w:t>.</w:t>
      </w:r>
      <w:r w:rsidRPr="005A0BA0">
        <w:rPr>
          <w:rFonts w:ascii="Consolas" w:hAnsi="Consolas" w:cs="Courier New"/>
          <w:color w:val="74531F"/>
          <w:sz w:val="20"/>
          <w:szCs w:val="20"/>
        </w:rPr>
        <w:t>WriteLine</w:t>
      </w:r>
      <w:proofErr w:type="spellEnd"/>
      <w:r w:rsidRPr="005A0BA0">
        <w:rPr>
          <w:rFonts w:ascii="Consolas" w:hAnsi="Consolas" w:cs="Courier New"/>
          <w:color w:val="000000"/>
          <w:sz w:val="20"/>
          <w:szCs w:val="20"/>
        </w:rPr>
        <w:t>(</w:t>
      </w:r>
      <w:r w:rsidRPr="005A0BA0">
        <w:rPr>
          <w:rFonts w:ascii="Consolas" w:hAnsi="Consolas" w:cs="Courier New"/>
          <w:color w:val="A31515"/>
          <w:sz w:val="20"/>
          <w:szCs w:val="20"/>
        </w:rPr>
        <w:t>"Enter first number: "</w:t>
      </w:r>
      <w:r w:rsidRPr="005A0BA0">
        <w:rPr>
          <w:rFonts w:ascii="Consolas" w:hAnsi="Consolas" w:cs="Courier New"/>
          <w:color w:val="000000"/>
          <w:sz w:val="20"/>
          <w:szCs w:val="20"/>
        </w:rPr>
        <w:t>)</w:t>
      </w:r>
    </w:p>
    <w:p w14:paraId="7C45027A" w14:textId="77777777" w:rsidR="005A0BA0" w:rsidRPr="005A0BA0" w:rsidRDefault="005A0BA0" w:rsidP="005A0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nsolas" w:hAnsi="Consolas" w:cs="Courier New"/>
          <w:color w:val="000000"/>
          <w:sz w:val="20"/>
          <w:szCs w:val="20"/>
        </w:rPr>
      </w:pPr>
      <w:r w:rsidRPr="005A0BA0">
        <w:rPr>
          <w:rFonts w:ascii="Consolas" w:hAnsi="Consolas" w:cs="Courier New"/>
          <w:color w:val="1F377F"/>
          <w:sz w:val="20"/>
          <w:szCs w:val="20"/>
        </w:rPr>
        <w:t>num1</w:t>
      </w:r>
      <w:r w:rsidRPr="005A0BA0">
        <w:rPr>
          <w:rFonts w:ascii="Consolas" w:hAnsi="Consolas" w:cs="Courier New"/>
          <w:color w:val="000000"/>
          <w:sz w:val="20"/>
          <w:szCs w:val="20"/>
        </w:rPr>
        <w:t> = </w:t>
      </w:r>
      <w:proofErr w:type="spellStart"/>
      <w:r w:rsidRPr="005A0BA0">
        <w:rPr>
          <w:rFonts w:ascii="Consolas" w:hAnsi="Consolas" w:cs="Courier New"/>
          <w:color w:val="2B91AF"/>
          <w:sz w:val="20"/>
          <w:szCs w:val="20"/>
        </w:rPr>
        <w:t>Console</w:t>
      </w:r>
      <w:r w:rsidRPr="005A0BA0">
        <w:rPr>
          <w:rFonts w:ascii="Consolas" w:hAnsi="Consolas" w:cs="Courier New"/>
          <w:color w:val="000000"/>
          <w:sz w:val="20"/>
          <w:szCs w:val="20"/>
        </w:rPr>
        <w:t>.</w:t>
      </w:r>
      <w:r w:rsidRPr="005A0BA0">
        <w:rPr>
          <w:rFonts w:ascii="Consolas" w:hAnsi="Consolas" w:cs="Courier New"/>
          <w:color w:val="74531F"/>
          <w:sz w:val="20"/>
          <w:szCs w:val="20"/>
        </w:rPr>
        <w:t>ReadLine</w:t>
      </w:r>
      <w:proofErr w:type="spellEnd"/>
      <w:r w:rsidRPr="005A0BA0">
        <w:rPr>
          <w:rFonts w:ascii="Consolas" w:hAnsi="Consolas" w:cs="Courier New"/>
          <w:color w:val="000000"/>
          <w:sz w:val="20"/>
          <w:szCs w:val="20"/>
        </w:rPr>
        <w:t>()</w:t>
      </w:r>
    </w:p>
    <w:p w14:paraId="7E7CF8A1" w14:textId="77777777" w:rsidR="005A0BA0" w:rsidRPr="005A0BA0" w:rsidRDefault="005A0BA0" w:rsidP="005A0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nsolas" w:hAnsi="Consolas" w:cs="Courier New"/>
          <w:color w:val="000000"/>
          <w:sz w:val="20"/>
          <w:szCs w:val="20"/>
        </w:rPr>
      </w:pPr>
      <w:proofErr w:type="spellStart"/>
      <w:r w:rsidRPr="005A0BA0">
        <w:rPr>
          <w:rFonts w:ascii="Consolas" w:hAnsi="Consolas" w:cs="Courier New"/>
          <w:color w:val="2B91AF"/>
          <w:sz w:val="20"/>
          <w:szCs w:val="20"/>
        </w:rPr>
        <w:t>Console</w:t>
      </w:r>
      <w:r w:rsidRPr="005A0BA0">
        <w:rPr>
          <w:rFonts w:ascii="Consolas" w:hAnsi="Consolas" w:cs="Courier New"/>
          <w:color w:val="000000"/>
          <w:sz w:val="20"/>
          <w:szCs w:val="20"/>
        </w:rPr>
        <w:t>.</w:t>
      </w:r>
      <w:r w:rsidRPr="005A0BA0">
        <w:rPr>
          <w:rFonts w:ascii="Consolas" w:hAnsi="Consolas" w:cs="Courier New"/>
          <w:color w:val="74531F"/>
          <w:sz w:val="20"/>
          <w:szCs w:val="20"/>
        </w:rPr>
        <w:t>WriteLine</w:t>
      </w:r>
      <w:proofErr w:type="spellEnd"/>
      <w:r w:rsidRPr="005A0BA0">
        <w:rPr>
          <w:rFonts w:ascii="Consolas" w:hAnsi="Consolas" w:cs="Courier New"/>
          <w:color w:val="000000"/>
          <w:sz w:val="20"/>
          <w:szCs w:val="20"/>
        </w:rPr>
        <w:t>(</w:t>
      </w:r>
      <w:r w:rsidRPr="005A0BA0">
        <w:rPr>
          <w:rFonts w:ascii="Consolas" w:hAnsi="Consolas" w:cs="Courier New"/>
          <w:color w:val="A31515"/>
          <w:sz w:val="20"/>
          <w:szCs w:val="20"/>
        </w:rPr>
        <w:t>"Enter second number: "</w:t>
      </w:r>
      <w:r w:rsidRPr="005A0BA0">
        <w:rPr>
          <w:rFonts w:ascii="Consolas" w:hAnsi="Consolas" w:cs="Courier New"/>
          <w:color w:val="000000"/>
          <w:sz w:val="20"/>
          <w:szCs w:val="20"/>
        </w:rPr>
        <w:t>)</w:t>
      </w:r>
    </w:p>
    <w:p w14:paraId="1B5B3180" w14:textId="77777777" w:rsidR="005A0BA0" w:rsidRPr="005A0BA0" w:rsidRDefault="005A0BA0" w:rsidP="005A0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nsolas" w:hAnsi="Consolas" w:cs="Courier New"/>
          <w:color w:val="000000"/>
          <w:sz w:val="20"/>
          <w:szCs w:val="20"/>
        </w:rPr>
      </w:pPr>
      <w:r w:rsidRPr="005A0BA0">
        <w:rPr>
          <w:rFonts w:ascii="Consolas" w:hAnsi="Consolas" w:cs="Courier New"/>
          <w:color w:val="1F377F"/>
          <w:sz w:val="20"/>
          <w:szCs w:val="20"/>
        </w:rPr>
        <w:t>num2</w:t>
      </w:r>
      <w:r w:rsidRPr="005A0BA0">
        <w:rPr>
          <w:rFonts w:ascii="Consolas" w:hAnsi="Consolas" w:cs="Courier New"/>
          <w:color w:val="000000"/>
          <w:sz w:val="20"/>
          <w:szCs w:val="20"/>
        </w:rPr>
        <w:t> = </w:t>
      </w:r>
      <w:proofErr w:type="spellStart"/>
      <w:r w:rsidRPr="005A0BA0">
        <w:rPr>
          <w:rFonts w:ascii="Consolas" w:hAnsi="Consolas" w:cs="Courier New"/>
          <w:color w:val="2B91AF"/>
          <w:sz w:val="20"/>
          <w:szCs w:val="20"/>
        </w:rPr>
        <w:t>Console</w:t>
      </w:r>
      <w:r w:rsidRPr="005A0BA0">
        <w:rPr>
          <w:rFonts w:ascii="Consolas" w:hAnsi="Consolas" w:cs="Courier New"/>
          <w:color w:val="000000"/>
          <w:sz w:val="20"/>
          <w:szCs w:val="20"/>
        </w:rPr>
        <w:t>.</w:t>
      </w:r>
      <w:r w:rsidRPr="005A0BA0">
        <w:rPr>
          <w:rFonts w:ascii="Consolas" w:hAnsi="Consolas" w:cs="Courier New"/>
          <w:color w:val="74531F"/>
          <w:sz w:val="20"/>
          <w:szCs w:val="20"/>
        </w:rPr>
        <w:t>ReadLine</w:t>
      </w:r>
      <w:proofErr w:type="spellEnd"/>
      <w:r w:rsidRPr="005A0BA0">
        <w:rPr>
          <w:rFonts w:ascii="Consolas" w:hAnsi="Consolas" w:cs="Courier New"/>
          <w:color w:val="000000"/>
          <w:sz w:val="20"/>
          <w:szCs w:val="20"/>
        </w:rPr>
        <w:t>()</w:t>
      </w:r>
    </w:p>
    <w:p w14:paraId="1486BC77" w14:textId="77777777" w:rsidR="005A0BA0" w:rsidRPr="005A0BA0" w:rsidRDefault="005A0BA0" w:rsidP="005A0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nsolas" w:hAnsi="Consolas" w:cs="Courier New"/>
          <w:color w:val="000000"/>
          <w:sz w:val="20"/>
          <w:szCs w:val="20"/>
        </w:rPr>
      </w:pPr>
      <w:r w:rsidRPr="005A0BA0">
        <w:rPr>
          <w:rFonts w:ascii="Consolas" w:hAnsi="Consolas" w:cs="Courier New"/>
          <w:color w:val="8F08C4"/>
          <w:sz w:val="20"/>
          <w:szCs w:val="20"/>
        </w:rPr>
        <w:t>If</w:t>
      </w:r>
      <w:r w:rsidRPr="005A0BA0">
        <w:rPr>
          <w:rFonts w:ascii="Consolas" w:hAnsi="Consolas" w:cs="Courier New"/>
          <w:color w:val="000000"/>
          <w:sz w:val="20"/>
          <w:szCs w:val="20"/>
        </w:rPr>
        <w:t> </w:t>
      </w:r>
      <w:r w:rsidRPr="005A0BA0">
        <w:rPr>
          <w:rFonts w:ascii="Consolas" w:hAnsi="Consolas" w:cs="Courier New"/>
          <w:color w:val="1F377F"/>
          <w:sz w:val="20"/>
          <w:szCs w:val="20"/>
        </w:rPr>
        <w:t>num1</w:t>
      </w:r>
      <w:r w:rsidRPr="005A0BA0">
        <w:rPr>
          <w:rFonts w:ascii="Consolas" w:hAnsi="Consolas" w:cs="Courier New"/>
          <w:color w:val="000000"/>
          <w:sz w:val="20"/>
          <w:szCs w:val="20"/>
        </w:rPr>
        <w:t> &lt; </w:t>
      </w:r>
      <w:r w:rsidRPr="005A0BA0">
        <w:rPr>
          <w:rFonts w:ascii="Consolas" w:hAnsi="Consolas" w:cs="Courier New"/>
          <w:color w:val="1F377F"/>
          <w:sz w:val="20"/>
          <w:szCs w:val="20"/>
        </w:rPr>
        <w:t>num2</w:t>
      </w:r>
      <w:r w:rsidRPr="005A0BA0">
        <w:rPr>
          <w:rFonts w:ascii="Consolas" w:hAnsi="Consolas" w:cs="Courier New"/>
          <w:color w:val="000000"/>
          <w:sz w:val="20"/>
          <w:szCs w:val="20"/>
        </w:rPr>
        <w:t> </w:t>
      </w:r>
      <w:r w:rsidRPr="005A0BA0">
        <w:rPr>
          <w:rFonts w:ascii="Consolas" w:hAnsi="Consolas" w:cs="Courier New"/>
          <w:color w:val="8F08C4"/>
          <w:sz w:val="20"/>
          <w:szCs w:val="20"/>
        </w:rPr>
        <w:t>Then</w:t>
      </w:r>
    </w:p>
    <w:p w14:paraId="0FF8E737" w14:textId="77777777" w:rsidR="005A0BA0" w:rsidRPr="005A0BA0" w:rsidRDefault="005A0BA0" w:rsidP="005A0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nsolas" w:hAnsi="Consolas" w:cs="Courier New"/>
          <w:color w:val="000000"/>
          <w:sz w:val="20"/>
          <w:szCs w:val="20"/>
        </w:rPr>
      </w:pPr>
      <w:r w:rsidRPr="005A0BA0">
        <w:rPr>
          <w:rFonts w:ascii="Consolas" w:hAnsi="Consolas" w:cs="Courier New"/>
          <w:color w:val="000000"/>
          <w:sz w:val="20"/>
          <w:szCs w:val="20"/>
        </w:rPr>
        <w:t>    </w:t>
      </w:r>
      <w:r w:rsidRPr="005A0BA0">
        <w:rPr>
          <w:rFonts w:ascii="Consolas" w:hAnsi="Consolas" w:cs="Courier New"/>
          <w:color w:val="1F377F"/>
          <w:sz w:val="20"/>
          <w:szCs w:val="20"/>
        </w:rPr>
        <w:t>minimum</w:t>
      </w:r>
      <w:r w:rsidRPr="005A0BA0">
        <w:rPr>
          <w:rFonts w:ascii="Consolas" w:hAnsi="Consolas" w:cs="Courier New"/>
          <w:color w:val="000000"/>
          <w:sz w:val="20"/>
          <w:szCs w:val="20"/>
        </w:rPr>
        <w:t> = </w:t>
      </w:r>
      <w:r w:rsidRPr="005A0BA0">
        <w:rPr>
          <w:rFonts w:ascii="Consolas" w:hAnsi="Consolas" w:cs="Courier New"/>
          <w:color w:val="1F377F"/>
          <w:sz w:val="20"/>
          <w:szCs w:val="20"/>
        </w:rPr>
        <w:t>num1</w:t>
      </w:r>
    </w:p>
    <w:p w14:paraId="5ACAF57B" w14:textId="77777777" w:rsidR="005A0BA0" w:rsidRPr="005A0BA0" w:rsidRDefault="005A0BA0" w:rsidP="005A0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nsolas" w:hAnsi="Consolas" w:cs="Courier New"/>
          <w:color w:val="000000"/>
          <w:sz w:val="20"/>
          <w:szCs w:val="20"/>
        </w:rPr>
      </w:pPr>
      <w:r w:rsidRPr="005A0BA0">
        <w:rPr>
          <w:rFonts w:ascii="Consolas" w:hAnsi="Consolas" w:cs="Courier New"/>
          <w:color w:val="8F08C4"/>
          <w:sz w:val="20"/>
          <w:szCs w:val="20"/>
        </w:rPr>
        <w:t>Else</w:t>
      </w:r>
    </w:p>
    <w:p w14:paraId="37385AFB" w14:textId="77777777" w:rsidR="005A0BA0" w:rsidRPr="005A0BA0" w:rsidRDefault="005A0BA0" w:rsidP="005A0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nsolas" w:hAnsi="Consolas" w:cs="Courier New"/>
          <w:color w:val="000000"/>
          <w:sz w:val="20"/>
          <w:szCs w:val="20"/>
        </w:rPr>
      </w:pPr>
      <w:r w:rsidRPr="005A0BA0">
        <w:rPr>
          <w:rFonts w:ascii="Consolas" w:hAnsi="Consolas" w:cs="Courier New"/>
          <w:color w:val="000000"/>
          <w:sz w:val="20"/>
          <w:szCs w:val="20"/>
        </w:rPr>
        <w:t>    </w:t>
      </w:r>
      <w:r w:rsidRPr="005A0BA0">
        <w:rPr>
          <w:rFonts w:ascii="Consolas" w:hAnsi="Consolas" w:cs="Courier New"/>
          <w:color w:val="1F377F"/>
          <w:sz w:val="20"/>
          <w:szCs w:val="20"/>
        </w:rPr>
        <w:t>minimum</w:t>
      </w:r>
      <w:r w:rsidRPr="005A0BA0">
        <w:rPr>
          <w:rFonts w:ascii="Consolas" w:hAnsi="Consolas" w:cs="Courier New"/>
          <w:color w:val="000000"/>
          <w:sz w:val="20"/>
          <w:szCs w:val="20"/>
        </w:rPr>
        <w:t> = </w:t>
      </w:r>
      <w:r w:rsidRPr="005A0BA0">
        <w:rPr>
          <w:rFonts w:ascii="Consolas" w:hAnsi="Consolas" w:cs="Courier New"/>
          <w:color w:val="1F377F"/>
          <w:sz w:val="20"/>
          <w:szCs w:val="20"/>
        </w:rPr>
        <w:t>num2</w:t>
      </w:r>
    </w:p>
    <w:p w14:paraId="08072D39" w14:textId="77777777" w:rsidR="005A0BA0" w:rsidRPr="005A0BA0" w:rsidRDefault="005A0BA0" w:rsidP="005A0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nsolas" w:hAnsi="Consolas" w:cs="Courier New"/>
          <w:color w:val="000000"/>
          <w:sz w:val="20"/>
          <w:szCs w:val="20"/>
        </w:rPr>
      </w:pPr>
      <w:r w:rsidRPr="005A0BA0">
        <w:rPr>
          <w:rFonts w:ascii="Consolas" w:hAnsi="Consolas" w:cs="Courier New"/>
          <w:color w:val="8F08C4"/>
          <w:sz w:val="20"/>
          <w:szCs w:val="20"/>
        </w:rPr>
        <w:t>End</w:t>
      </w:r>
      <w:r w:rsidRPr="005A0BA0">
        <w:rPr>
          <w:rFonts w:ascii="Consolas" w:hAnsi="Consolas" w:cs="Courier New"/>
          <w:color w:val="000000"/>
          <w:sz w:val="20"/>
          <w:szCs w:val="20"/>
        </w:rPr>
        <w:t> </w:t>
      </w:r>
      <w:r w:rsidRPr="005A0BA0">
        <w:rPr>
          <w:rFonts w:ascii="Consolas" w:hAnsi="Consolas" w:cs="Courier New"/>
          <w:color w:val="8F08C4"/>
          <w:sz w:val="20"/>
          <w:szCs w:val="20"/>
        </w:rPr>
        <w:t>If</w:t>
      </w:r>
    </w:p>
    <w:p w14:paraId="165E959D" w14:textId="77777777" w:rsidR="005A0BA0" w:rsidRPr="005A0BA0" w:rsidRDefault="005A0BA0" w:rsidP="005A0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nsolas" w:hAnsi="Consolas" w:cs="Courier New"/>
          <w:color w:val="000000"/>
          <w:sz w:val="20"/>
          <w:szCs w:val="20"/>
        </w:rPr>
      </w:pPr>
      <w:proofErr w:type="spellStart"/>
      <w:r w:rsidRPr="005A0BA0">
        <w:rPr>
          <w:rFonts w:ascii="Consolas" w:hAnsi="Consolas" w:cs="Courier New"/>
          <w:color w:val="2B91AF"/>
          <w:sz w:val="20"/>
          <w:szCs w:val="20"/>
        </w:rPr>
        <w:t>Console</w:t>
      </w:r>
      <w:r w:rsidRPr="005A0BA0">
        <w:rPr>
          <w:rFonts w:ascii="Consolas" w:hAnsi="Consolas" w:cs="Courier New"/>
          <w:color w:val="000000"/>
          <w:sz w:val="20"/>
          <w:szCs w:val="20"/>
        </w:rPr>
        <w:t>.</w:t>
      </w:r>
      <w:r w:rsidRPr="005A0BA0">
        <w:rPr>
          <w:rFonts w:ascii="Consolas" w:hAnsi="Consolas" w:cs="Courier New"/>
          <w:color w:val="74531F"/>
          <w:sz w:val="20"/>
          <w:szCs w:val="20"/>
        </w:rPr>
        <w:t>WriteLine</w:t>
      </w:r>
      <w:proofErr w:type="spellEnd"/>
      <w:r w:rsidRPr="005A0BA0">
        <w:rPr>
          <w:rFonts w:ascii="Consolas" w:hAnsi="Consolas" w:cs="Courier New"/>
          <w:color w:val="000000"/>
          <w:sz w:val="20"/>
          <w:szCs w:val="20"/>
        </w:rPr>
        <w:t>(</w:t>
      </w:r>
      <w:r w:rsidRPr="005A0BA0">
        <w:rPr>
          <w:rFonts w:ascii="Consolas" w:hAnsi="Consolas" w:cs="Courier New"/>
          <w:color w:val="A31515"/>
          <w:sz w:val="20"/>
          <w:szCs w:val="20"/>
        </w:rPr>
        <w:t>"Minimum number = "</w:t>
      </w:r>
      <w:r w:rsidRPr="005A0BA0">
        <w:rPr>
          <w:rFonts w:ascii="Consolas" w:hAnsi="Consolas" w:cs="Courier New"/>
          <w:color w:val="000000"/>
          <w:sz w:val="20"/>
          <w:szCs w:val="20"/>
        </w:rPr>
        <w:t> &amp; </w:t>
      </w:r>
      <w:r w:rsidRPr="005A0BA0">
        <w:rPr>
          <w:rFonts w:ascii="Consolas" w:hAnsi="Consolas" w:cs="Courier New"/>
          <w:color w:val="1F377F"/>
          <w:sz w:val="20"/>
          <w:szCs w:val="20"/>
        </w:rPr>
        <w:t>minimum</w:t>
      </w:r>
      <w:r w:rsidRPr="005A0BA0">
        <w:rPr>
          <w:rFonts w:ascii="Consolas" w:hAnsi="Consolas" w:cs="Courier New"/>
          <w:color w:val="000000"/>
          <w:sz w:val="20"/>
          <w:szCs w:val="20"/>
        </w:rPr>
        <w:t>)</w:t>
      </w:r>
    </w:p>
    <w:p w14:paraId="2294E1F9" w14:textId="77777777" w:rsidR="007952F7" w:rsidRPr="00B255F8" w:rsidRDefault="007952F7" w:rsidP="001F742D">
      <w:pPr>
        <w:pStyle w:val="Answerstyle"/>
        <w:rPr>
          <w:lang w:val="de-DE"/>
        </w:rPr>
      </w:pPr>
    </w:p>
    <w:p w14:paraId="44ADDB3C" w14:textId="77777777" w:rsidR="00AB148D" w:rsidRDefault="00535BF9" w:rsidP="001F742D">
      <w:pPr>
        <w:pStyle w:val="Answerstyle"/>
      </w:pPr>
      <w:r w:rsidRPr="006A7F35">
        <w:rPr>
          <w:b/>
        </w:rPr>
        <w:t>Q2</w:t>
      </w:r>
      <w:r w:rsidR="006A7F35" w:rsidRPr="006A7F35">
        <w:rPr>
          <w:b/>
        </w:rPr>
        <w:t>:</w:t>
      </w:r>
      <w:r w:rsidRPr="00AB148D">
        <w:tab/>
      </w:r>
      <w:proofErr w:type="spellStart"/>
      <w:r w:rsidR="007952F7">
        <w:t>weekendRate</w:t>
      </w:r>
      <w:proofErr w:type="spellEnd"/>
      <w:r w:rsidR="007952F7">
        <w:t xml:space="preserve"> </w:t>
      </w:r>
      <w:r w:rsidR="006721DD">
        <w:t>will remain False</w:t>
      </w:r>
      <w:r w:rsidR="007952F7">
        <w:t xml:space="preserve">. </w:t>
      </w:r>
    </w:p>
    <w:p w14:paraId="5CC0551A" w14:textId="4C8FFA52" w:rsidR="00B57DC3" w:rsidRPr="00AB148D" w:rsidRDefault="00B57DC3" w:rsidP="001F742D">
      <w:pPr>
        <w:pStyle w:val="Answerstyle"/>
      </w:pPr>
      <w:r w:rsidRPr="006A7F35">
        <w:rPr>
          <w:b/>
        </w:rPr>
        <w:tab/>
      </w:r>
      <w:r>
        <w:t xml:space="preserve">See </w:t>
      </w:r>
      <w:r w:rsidR="00A80BEC">
        <w:t>VB</w:t>
      </w:r>
      <w:r>
        <w:t xml:space="preserve"> program </w:t>
      </w:r>
      <w:r w:rsidRPr="007952F7">
        <w:t>Ch 3</w:t>
      </w:r>
      <w:r w:rsidRPr="00B57DC3">
        <w:t xml:space="preserve"> Example </w:t>
      </w:r>
      <w:r w:rsidR="005A0BA0">
        <w:t>4</w:t>
      </w:r>
      <w:r w:rsidRPr="00B57DC3">
        <w:t xml:space="preserve"> Selection statements</w:t>
      </w:r>
      <w:r>
        <w:t>.</w:t>
      </w:r>
      <w:r w:rsidR="00A80BEC">
        <w:t>txt</w:t>
      </w:r>
    </w:p>
    <w:p w14:paraId="598DAB26" w14:textId="77777777" w:rsidR="00535BF9" w:rsidRPr="003864ED" w:rsidRDefault="00535BF9" w:rsidP="005251CA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14:paraId="2AEBAF71" w14:textId="22677A0E" w:rsidR="00535BF9" w:rsidRPr="003864ED" w:rsidRDefault="00535BF9" w:rsidP="00030311">
      <w:pPr>
        <w:pStyle w:val="Answerstyle"/>
      </w:pPr>
      <w:r w:rsidRPr="005251CA">
        <w:t>1.</w:t>
      </w:r>
      <w:r w:rsidRPr="005251CA">
        <w:tab/>
      </w:r>
      <w:r w:rsidR="00B57DC3">
        <w:t xml:space="preserve">See </w:t>
      </w:r>
      <w:r w:rsidR="00A80BEC">
        <w:t>VB</w:t>
      </w:r>
      <w:r w:rsidR="00B57DC3">
        <w:t xml:space="preserve"> program </w:t>
      </w:r>
      <w:r w:rsidR="00B57DC3" w:rsidRPr="00B57DC3">
        <w:t>Ch 3 Exercise 1 area of square or rectangle.</w:t>
      </w:r>
      <w:r w:rsidR="00A80BEC">
        <w:t>txt</w:t>
      </w:r>
      <w:r w:rsidR="00B57DC3">
        <w:t xml:space="preserve"> </w:t>
      </w:r>
    </w:p>
    <w:p w14:paraId="2EB64556" w14:textId="789C87BA" w:rsidR="001F742D" w:rsidRDefault="005251CA" w:rsidP="001F742D">
      <w:pPr>
        <w:pStyle w:val="Answerstyle"/>
      </w:pPr>
      <w:r w:rsidRPr="005251CA">
        <w:t>2</w:t>
      </w:r>
      <w:r w:rsidR="00535BF9" w:rsidRPr="005251CA">
        <w:t>.</w:t>
      </w:r>
      <w:r w:rsidR="00B57DC3">
        <w:tab/>
        <w:t xml:space="preserve">See </w:t>
      </w:r>
      <w:r w:rsidR="00A80BEC">
        <w:t>VB</w:t>
      </w:r>
      <w:r w:rsidR="00B57DC3">
        <w:t xml:space="preserve"> program </w:t>
      </w:r>
      <w:r w:rsidR="00B57DC3" w:rsidRPr="00B57DC3">
        <w:t xml:space="preserve">Ch 3 Exercise 2 </w:t>
      </w:r>
      <w:r w:rsidR="00225EC0">
        <w:t>m</w:t>
      </w:r>
      <w:r w:rsidR="00B57DC3" w:rsidRPr="00B57DC3">
        <w:t>enu of subject choices.</w:t>
      </w:r>
      <w:r w:rsidR="00A80BEC">
        <w:t>txt</w:t>
      </w:r>
    </w:p>
    <w:p w14:paraId="218ED26E" w14:textId="0A0247B6" w:rsidR="00B57DC3" w:rsidRDefault="00B57DC3" w:rsidP="001F742D">
      <w:pPr>
        <w:pStyle w:val="Answerstyle"/>
      </w:pPr>
      <w:r>
        <w:t>3.</w:t>
      </w:r>
      <w:r>
        <w:tab/>
        <w:t xml:space="preserve">See </w:t>
      </w:r>
      <w:r w:rsidR="00A80BEC">
        <w:t>VB</w:t>
      </w:r>
      <w:r>
        <w:t xml:space="preserve"> program </w:t>
      </w:r>
      <w:r w:rsidRPr="00B57DC3">
        <w:t>Ch 3 Exercise 3 throw two dice.</w:t>
      </w:r>
      <w:r w:rsidR="00A80BEC">
        <w:t>txt</w:t>
      </w:r>
    </w:p>
    <w:p w14:paraId="7F2B85CC" w14:textId="59AC212F" w:rsidR="00B57DC3" w:rsidRDefault="00B57DC3" w:rsidP="001F742D">
      <w:pPr>
        <w:pStyle w:val="Answerstyle"/>
      </w:pPr>
      <w:r>
        <w:t>4.</w:t>
      </w:r>
      <w:r>
        <w:tab/>
        <w:t xml:space="preserve">See </w:t>
      </w:r>
      <w:r w:rsidR="00A80BEC">
        <w:t>VB</w:t>
      </w:r>
      <w:r>
        <w:t xml:space="preserve"> program </w:t>
      </w:r>
      <w:r w:rsidRPr="00B57DC3">
        <w:t xml:space="preserve">Ch 3 Exercise 4 </w:t>
      </w:r>
      <w:r w:rsidR="00225EC0">
        <w:t>d</w:t>
      </w:r>
      <w:r w:rsidRPr="00B57DC3">
        <w:t>iscount on goods purchased.</w:t>
      </w:r>
      <w:r w:rsidR="00A80BEC">
        <w:t>txt</w:t>
      </w:r>
    </w:p>
    <w:p w14:paraId="43B8DA05" w14:textId="3AD33544" w:rsidR="00B57DC3" w:rsidRDefault="00B57DC3" w:rsidP="001F742D">
      <w:pPr>
        <w:pStyle w:val="Answerstyle"/>
      </w:pPr>
      <w:r>
        <w:t>5.</w:t>
      </w:r>
      <w:r>
        <w:tab/>
        <w:t xml:space="preserve">See </w:t>
      </w:r>
      <w:r w:rsidR="00A80BEC">
        <w:t>VB</w:t>
      </w:r>
      <w:r>
        <w:t xml:space="preserve"> program </w:t>
      </w:r>
      <w:r w:rsidRPr="00B57DC3">
        <w:t>Ch 3 Exercise 5 car parking charges.</w:t>
      </w:r>
      <w:r w:rsidR="00A80BEC">
        <w:t>txt</w:t>
      </w:r>
    </w:p>
    <w:p w14:paraId="2590D5D9" w14:textId="77777777" w:rsidR="00B57DC3" w:rsidRDefault="00B57DC3" w:rsidP="001F742D">
      <w:pPr>
        <w:pStyle w:val="Answerstyle"/>
      </w:pPr>
    </w:p>
    <w:p w14:paraId="4068AC1D" w14:textId="77777777" w:rsidR="00B57DC3" w:rsidRDefault="00B57DC3" w:rsidP="001F742D">
      <w:pPr>
        <w:pStyle w:val="Answerstyle"/>
      </w:pPr>
    </w:p>
    <w:p w14:paraId="0A9FBCEA" w14:textId="77777777" w:rsidR="001F742D" w:rsidRDefault="001F742D">
      <w:pPr>
        <w:spacing w:after="200" w:line="276" w:lineRule="auto"/>
        <w:rPr>
          <w:rFonts w:eastAsiaTheme="minorHAnsi"/>
          <w:lang w:eastAsia="zh-CN"/>
        </w:rPr>
      </w:pPr>
      <w:r>
        <w:br w:type="page"/>
      </w:r>
    </w:p>
    <w:p w14:paraId="2D1F1176" w14:textId="77777777" w:rsidR="001F742D" w:rsidRDefault="001F742D" w:rsidP="001F742D">
      <w:pPr>
        <w:pStyle w:val="RedChapterHead"/>
      </w:pPr>
      <w:r w:rsidRPr="003864ED">
        <w:lastRenderedPageBreak/>
        <w:t xml:space="preserve">Chapter </w:t>
      </w:r>
      <w:r>
        <w:t>4 – Iteration</w:t>
      </w:r>
    </w:p>
    <w:p w14:paraId="1BED950A" w14:textId="77777777" w:rsidR="001F742D" w:rsidRPr="003864ED" w:rsidRDefault="001F742D" w:rsidP="001F742D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14:paraId="047B6AD1" w14:textId="77777777" w:rsidR="006A7F35" w:rsidRDefault="006A7F35" w:rsidP="001F742D">
      <w:pPr>
        <w:pStyle w:val="Answerstyle"/>
      </w:pPr>
    </w:p>
    <w:p w14:paraId="0DBD80A9" w14:textId="7384673C" w:rsidR="001F742D" w:rsidRDefault="001F742D" w:rsidP="001F742D">
      <w:pPr>
        <w:pStyle w:val="Answerstyle"/>
      </w:pPr>
      <w:r w:rsidRPr="006A7F35">
        <w:rPr>
          <w:b/>
        </w:rPr>
        <w:t>Q1</w:t>
      </w:r>
      <w:r w:rsidR="006A7F35" w:rsidRPr="006A7F35">
        <w:rPr>
          <w:b/>
        </w:rPr>
        <w:t>:</w:t>
      </w:r>
      <w:r w:rsidR="009E0B92">
        <w:tab/>
        <w:t>(a)</w:t>
      </w:r>
      <w:r w:rsidR="009E0B92">
        <w:tab/>
      </w:r>
      <w:r w:rsidR="0079525F">
        <w:t xml:space="preserve">See </w:t>
      </w:r>
      <w:r w:rsidR="00A80BEC">
        <w:t>VB</w:t>
      </w:r>
      <w:r w:rsidR="0079525F">
        <w:t xml:space="preserve"> program </w:t>
      </w:r>
      <w:r w:rsidR="0079525F" w:rsidRPr="0079525F">
        <w:t>Ch 4 Question 1a Lift-off.</w:t>
      </w:r>
      <w:r w:rsidR="00A80BEC">
        <w:t>txt</w:t>
      </w:r>
    </w:p>
    <w:p w14:paraId="39FD97BB" w14:textId="77777777" w:rsidR="0079525F" w:rsidRDefault="0079525F" w:rsidP="001F742D">
      <w:pPr>
        <w:pStyle w:val="Answerstyle"/>
      </w:pPr>
    </w:p>
    <w:p w14:paraId="50B2AD96" w14:textId="0F0C5F64" w:rsidR="0079525F" w:rsidRDefault="009E0B92" w:rsidP="001F742D">
      <w:pPr>
        <w:pStyle w:val="Answerstyle"/>
      </w:pPr>
      <w:r w:rsidRPr="006A7F35">
        <w:rPr>
          <w:b/>
        </w:rPr>
        <w:tab/>
      </w:r>
      <w:r>
        <w:t>(b)</w:t>
      </w:r>
      <w:r w:rsidR="0079525F">
        <w:tab/>
        <w:t xml:space="preserve">See </w:t>
      </w:r>
      <w:r w:rsidR="00A80BEC">
        <w:t>VB</w:t>
      </w:r>
      <w:r w:rsidR="0079525F">
        <w:t xml:space="preserve"> program </w:t>
      </w:r>
      <w:r w:rsidR="0079525F" w:rsidRPr="0079525F">
        <w:t>Ch 4 Question 1b total and average.</w:t>
      </w:r>
      <w:r w:rsidR="00A80BEC">
        <w:t>txt</w:t>
      </w:r>
    </w:p>
    <w:p w14:paraId="71BA265C" w14:textId="77777777" w:rsidR="0079525F" w:rsidRDefault="0079525F" w:rsidP="0079525F">
      <w:pPr>
        <w:pStyle w:val="Answerstyle"/>
        <w:ind w:left="567" w:hanging="567"/>
      </w:pPr>
    </w:p>
    <w:p w14:paraId="0D5E9395" w14:textId="77777777" w:rsidR="0079525F" w:rsidRDefault="0079525F" w:rsidP="0079525F">
      <w:pPr>
        <w:pStyle w:val="Answerstyle"/>
        <w:ind w:left="567" w:hanging="567"/>
      </w:pPr>
      <w:r w:rsidRPr="006A7F35">
        <w:rPr>
          <w:b/>
        </w:rPr>
        <w:t>Q2</w:t>
      </w:r>
      <w:r w:rsidR="006A7F35" w:rsidRPr="006A7F35">
        <w:rPr>
          <w:b/>
        </w:rPr>
        <w:t>:</w:t>
      </w:r>
      <w:r w:rsidR="001F742D" w:rsidRPr="00AB148D">
        <w:tab/>
      </w:r>
      <w:r>
        <w:t>The maximum result would be correct so long as all the results are 100 or less. The minimum result would be given as -1.</w:t>
      </w:r>
    </w:p>
    <w:p w14:paraId="00506DDC" w14:textId="5B825654" w:rsidR="0079525F" w:rsidRDefault="0079525F" w:rsidP="0079525F">
      <w:pPr>
        <w:pStyle w:val="Answerstyle"/>
      </w:pPr>
      <w:r w:rsidRPr="006A7F35">
        <w:rPr>
          <w:b/>
        </w:rPr>
        <w:tab/>
      </w:r>
      <w:r>
        <w:t xml:space="preserve">See </w:t>
      </w:r>
      <w:r w:rsidR="00A80BEC">
        <w:t>VB</w:t>
      </w:r>
      <w:r>
        <w:t xml:space="preserve"> program </w:t>
      </w:r>
      <w:r w:rsidRPr="0079525F">
        <w:t>Ch 4 Question 2 max and min error.</w:t>
      </w:r>
      <w:r w:rsidR="00A80BEC">
        <w:t>txt</w:t>
      </w:r>
    </w:p>
    <w:p w14:paraId="28934347" w14:textId="77777777" w:rsidR="0079525F" w:rsidRDefault="0079525F" w:rsidP="0079525F">
      <w:pPr>
        <w:pStyle w:val="Answerstyle"/>
      </w:pPr>
    </w:p>
    <w:p w14:paraId="273E75B9" w14:textId="74E17A98" w:rsidR="009B7D19" w:rsidRDefault="0079525F" w:rsidP="00EC7604">
      <w:pPr>
        <w:pStyle w:val="Answerstyle"/>
        <w:ind w:left="567" w:hanging="567"/>
      </w:pPr>
      <w:r w:rsidRPr="006A7F35">
        <w:rPr>
          <w:b/>
        </w:rPr>
        <w:t>Q3</w:t>
      </w:r>
      <w:r w:rsidR="006A7F35" w:rsidRPr="006A7F35">
        <w:rPr>
          <w:b/>
        </w:rPr>
        <w:t>:</w:t>
      </w:r>
      <w:r>
        <w:tab/>
      </w:r>
      <w:r w:rsidR="00EC7604">
        <w:t>Strange results can occur. For instance, if the numbers 8, 2 and 61 are entered, then Maximum test result will be 8 and Minimum test result will be 2. This is because “61” is less than “8” in a string comparison.</w:t>
      </w:r>
      <w:r w:rsidR="009B7D19">
        <w:t xml:space="preserve"> </w:t>
      </w:r>
    </w:p>
    <w:p w14:paraId="2236FC85" w14:textId="75EF9926" w:rsidR="009B7D19" w:rsidRDefault="009B7D19" w:rsidP="0079525F">
      <w:pPr>
        <w:pStyle w:val="Answerstyle"/>
      </w:pPr>
      <w:r w:rsidRPr="006A7F35">
        <w:rPr>
          <w:b/>
        </w:rPr>
        <w:tab/>
      </w:r>
      <w:r>
        <w:t xml:space="preserve">See </w:t>
      </w:r>
      <w:r w:rsidR="00A80BEC">
        <w:t>VB</w:t>
      </w:r>
      <w:r>
        <w:t xml:space="preserve"> program </w:t>
      </w:r>
      <w:r w:rsidRPr="009B7D19">
        <w:t>Ch 4 Question 3 max and min with string input.</w:t>
      </w:r>
      <w:r w:rsidR="00A80BEC">
        <w:t>txt</w:t>
      </w:r>
    </w:p>
    <w:p w14:paraId="32824AA4" w14:textId="77777777" w:rsidR="009B7D19" w:rsidRDefault="009B7D19" w:rsidP="0079525F">
      <w:pPr>
        <w:pStyle w:val="Answerstyle"/>
      </w:pPr>
    </w:p>
    <w:p w14:paraId="4B7644A1" w14:textId="1FDDB0F5" w:rsidR="009B7D19" w:rsidRDefault="009B7D19" w:rsidP="0079525F">
      <w:pPr>
        <w:pStyle w:val="Answerstyle"/>
      </w:pPr>
      <w:r w:rsidRPr="006A7F35">
        <w:rPr>
          <w:b/>
        </w:rPr>
        <w:t>Q4</w:t>
      </w:r>
      <w:r w:rsidR="006A7F35" w:rsidRPr="006A7F35">
        <w:rPr>
          <w:b/>
        </w:rPr>
        <w:t>:</w:t>
      </w:r>
      <w:r>
        <w:tab/>
        <w:t xml:space="preserve">See </w:t>
      </w:r>
      <w:r w:rsidR="00A80BEC">
        <w:t>VB</w:t>
      </w:r>
      <w:r>
        <w:t xml:space="preserve"> program </w:t>
      </w:r>
      <w:r w:rsidRPr="009B7D19">
        <w:t>Ch 4 Question 4 max and min no results entered.</w:t>
      </w:r>
      <w:r w:rsidR="00A80BEC">
        <w:t>txt</w:t>
      </w:r>
    </w:p>
    <w:p w14:paraId="1333A02B" w14:textId="77777777" w:rsidR="009B7D19" w:rsidRDefault="009B7D19" w:rsidP="0079525F">
      <w:pPr>
        <w:pStyle w:val="Answerstyle"/>
      </w:pPr>
    </w:p>
    <w:p w14:paraId="3E9456A1" w14:textId="5E29D1BE" w:rsidR="009B7D19" w:rsidRPr="003864ED" w:rsidRDefault="009B7D19" w:rsidP="0079525F">
      <w:pPr>
        <w:pStyle w:val="Answerstyle"/>
      </w:pPr>
      <w:r w:rsidRPr="006A7F35">
        <w:rPr>
          <w:b/>
        </w:rPr>
        <w:t>Q5</w:t>
      </w:r>
      <w:r w:rsidR="006A7F35" w:rsidRPr="006A7F35">
        <w:rPr>
          <w:b/>
        </w:rPr>
        <w:t>:</w:t>
      </w:r>
      <w:r>
        <w:tab/>
      </w:r>
      <w:r w:rsidR="00DE4D8D">
        <w:t xml:space="preserve">See </w:t>
      </w:r>
      <w:r w:rsidR="00A80BEC">
        <w:t>VB</w:t>
      </w:r>
      <w:r w:rsidR="00DE4D8D">
        <w:t xml:space="preserve"> program </w:t>
      </w:r>
      <w:r w:rsidR="00DE4D8D" w:rsidRPr="00DE4D8D">
        <w:t xml:space="preserve">Ch 4 Question 5 find </w:t>
      </w:r>
      <w:r w:rsidR="00900FCF">
        <w:t>vowels</w:t>
      </w:r>
      <w:r w:rsidR="00DE4D8D" w:rsidRPr="00DE4D8D">
        <w:t>.</w:t>
      </w:r>
      <w:r w:rsidR="00A80BEC">
        <w:t>txt</w:t>
      </w:r>
    </w:p>
    <w:p w14:paraId="5BCC437E" w14:textId="77777777" w:rsidR="001F742D" w:rsidRPr="003864ED" w:rsidRDefault="001F742D" w:rsidP="001F742D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14:paraId="46460CEB" w14:textId="5F2BA421" w:rsidR="001F742D" w:rsidRPr="005251CA" w:rsidRDefault="008D6C3E" w:rsidP="001F742D">
      <w:pPr>
        <w:pStyle w:val="Answerstyle"/>
      </w:pPr>
      <w:r>
        <w:t>1.</w:t>
      </w:r>
      <w:r>
        <w:tab/>
      </w:r>
      <w:r w:rsidR="001F742D" w:rsidRPr="005251CA">
        <w:t xml:space="preserve">See </w:t>
      </w:r>
      <w:r w:rsidR="00A80BEC">
        <w:t>VB</w:t>
      </w:r>
      <w:r w:rsidR="001F742D" w:rsidRPr="005251CA">
        <w:t xml:space="preserve"> program </w:t>
      </w:r>
      <w:r w:rsidR="00DE4D8D" w:rsidRPr="00DE4D8D">
        <w:t>Ch 4 Exercise 1 10 random numbers.</w:t>
      </w:r>
      <w:r w:rsidR="00A80BEC">
        <w:t>txt</w:t>
      </w:r>
    </w:p>
    <w:p w14:paraId="086A6C8A" w14:textId="77777777" w:rsidR="001F742D" w:rsidRPr="003864ED" w:rsidRDefault="001F742D" w:rsidP="001F742D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14:paraId="75D2A373" w14:textId="1717DCC5" w:rsidR="001F742D" w:rsidRDefault="001F742D" w:rsidP="001F742D">
      <w:pPr>
        <w:pStyle w:val="Answerstyle"/>
      </w:pPr>
      <w:r w:rsidRPr="005251CA">
        <w:t>2.</w:t>
      </w:r>
      <w:r w:rsidR="00DE4D8D">
        <w:tab/>
        <w:t xml:space="preserve">See </w:t>
      </w:r>
      <w:r w:rsidR="00A80BEC">
        <w:t>VB</w:t>
      </w:r>
      <w:r w:rsidR="00DE4D8D">
        <w:t xml:space="preserve"> program </w:t>
      </w:r>
      <w:r w:rsidR="00DE4D8D" w:rsidRPr="00DE4D8D">
        <w:t>Ch 4 Exercise 2 1000 sets of 10 random numbers.</w:t>
      </w:r>
      <w:r w:rsidR="00A80BEC">
        <w:t>txt</w:t>
      </w:r>
    </w:p>
    <w:p w14:paraId="2CD57142" w14:textId="77777777" w:rsidR="00DE4D8D" w:rsidRDefault="00DE4D8D" w:rsidP="00DE4D8D">
      <w:pPr>
        <w:pStyle w:val="Answerstyle"/>
        <w:ind w:left="567" w:hanging="567"/>
      </w:pPr>
      <w:r>
        <w:tab/>
        <w:t xml:space="preserve">The answer should be close to 55. Overall, each of the numbers 1-10 should be generated with the same frequency. The total of the numbers 1 to 10 is 55, so the average total of all the numbers will be close to this. Try it with 10,000 sets of numbers – it should be even closer. Obtaining an answer to a question like “What is the total of the numbers 1-10?” using this method is called the Monte Carlo </w:t>
      </w:r>
      <w:proofErr w:type="gramStart"/>
      <w:r>
        <w:t>method, and</w:t>
      </w:r>
      <w:proofErr w:type="gramEnd"/>
      <w:r>
        <w:t xml:space="preserve"> is a useful technique to find answers to questions for which there is no obvious formula.</w:t>
      </w:r>
    </w:p>
    <w:p w14:paraId="62F6B672" w14:textId="71C5E2C8" w:rsidR="00073807" w:rsidRDefault="00DE4D8D" w:rsidP="00073807">
      <w:pPr>
        <w:pStyle w:val="Answerstyle"/>
      </w:pPr>
      <w:r>
        <w:t>3.</w:t>
      </w:r>
      <w:r>
        <w:tab/>
      </w:r>
      <w:r w:rsidR="00A6158C">
        <w:t xml:space="preserve">See </w:t>
      </w:r>
      <w:r w:rsidR="00A80BEC">
        <w:t>VB</w:t>
      </w:r>
      <w:r w:rsidR="00A6158C">
        <w:t xml:space="preserve"> program </w:t>
      </w:r>
      <w:r w:rsidR="00A6158C" w:rsidRPr="00A6158C">
        <w:t>Ch 4 Exercise 3 product codes.</w:t>
      </w:r>
      <w:r w:rsidR="00A80BEC">
        <w:t>txt</w:t>
      </w:r>
      <w:r w:rsidR="00073807">
        <w:br/>
      </w:r>
      <w:r w:rsidR="00073807">
        <w:br/>
        <w:t>Output for the test data should be:</w:t>
      </w:r>
      <w:r w:rsidR="00073807">
        <w:br/>
        <w:t>(for CD222), Invalid code – must start with AB or AS</w:t>
      </w:r>
      <w:r w:rsidR="00073807">
        <w:br/>
        <w:t>Total codes starting with ‘AB’ = 3</w:t>
      </w:r>
      <w:r w:rsidR="00073807">
        <w:br/>
        <w:t>Total codes starting with ‘00’ = 1</w:t>
      </w:r>
    </w:p>
    <w:p w14:paraId="67409F76" w14:textId="77777777" w:rsidR="00A6158C" w:rsidRDefault="00A6158C" w:rsidP="001F742D">
      <w:pPr>
        <w:pStyle w:val="Answerstyle"/>
      </w:pPr>
      <w:r>
        <w:tab/>
      </w:r>
    </w:p>
    <w:p w14:paraId="35325DD7" w14:textId="77777777" w:rsidR="001F742D" w:rsidRDefault="001F742D" w:rsidP="001F742D">
      <w:pPr>
        <w:spacing w:after="200" w:line="276" w:lineRule="auto"/>
        <w:rPr>
          <w:rFonts w:eastAsiaTheme="minorHAnsi"/>
          <w:lang w:eastAsia="zh-CN"/>
        </w:rPr>
      </w:pPr>
      <w:r>
        <w:br w:type="page"/>
      </w:r>
    </w:p>
    <w:p w14:paraId="6846D120" w14:textId="72122D98" w:rsidR="001F742D" w:rsidRDefault="001F742D" w:rsidP="001F742D">
      <w:pPr>
        <w:pStyle w:val="RedChapterHead"/>
      </w:pPr>
      <w:r w:rsidRPr="003864ED">
        <w:lastRenderedPageBreak/>
        <w:t xml:space="preserve">Chapter </w:t>
      </w:r>
      <w:r>
        <w:t xml:space="preserve">5 – </w:t>
      </w:r>
      <w:r w:rsidR="00A80BEC">
        <w:t>Arrays</w:t>
      </w:r>
      <w:r>
        <w:t xml:space="preserve"> and tuples</w:t>
      </w:r>
    </w:p>
    <w:p w14:paraId="7FD1B886" w14:textId="77777777" w:rsidR="001F742D" w:rsidRPr="003864ED" w:rsidRDefault="001F742D" w:rsidP="001F742D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14:paraId="2BA0EF35" w14:textId="77777777" w:rsidR="006A7F35" w:rsidRDefault="006A7F35" w:rsidP="001F742D">
      <w:pPr>
        <w:pStyle w:val="Answerstyle"/>
        <w:rPr>
          <w:b/>
        </w:rPr>
      </w:pPr>
    </w:p>
    <w:p w14:paraId="580587EA" w14:textId="6804457D" w:rsidR="001F742D" w:rsidRDefault="001F742D" w:rsidP="009D777F">
      <w:pPr>
        <w:pStyle w:val="Answerstyle"/>
        <w:ind w:left="567" w:hanging="567"/>
      </w:pPr>
      <w:r w:rsidRPr="006A7F35">
        <w:rPr>
          <w:b/>
        </w:rPr>
        <w:t>Q1:</w:t>
      </w:r>
      <w:r w:rsidRPr="00D45249">
        <w:tab/>
      </w:r>
      <w:r w:rsidR="001D0CED">
        <w:t xml:space="preserve">The program will </w:t>
      </w:r>
      <w:r w:rsidR="009D777F">
        <w:t xml:space="preserve">output the first six names and then </w:t>
      </w:r>
      <w:r w:rsidR="001D0CED">
        <w:t>crash with an “index out of range” error</w:t>
      </w:r>
      <w:r w:rsidR="009D777F">
        <w:t xml:space="preserve"> as there is no </w:t>
      </w:r>
      <w:proofErr w:type="gramStart"/>
      <w:r w:rsidR="009D777F">
        <w:t>name(</w:t>
      </w:r>
      <w:proofErr w:type="gramEnd"/>
      <w:r w:rsidR="009D777F">
        <w:t>6) (Arrays start with the first element being 0)</w:t>
      </w:r>
    </w:p>
    <w:p w14:paraId="673BF6AB" w14:textId="77777777" w:rsidR="00715895" w:rsidRPr="003864ED" w:rsidRDefault="00715895" w:rsidP="001F742D">
      <w:pPr>
        <w:pStyle w:val="Answerstyle"/>
      </w:pPr>
    </w:p>
    <w:p w14:paraId="2E69EB9D" w14:textId="6B07648C" w:rsidR="001D0CED" w:rsidRPr="003D7641" w:rsidRDefault="001F742D" w:rsidP="003D7641">
      <w:pPr>
        <w:pStyle w:val="HTMLPreformatted"/>
        <w:shd w:val="clear" w:color="auto" w:fill="FFFFFF"/>
        <w:rPr>
          <w:rFonts w:ascii="Consolas" w:hAnsi="Consolas"/>
          <w:color w:val="000000"/>
        </w:rPr>
      </w:pPr>
      <w:r w:rsidRPr="006A7F35">
        <w:rPr>
          <w:b/>
        </w:rPr>
        <w:t>Q2:</w:t>
      </w:r>
      <w:r w:rsidR="001D0CED">
        <w:tab/>
      </w:r>
      <w:proofErr w:type="spellStart"/>
      <w:proofErr w:type="gramStart"/>
      <w:r w:rsidR="003D7641" w:rsidRPr="003D7641">
        <w:rPr>
          <w:rFonts w:ascii="Consolas" w:hAnsi="Consolas"/>
          <w:color w:val="1F377F"/>
        </w:rPr>
        <w:t>monthlyAvg</w:t>
      </w:r>
      <w:proofErr w:type="spellEnd"/>
      <w:r w:rsidR="003D7641" w:rsidRPr="003D7641">
        <w:rPr>
          <w:rFonts w:ascii="Consolas" w:hAnsi="Consolas"/>
          <w:color w:val="000000"/>
        </w:rPr>
        <w:t>(</w:t>
      </w:r>
      <w:proofErr w:type="gramEnd"/>
      <w:r w:rsidR="003D7641" w:rsidRPr="003D7641">
        <w:rPr>
          <w:rFonts w:ascii="Consolas" w:hAnsi="Consolas"/>
          <w:color w:val="000000"/>
        </w:rPr>
        <w:t>10, 1)</w:t>
      </w:r>
    </w:p>
    <w:p w14:paraId="30809FF5" w14:textId="77777777" w:rsidR="00715895" w:rsidRDefault="00715895" w:rsidP="001F742D">
      <w:pPr>
        <w:pStyle w:val="Answerstyle"/>
      </w:pPr>
    </w:p>
    <w:p w14:paraId="38DB54F3" w14:textId="1A9514FB" w:rsidR="003D7641" w:rsidRPr="003D7641" w:rsidRDefault="001D0CED" w:rsidP="003D7641">
      <w:pPr>
        <w:pStyle w:val="HTMLPreformatted"/>
        <w:shd w:val="clear" w:color="auto" w:fill="FFFFFF"/>
        <w:ind w:left="720" w:hanging="720"/>
        <w:rPr>
          <w:rFonts w:ascii="Consolas" w:hAnsi="Consolas"/>
          <w:color w:val="000000"/>
        </w:rPr>
      </w:pPr>
      <w:r w:rsidRPr="006A7F35">
        <w:rPr>
          <w:b/>
        </w:rPr>
        <w:t>Q</w:t>
      </w:r>
      <w:proofErr w:type="gramStart"/>
      <w:r w:rsidR="00387D73">
        <w:rPr>
          <w:b/>
        </w:rPr>
        <w:t>3</w:t>
      </w:r>
      <w:r w:rsidRPr="006A7F35">
        <w:rPr>
          <w:b/>
        </w:rPr>
        <w:t>:</w:t>
      </w:r>
      <w:r w:rsidR="006A7F35">
        <w:tab/>
      </w:r>
      <w:r w:rsidR="003D7641" w:rsidRPr="003D7641">
        <w:rPr>
          <w:rFonts w:ascii="Consolas" w:hAnsi="Consolas"/>
          <w:color w:val="2B91AF"/>
        </w:rPr>
        <w:t>Console</w:t>
      </w:r>
      <w:r w:rsidR="003D7641" w:rsidRPr="003D7641">
        <w:rPr>
          <w:rFonts w:ascii="Consolas" w:hAnsi="Consolas"/>
          <w:color w:val="000000"/>
        </w:rPr>
        <w:t>.</w:t>
      </w:r>
      <w:r w:rsidR="003D7641" w:rsidRPr="003D7641">
        <w:rPr>
          <w:rFonts w:ascii="Consolas" w:hAnsi="Consolas"/>
          <w:color w:val="74531F"/>
        </w:rPr>
        <w:t>WriteLine</w:t>
      </w:r>
      <w:proofErr w:type="gramEnd"/>
      <w:r w:rsidR="003D7641" w:rsidRPr="003D7641">
        <w:rPr>
          <w:rFonts w:ascii="Consolas" w:hAnsi="Consolas"/>
          <w:color w:val="000000"/>
        </w:rPr>
        <w:t>(</w:t>
      </w:r>
      <w:r w:rsidR="003D7641" w:rsidRPr="003D7641">
        <w:rPr>
          <w:rFonts w:ascii="Consolas" w:hAnsi="Consolas"/>
          <w:color w:val="A31515"/>
        </w:rPr>
        <w:t>"December max: "</w:t>
      </w:r>
      <w:r w:rsidR="003D7641" w:rsidRPr="003D7641">
        <w:rPr>
          <w:rFonts w:ascii="Consolas" w:hAnsi="Consolas"/>
          <w:color w:val="000000"/>
        </w:rPr>
        <w:t> &amp; </w:t>
      </w:r>
      <w:r w:rsidR="003D7641" w:rsidRPr="003D7641">
        <w:rPr>
          <w:rFonts w:ascii="Consolas" w:hAnsi="Consolas"/>
          <w:color w:val="1F377F"/>
        </w:rPr>
        <w:t>monthlyAvg</w:t>
      </w:r>
      <w:r w:rsidR="003D7641" w:rsidRPr="003D7641">
        <w:rPr>
          <w:rFonts w:ascii="Consolas" w:hAnsi="Consolas"/>
          <w:color w:val="000000"/>
        </w:rPr>
        <w:t>(11, 0) &amp; </w:t>
      </w:r>
      <w:r w:rsidR="003D7641" w:rsidRPr="003D7641">
        <w:rPr>
          <w:rFonts w:ascii="Consolas" w:hAnsi="Consolas"/>
          <w:color w:val="A31515"/>
        </w:rPr>
        <w:t>", min: "</w:t>
      </w:r>
      <w:r w:rsidR="003D7641" w:rsidRPr="003D7641">
        <w:rPr>
          <w:rFonts w:ascii="Consolas" w:hAnsi="Consolas"/>
          <w:color w:val="000000"/>
        </w:rPr>
        <w:t> </w:t>
      </w:r>
      <w:r w:rsidR="003D7641">
        <w:rPr>
          <w:rFonts w:ascii="Consolas" w:hAnsi="Consolas"/>
          <w:color w:val="000000"/>
        </w:rPr>
        <w:br/>
      </w:r>
      <w:r w:rsidR="003D7641" w:rsidRPr="003D7641">
        <w:rPr>
          <w:rFonts w:ascii="Consolas" w:hAnsi="Consolas"/>
          <w:color w:val="000000"/>
        </w:rPr>
        <w:t>&amp; </w:t>
      </w:r>
      <w:proofErr w:type="spellStart"/>
      <w:r w:rsidR="003D7641" w:rsidRPr="003D7641">
        <w:rPr>
          <w:rFonts w:ascii="Consolas" w:hAnsi="Consolas"/>
          <w:color w:val="1F377F"/>
        </w:rPr>
        <w:t>monthlyAvg</w:t>
      </w:r>
      <w:proofErr w:type="spellEnd"/>
      <w:r w:rsidR="003D7641" w:rsidRPr="003D7641">
        <w:rPr>
          <w:rFonts w:ascii="Consolas" w:hAnsi="Consolas"/>
          <w:color w:val="000000"/>
        </w:rPr>
        <w:t>(11, 1))</w:t>
      </w:r>
    </w:p>
    <w:p w14:paraId="51853D24" w14:textId="1AD7EFBC" w:rsidR="001D0CED" w:rsidRDefault="001D0CED" w:rsidP="001F742D">
      <w:pPr>
        <w:pStyle w:val="Answerstyle"/>
      </w:pPr>
    </w:p>
    <w:p w14:paraId="7F875E53" w14:textId="77777777" w:rsidR="00715895" w:rsidRDefault="00715895" w:rsidP="001F742D">
      <w:pPr>
        <w:pStyle w:val="Answerstyle"/>
      </w:pPr>
    </w:p>
    <w:p w14:paraId="073A849A" w14:textId="21F4268B" w:rsidR="00715895" w:rsidRDefault="001D0CED" w:rsidP="001F742D">
      <w:pPr>
        <w:pStyle w:val="Answerstyle"/>
      </w:pPr>
      <w:r w:rsidRPr="006A7F35">
        <w:rPr>
          <w:b/>
        </w:rPr>
        <w:t>Q</w:t>
      </w:r>
      <w:r w:rsidR="00387D73">
        <w:rPr>
          <w:b/>
        </w:rPr>
        <w:t>4</w:t>
      </w:r>
      <w:r w:rsidR="006A7F35" w:rsidRPr="006A7F35">
        <w:rPr>
          <w:b/>
        </w:rPr>
        <w:t>:</w:t>
      </w:r>
      <w:r w:rsidR="009E0B92">
        <w:tab/>
      </w:r>
      <w:r w:rsidR="003D7641">
        <w:t>2 – This is the number of columns in the array.</w:t>
      </w:r>
    </w:p>
    <w:p w14:paraId="219080FB" w14:textId="77777777" w:rsidR="001F742D" w:rsidRPr="003864ED" w:rsidRDefault="001F742D" w:rsidP="001F742D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14:paraId="67C65F5D" w14:textId="77777777" w:rsidR="00EA1DFE" w:rsidRPr="00EA1DFE" w:rsidRDefault="00715895" w:rsidP="00EA1DFE">
      <w:pPr>
        <w:pStyle w:val="HTMLPreformatted"/>
        <w:shd w:val="clear" w:color="auto" w:fill="FFFFFF"/>
        <w:rPr>
          <w:rFonts w:ascii="Consolas" w:hAnsi="Consolas"/>
          <w:color w:val="000000"/>
        </w:rPr>
      </w:pPr>
      <w:r>
        <w:t>1.</w:t>
      </w:r>
      <w:r>
        <w:tab/>
      </w:r>
      <w:r w:rsidR="009E0B92">
        <w:t>(a)</w:t>
      </w:r>
      <w:r w:rsidR="009E0B92">
        <w:tab/>
      </w:r>
      <w:r w:rsidR="00EA1DFE" w:rsidRPr="00EA1DFE">
        <w:rPr>
          <w:rFonts w:ascii="Consolas" w:hAnsi="Consolas"/>
          <w:color w:val="0000FF"/>
        </w:rPr>
        <w:t>Dim</w:t>
      </w:r>
      <w:r w:rsidR="00EA1DFE" w:rsidRPr="00EA1DFE">
        <w:rPr>
          <w:rFonts w:ascii="Consolas" w:hAnsi="Consolas"/>
          <w:color w:val="000000"/>
        </w:rPr>
        <w:t> </w:t>
      </w:r>
      <w:proofErr w:type="gramStart"/>
      <w:r w:rsidR="00EA1DFE" w:rsidRPr="00EA1DFE">
        <w:rPr>
          <w:rFonts w:ascii="Consolas" w:hAnsi="Consolas"/>
          <w:color w:val="000000"/>
        </w:rPr>
        <w:t>fruit(</w:t>
      </w:r>
      <w:proofErr w:type="gramEnd"/>
      <w:r w:rsidR="00EA1DFE" w:rsidRPr="00EA1DFE">
        <w:rPr>
          <w:rFonts w:ascii="Consolas" w:hAnsi="Consolas"/>
          <w:color w:val="000000"/>
        </w:rPr>
        <w:t>4) </w:t>
      </w:r>
      <w:r w:rsidR="00EA1DFE" w:rsidRPr="00EA1DFE">
        <w:rPr>
          <w:rFonts w:ascii="Consolas" w:hAnsi="Consolas"/>
          <w:color w:val="0000FF"/>
        </w:rPr>
        <w:t>As</w:t>
      </w:r>
      <w:r w:rsidR="00EA1DFE" w:rsidRPr="00EA1DFE">
        <w:rPr>
          <w:rFonts w:ascii="Consolas" w:hAnsi="Consolas"/>
          <w:color w:val="000000"/>
        </w:rPr>
        <w:t> </w:t>
      </w:r>
      <w:r w:rsidR="00EA1DFE" w:rsidRPr="00EA1DFE">
        <w:rPr>
          <w:rFonts w:ascii="Consolas" w:hAnsi="Consolas"/>
          <w:color w:val="0000FF"/>
        </w:rPr>
        <w:t>String</w:t>
      </w:r>
    </w:p>
    <w:p w14:paraId="3FB0D741" w14:textId="7749DD94" w:rsidR="001F742D" w:rsidRDefault="001F742D" w:rsidP="001F742D">
      <w:pPr>
        <w:pStyle w:val="Answerstyle"/>
      </w:pPr>
    </w:p>
    <w:p w14:paraId="7C69E5F1" w14:textId="77777777" w:rsidR="00EA1DFE" w:rsidRPr="00EA1DFE" w:rsidRDefault="009E0B92" w:rsidP="00EA1DFE">
      <w:pPr>
        <w:pStyle w:val="HTMLPreformatted"/>
        <w:shd w:val="clear" w:color="auto" w:fill="FFFFFF"/>
        <w:rPr>
          <w:rFonts w:ascii="Consolas" w:hAnsi="Consolas"/>
          <w:color w:val="000000"/>
        </w:rPr>
      </w:pPr>
      <w:r>
        <w:tab/>
        <w:t>(b)</w:t>
      </w:r>
      <w:r>
        <w:tab/>
      </w:r>
      <w:proofErr w:type="gramStart"/>
      <w:r w:rsidR="00EA1DFE" w:rsidRPr="00EA1DFE">
        <w:rPr>
          <w:rFonts w:ascii="Consolas" w:hAnsi="Consolas"/>
          <w:color w:val="000000"/>
        </w:rPr>
        <w:t>fruit(</w:t>
      </w:r>
      <w:proofErr w:type="gramEnd"/>
      <w:r w:rsidR="00EA1DFE" w:rsidRPr="00EA1DFE">
        <w:rPr>
          <w:rFonts w:ascii="Consolas" w:hAnsi="Consolas"/>
          <w:color w:val="000000"/>
        </w:rPr>
        <w:t>0) = </w:t>
      </w:r>
      <w:r w:rsidR="00EA1DFE" w:rsidRPr="00EA1DFE">
        <w:rPr>
          <w:rFonts w:ascii="Consolas" w:hAnsi="Consolas"/>
          <w:color w:val="A31515"/>
        </w:rPr>
        <w:t>"apple"</w:t>
      </w:r>
    </w:p>
    <w:p w14:paraId="7E3EA9AF" w14:textId="102BD3D2" w:rsidR="009E0B92" w:rsidRDefault="009E0B92" w:rsidP="001F742D">
      <w:pPr>
        <w:pStyle w:val="Answerstyle"/>
      </w:pPr>
    </w:p>
    <w:p w14:paraId="08D03349" w14:textId="77777777" w:rsidR="00EA1DFE" w:rsidRPr="00EA1DFE" w:rsidRDefault="009E0B92" w:rsidP="00EA1DFE">
      <w:pPr>
        <w:pStyle w:val="HTMLPreformatted"/>
        <w:shd w:val="clear" w:color="auto" w:fill="FFFFFF"/>
        <w:rPr>
          <w:rFonts w:ascii="Consolas" w:hAnsi="Consolas"/>
          <w:color w:val="000000"/>
        </w:rPr>
      </w:pPr>
      <w:r>
        <w:tab/>
        <w:t>(c)</w:t>
      </w:r>
      <w:r>
        <w:tab/>
      </w:r>
      <w:r w:rsidR="00EA1DFE" w:rsidRPr="00EA1DFE">
        <w:rPr>
          <w:rFonts w:ascii="Consolas" w:hAnsi="Consolas"/>
          <w:color w:val="0000FF"/>
        </w:rPr>
        <w:t>Dim</w:t>
      </w:r>
      <w:r w:rsidR="00EA1DFE" w:rsidRPr="00EA1DFE">
        <w:rPr>
          <w:rFonts w:ascii="Consolas" w:hAnsi="Consolas"/>
          <w:color w:val="000000"/>
        </w:rPr>
        <w:t> </w:t>
      </w:r>
      <w:proofErr w:type="gramStart"/>
      <w:r w:rsidR="00EA1DFE" w:rsidRPr="00EA1DFE">
        <w:rPr>
          <w:rFonts w:ascii="Consolas" w:hAnsi="Consolas"/>
          <w:color w:val="000000"/>
        </w:rPr>
        <w:t>scores(</w:t>
      </w:r>
      <w:proofErr w:type="gramEnd"/>
      <w:r w:rsidR="00EA1DFE" w:rsidRPr="00EA1DFE">
        <w:rPr>
          <w:rFonts w:ascii="Consolas" w:hAnsi="Consolas"/>
          <w:color w:val="000000"/>
        </w:rPr>
        <w:t>19) </w:t>
      </w:r>
      <w:r w:rsidR="00EA1DFE" w:rsidRPr="00EA1DFE">
        <w:rPr>
          <w:rFonts w:ascii="Consolas" w:hAnsi="Consolas"/>
          <w:color w:val="0000FF"/>
        </w:rPr>
        <w:t>As</w:t>
      </w:r>
      <w:r w:rsidR="00EA1DFE" w:rsidRPr="00EA1DFE">
        <w:rPr>
          <w:rFonts w:ascii="Consolas" w:hAnsi="Consolas"/>
          <w:color w:val="000000"/>
        </w:rPr>
        <w:t> </w:t>
      </w:r>
      <w:r w:rsidR="00EA1DFE" w:rsidRPr="00EA1DFE">
        <w:rPr>
          <w:rFonts w:ascii="Consolas" w:hAnsi="Consolas"/>
          <w:color w:val="0000FF"/>
        </w:rPr>
        <w:t>Integer</w:t>
      </w:r>
    </w:p>
    <w:p w14:paraId="364C308A" w14:textId="77777777" w:rsidR="00EA1DFE" w:rsidRPr="00EA1DFE" w:rsidRDefault="00EA1DFE" w:rsidP="00EA1D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rFonts w:ascii="Consolas" w:hAnsi="Consolas" w:cs="Courier New"/>
          <w:color w:val="000000"/>
          <w:sz w:val="20"/>
          <w:szCs w:val="20"/>
        </w:rPr>
      </w:pPr>
      <w:r w:rsidRPr="00EA1DFE">
        <w:rPr>
          <w:rFonts w:ascii="Consolas" w:hAnsi="Consolas" w:cs="Courier New"/>
          <w:color w:val="8F08C4"/>
          <w:sz w:val="20"/>
          <w:szCs w:val="20"/>
        </w:rPr>
        <w:t>For</w:t>
      </w:r>
      <w:r w:rsidRPr="00EA1DFE">
        <w:rPr>
          <w:rFonts w:ascii="Consolas" w:hAnsi="Consolas" w:cs="Courier New"/>
          <w:color w:val="000000"/>
          <w:sz w:val="20"/>
          <w:szCs w:val="20"/>
        </w:rPr>
        <w:t> index = 0 </w:t>
      </w:r>
      <w:r w:rsidRPr="00EA1DFE">
        <w:rPr>
          <w:rFonts w:ascii="Consolas" w:hAnsi="Consolas" w:cs="Courier New"/>
          <w:color w:val="8F08C4"/>
          <w:sz w:val="20"/>
          <w:szCs w:val="20"/>
        </w:rPr>
        <w:t>To</w:t>
      </w:r>
      <w:r w:rsidRPr="00EA1DFE">
        <w:rPr>
          <w:rFonts w:ascii="Consolas" w:hAnsi="Consolas" w:cs="Courier New"/>
          <w:color w:val="000000"/>
          <w:sz w:val="20"/>
          <w:szCs w:val="20"/>
        </w:rPr>
        <w:t> </w:t>
      </w:r>
      <w:proofErr w:type="spellStart"/>
      <w:proofErr w:type="gramStart"/>
      <w:r w:rsidRPr="00EA1DFE">
        <w:rPr>
          <w:rFonts w:ascii="Consolas" w:hAnsi="Consolas" w:cs="Courier New"/>
          <w:color w:val="000000"/>
          <w:sz w:val="20"/>
          <w:szCs w:val="20"/>
        </w:rPr>
        <w:t>scores.Length</w:t>
      </w:r>
      <w:proofErr w:type="spellEnd"/>
      <w:proofErr w:type="gramEnd"/>
      <w:r w:rsidRPr="00EA1DFE">
        <w:rPr>
          <w:rFonts w:ascii="Consolas" w:hAnsi="Consolas" w:cs="Courier New"/>
          <w:color w:val="000000"/>
          <w:sz w:val="20"/>
          <w:szCs w:val="20"/>
        </w:rPr>
        <w:t> - 1</w:t>
      </w:r>
    </w:p>
    <w:p w14:paraId="23EF00BE" w14:textId="77545E27" w:rsidR="00EA1DFE" w:rsidRPr="00EA1DFE" w:rsidRDefault="00EA1DFE" w:rsidP="00EA1D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rFonts w:ascii="Consolas" w:hAnsi="Consolas" w:cs="Courier New"/>
          <w:color w:val="000000"/>
          <w:sz w:val="20"/>
          <w:szCs w:val="20"/>
        </w:rPr>
      </w:pPr>
      <w:r>
        <w:rPr>
          <w:rFonts w:ascii="Consolas" w:hAnsi="Consolas" w:cs="Courier New"/>
          <w:color w:val="000000"/>
          <w:sz w:val="20"/>
          <w:szCs w:val="20"/>
        </w:rPr>
        <w:tab/>
      </w:r>
      <w:r w:rsidRPr="00EA1DFE">
        <w:rPr>
          <w:rFonts w:ascii="Consolas" w:hAnsi="Consolas" w:cs="Courier New"/>
          <w:color w:val="000000"/>
          <w:sz w:val="20"/>
          <w:szCs w:val="20"/>
        </w:rPr>
        <w:t>scores(index) = 10</w:t>
      </w:r>
    </w:p>
    <w:p w14:paraId="22FC2E00" w14:textId="77777777" w:rsidR="00EA1DFE" w:rsidRPr="00EA1DFE" w:rsidRDefault="00EA1DFE" w:rsidP="00EA1D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32"/>
        <w:rPr>
          <w:rFonts w:ascii="Consolas" w:hAnsi="Consolas" w:cs="Courier New"/>
          <w:color w:val="000000"/>
          <w:sz w:val="20"/>
          <w:szCs w:val="20"/>
        </w:rPr>
      </w:pPr>
      <w:r w:rsidRPr="00EA1DFE">
        <w:rPr>
          <w:rFonts w:ascii="Consolas" w:hAnsi="Consolas" w:cs="Courier New"/>
          <w:color w:val="8F08C4"/>
          <w:sz w:val="20"/>
          <w:szCs w:val="20"/>
        </w:rPr>
        <w:t>Next</w:t>
      </w:r>
    </w:p>
    <w:p w14:paraId="3A94A71F" w14:textId="127760FB" w:rsidR="009E0B92" w:rsidRPr="005251CA" w:rsidRDefault="009E0B92" w:rsidP="00EA1DFE">
      <w:pPr>
        <w:pStyle w:val="Answerstyle"/>
      </w:pPr>
      <w:r>
        <w:tab/>
        <w:t xml:space="preserve">See </w:t>
      </w:r>
      <w:r w:rsidR="00387D73">
        <w:t>VB</w:t>
      </w:r>
      <w:r>
        <w:t xml:space="preserve"> program </w:t>
      </w:r>
      <w:r w:rsidRPr="009E0B92">
        <w:t xml:space="preserve">Ch 5 Exercise 1 </w:t>
      </w:r>
      <w:r w:rsidR="00387D73">
        <w:t>array</w:t>
      </w:r>
      <w:r w:rsidRPr="009E0B92">
        <w:t xml:space="preserve"> operations.</w:t>
      </w:r>
      <w:r w:rsidR="00387D73">
        <w:t>txt</w:t>
      </w:r>
    </w:p>
    <w:p w14:paraId="73DC168B" w14:textId="77777777" w:rsidR="001F742D" w:rsidRPr="003864ED" w:rsidRDefault="001F742D" w:rsidP="001F742D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14:paraId="2901790F" w14:textId="32ABF509" w:rsidR="00715895" w:rsidRDefault="001F742D" w:rsidP="001F742D">
      <w:pPr>
        <w:pStyle w:val="Answerstyle"/>
      </w:pPr>
      <w:r w:rsidRPr="005251CA">
        <w:t>2.</w:t>
      </w:r>
      <w:r w:rsidR="00715895" w:rsidRPr="00715895">
        <w:t xml:space="preserve"> </w:t>
      </w:r>
      <w:r w:rsidR="00715895">
        <w:tab/>
      </w:r>
      <w:r w:rsidR="00715895" w:rsidRPr="005251CA">
        <w:t xml:space="preserve">See </w:t>
      </w:r>
      <w:r w:rsidR="00387D73">
        <w:t>VB</w:t>
      </w:r>
      <w:r w:rsidR="00715895" w:rsidRPr="005251CA">
        <w:t xml:space="preserve"> program </w:t>
      </w:r>
      <w:r w:rsidR="00715895" w:rsidRPr="00715895">
        <w:t>Ch 5 Exercise 2 student marks.</w:t>
      </w:r>
      <w:r w:rsidR="00387D73">
        <w:t>txt</w:t>
      </w:r>
    </w:p>
    <w:p w14:paraId="388DFA82" w14:textId="77777777" w:rsidR="00715895" w:rsidRDefault="00715895" w:rsidP="001F742D">
      <w:pPr>
        <w:pStyle w:val="Answerstyle"/>
      </w:pPr>
    </w:p>
    <w:p w14:paraId="39D020B3" w14:textId="015FCBD9" w:rsidR="00715895" w:rsidRDefault="00387D73" w:rsidP="001F742D">
      <w:pPr>
        <w:pStyle w:val="Answerstyle"/>
      </w:pPr>
      <w:r>
        <w:t>3</w:t>
      </w:r>
      <w:r w:rsidR="00715895">
        <w:t>.</w:t>
      </w:r>
      <w:r w:rsidR="00715895">
        <w:tab/>
        <w:t xml:space="preserve">See </w:t>
      </w:r>
      <w:r>
        <w:t>VB</w:t>
      </w:r>
      <w:r w:rsidR="00715895">
        <w:t xml:space="preserve"> program</w:t>
      </w:r>
      <w:r w:rsidR="009E0B92">
        <w:t xml:space="preserve"> </w:t>
      </w:r>
      <w:r w:rsidR="009E0B92" w:rsidRPr="009E0B92">
        <w:t xml:space="preserve">Ch 5 Exercise </w:t>
      </w:r>
      <w:r>
        <w:t>3</w:t>
      </w:r>
      <w:r w:rsidR="009E0B92" w:rsidRPr="009E0B92">
        <w:t xml:space="preserve"> 2-D temperatures.</w:t>
      </w:r>
      <w:r>
        <w:t>txt</w:t>
      </w:r>
      <w:r w:rsidR="00715895">
        <w:t xml:space="preserve"> </w:t>
      </w:r>
    </w:p>
    <w:p w14:paraId="008333D8" w14:textId="77777777" w:rsidR="00715895" w:rsidRDefault="00715895" w:rsidP="001F742D">
      <w:pPr>
        <w:pStyle w:val="Answerstyle"/>
      </w:pPr>
    </w:p>
    <w:p w14:paraId="44689D84" w14:textId="0FE58E5B" w:rsidR="00715895" w:rsidRDefault="00387D73" w:rsidP="001F742D">
      <w:pPr>
        <w:pStyle w:val="Answerstyle"/>
      </w:pPr>
      <w:r>
        <w:t>4</w:t>
      </w:r>
      <w:r w:rsidR="00715895">
        <w:t>.</w:t>
      </w:r>
      <w:r w:rsidR="00715895">
        <w:tab/>
        <w:t xml:space="preserve">See </w:t>
      </w:r>
      <w:r>
        <w:t>VB</w:t>
      </w:r>
      <w:r w:rsidR="00715895">
        <w:t xml:space="preserve"> program </w:t>
      </w:r>
      <w:r w:rsidR="009E0B92" w:rsidRPr="009E0B92">
        <w:t xml:space="preserve">Ch 5 Exercise </w:t>
      </w:r>
      <w:r>
        <w:t>4</w:t>
      </w:r>
      <w:r w:rsidR="009E0B92" w:rsidRPr="009E0B92">
        <w:t xml:space="preserve"> top game score.</w:t>
      </w:r>
      <w:r>
        <w:t>txt</w:t>
      </w:r>
    </w:p>
    <w:p w14:paraId="7C6FA5B2" w14:textId="77777777" w:rsidR="001F742D" w:rsidRDefault="001F742D">
      <w:pPr>
        <w:spacing w:after="200" w:line="276" w:lineRule="auto"/>
        <w:rPr>
          <w:rFonts w:eastAsia="SimSun"/>
          <w:bCs/>
          <w:color w:val="C00000"/>
          <w:sz w:val="48"/>
          <w:szCs w:val="24"/>
          <w:lang w:eastAsia="zh-CN"/>
        </w:rPr>
      </w:pPr>
      <w:r>
        <w:br w:type="page"/>
      </w:r>
    </w:p>
    <w:p w14:paraId="623493AD" w14:textId="77777777" w:rsidR="001F742D" w:rsidRDefault="001F742D" w:rsidP="001F742D">
      <w:pPr>
        <w:pStyle w:val="RedChapterHead"/>
      </w:pPr>
      <w:r w:rsidRPr="003864ED">
        <w:lastRenderedPageBreak/>
        <w:t xml:space="preserve">Chapter </w:t>
      </w:r>
      <w:r>
        <w:t>6 – Validating user input</w:t>
      </w:r>
    </w:p>
    <w:p w14:paraId="161230FD" w14:textId="77777777" w:rsidR="001F742D" w:rsidRPr="003864ED" w:rsidRDefault="001F742D" w:rsidP="001F742D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14:paraId="52EE04EB" w14:textId="77777777" w:rsidR="006A7F35" w:rsidRDefault="006A7F35" w:rsidP="00F1423C">
      <w:pPr>
        <w:pStyle w:val="Programcode"/>
        <w:rPr>
          <w:rFonts w:ascii="Arial" w:hAnsi="Arial" w:cs="Arial"/>
          <w:sz w:val="22"/>
          <w:szCs w:val="22"/>
        </w:rPr>
      </w:pPr>
    </w:p>
    <w:p w14:paraId="10CA2FB4" w14:textId="77777777" w:rsidR="00831E44" w:rsidRDefault="001F742D" w:rsidP="00831E44">
      <w:pPr>
        <w:pStyle w:val="HTMLPreformatted"/>
        <w:shd w:val="clear" w:color="auto" w:fill="FFFFFF"/>
        <w:rPr>
          <w:sz w:val="22"/>
          <w:szCs w:val="22"/>
        </w:rPr>
      </w:pPr>
      <w:r w:rsidRPr="006A7F35">
        <w:rPr>
          <w:rFonts w:ascii="Arial" w:hAnsi="Arial" w:cs="Arial"/>
          <w:b/>
          <w:sz w:val="22"/>
          <w:szCs w:val="22"/>
        </w:rPr>
        <w:t>Q1</w:t>
      </w:r>
      <w:r w:rsidR="006A7F35" w:rsidRPr="006A7F35">
        <w:rPr>
          <w:rFonts w:ascii="Arial" w:hAnsi="Arial" w:cs="Arial"/>
          <w:b/>
          <w:sz w:val="22"/>
          <w:szCs w:val="22"/>
        </w:rPr>
        <w:t>:</w:t>
      </w:r>
      <w:r w:rsidR="00F1423C" w:rsidRPr="006A7F35">
        <w:rPr>
          <w:sz w:val="22"/>
          <w:szCs w:val="22"/>
        </w:rPr>
        <w:tab/>
      </w:r>
      <w:r w:rsidR="00F1423C" w:rsidRPr="006A7F35">
        <w:rPr>
          <w:sz w:val="22"/>
          <w:szCs w:val="22"/>
        </w:rPr>
        <w:tab/>
      </w:r>
    </w:p>
    <w:p w14:paraId="2728D1C7" w14:textId="15E517AE" w:rsidR="00831E44" w:rsidRPr="00831E44" w:rsidRDefault="00831E44" w:rsidP="00831E44">
      <w:pPr>
        <w:pStyle w:val="HTMLPreformatted"/>
        <w:shd w:val="clear" w:color="auto" w:fill="FFFFFF"/>
        <w:rPr>
          <w:rFonts w:ascii="Consolas" w:hAnsi="Consolas"/>
          <w:color w:val="000000"/>
        </w:rPr>
      </w:pPr>
      <w:r w:rsidRPr="00831E44">
        <w:rPr>
          <w:rFonts w:ascii="Consolas" w:hAnsi="Consolas"/>
          <w:color w:val="0000FF"/>
        </w:rPr>
        <w:t>Dim</w:t>
      </w:r>
      <w:r w:rsidRPr="00831E44">
        <w:rPr>
          <w:rFonts w:ascii="Consolas" w:hAnsi="Consolas"/>
          <w:color w:val="000000"/>
        </w:rPr>
        <w:t> </w:t>
      </w:r>
      <w:proofErr w:type="spellStart"/>
      <w:r w:rsidRPr="00831E44">
        <w:rPr>
          <w:rFonts w:ascii="Consolas" w:hAnsi="Consolas"/>
          <w:color w:val="1F377F"/>
        </w:rPr>
        <w:t>prodCode</w:t>
      </w:r>
      <w:proofErr w:type="spellEnd"/>
      <w:r w:rsidRPr="00831E44">
        <w:rPr>
          <w:rFonts w:ascii="Consolas" w:hAnsi="Consolas"/>
          <w:color w:val="000000"/>
        </w:rPr>
        <w:t> = </w:t>
      </w:r>
      <w:r w:rsidRPr="00831E44">
        <w:rPr>
          <w:rFonts w:ascii="Consolas" w:hAnsi="Consolas"/>
          <w:color w:val="A31515"/>
        </w:rPr>
        <w:t>""</w:t>
      </w:r>
    </w:p>
    <w:p w14:paraId="640484E6" w14:textId="77777777" w:rsidR="00831E44" w:rsidRPr="00831E44" w:rsidRDefault="00831E44" w:rsidP="00831E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urier New"/>
          <w:color w:val="000000"/>
          <w:sz w:val="20"/>
          <w:szCs w:val="20"/>
        </w:rPr>
      </w:pPr>
      <w:r w:rsidRPr="00831E44">
        <w:rPr>
          <w:rFonts w:ascii="Consolas" w:hAnsi="Consolas" w:cs="Courier New"/>
          <w:color w:val="8F08C4"/>
          <w:sz w:val="20"/>
          <w:szCs w:val="20"/>
        </w:rPr>
        <w:t>While</w:t>
      </w:r>
      <w:r w:rsidRPr="00831E44">
        <w:rPr>
          <w:rFonts w:ascii="Consolas" w:hAnsi="Consolas" w:cs="Courier New"/>
          <w:color w:val="000000"/>
          <w:sz w:val="20"/>
          <w:szCs w:val="20"/>
        </w:rPr>
        <w:t> </w:t>
      </w:r>
      <w:r w:rsidRPr="00831E44">
        <w:rPr>
          <w:rFonts w:ascii="Consolas" w:hAnsi="Consolas" w:cs="Courier New"/>
          <w:color w:val="74531F"/>
          <w:sz w:val="20"/>
          <w:szCs w:val="20"/>
        </w:rPr>
        <w:t>Len</w:t>
      </w:r>
      <w:r w:rsidRPr="00831E44">
        <w:rPr>
          <w:rFonts w:ascii="Consolas" w:hAnsi="Consolas" w:cs="Courier New"/>
          <w:color w:val="000000"/>
          <w:sz w:val="20"/>
          <w:szCs w:val="20"/>
        </w:rPr>
        <w:t>(</w:t>
      </w:r>
      <w:proofErr w:type="spellStart"/>
      <w:r w:rsidRPr="00831E44">
        <w:rPr>
          <w:rFonts w:ascii="Consolas" w:hAnsi="Consolas" w:cs="Courier New"/>
          <w:color w:val="1F377F"/>
          <w:sz w:val="20"/>
          <w:szCs w:val="20"/>
        </w:rPr>
        <w:t>prodCode</w:t>
      </w:r>
      <w:proofErr w:type="spellEnd"/>
      <w:r w:rsidRPr="00831E44">
        <w:rPr>
          <w:rFonts w:ascii="Consolas" w:hAnsi="Consolas" w:cs="Courier New"/>
          <w:color w:val="000000"/>
          <w:sz w:val="20"/>
          <w:szCs w:val="20"/>
        </w:rPr>
        <w:t>) &lt; 6 </w:t>
      </w:r>
      <w:r w:rsidRPr="00831E44">
        <w:rPr>
          <w:rFonts w:ascii="Consolas" w:hAnsi="Consolas" w:cs="Courier New"/>
          <w:color w:val="0000FF"/>
          <w:sz w:val="20"/>
          <w:szCs w:val="20"/>
        </w:rPr>
        <w:t>Or</w:t>
      </w:r>
      <w:r w:rsidRPr="00831E44">
        <w:rPr>
          <w:rFonts w:ascii="Consolas" w:hAnsi="Consolas" w:cs="Courier New"/>
          <w:color w:val="000000"/>
          <w:sz w:val="20"/>
          <w:szCs w:val="20"/>
        </w:rPr>
        <w:t> </w:t>
      </w:r>
      <w:r w:rsidRPr="00831E44">
        <w:rPr>
          <w:rFonts w:ascii="Consolas" w:hAnsi="Consolas" w:cs="Courier New"/>
          <w:color w:val="74531F"/>
          <w:sz w:val="20"/>
          <w:szCs w:val="20"/>
        </w:rPr>
        <w:t>Len</w:t>
      </w:r>
      <w:r w:rsidRPr="00831E44">
        <w:rPr>
          <w:rFonts w:ascii="Consolas" w:hAnsi="Consolas" w:cs="Courier New"/>
          <w:color w:val="000000"/>
          <w:sz w:val="20"/>
          <w:szCs w:val="20"/>
        </w:rPr>
        <w:t>(</w:t>
      </w:r>
      <w:proofErr w:type="spellStart"/>
      <w:r w:rsidRPr="00831E44">
        <w:rPr>
          <w:rFonts w:ascii="Consolas" w:hAnsi="Consolas" w:cs="Courier New"/>
          <w:color w:val="1F377F"/>
          <w:sz w:val="20"/>
          <w:szCs w:val="20"/>
        </w:rPr>
        <w:t>prodCode</w:t>
      </w:r>
      <w:proofErr w:type="spellEnd"/>
      <w:r w:rsidRPr="00831E44">
        <w:rPr>
          <w:rFonts w:ascii="Consolas" w:hAnsi="Consolas" w:cs="Courier New"/>
          <w:color w:val="000000"/>
          <w:sz w:val="20"/>
          <w:szCs w:val="20"/>
        </w:rPr>
        <w:t>) &gt; 10</w:t>
      </w:r>
    </w:p>
    <w:p w14:paraId="1C6B61F2" w14:textId="77777777" w:rsidR="00831E44" w:rsidRPr="00831E44" w:rsidRDefault="00831E44" w:rsidP="00831E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urier New"/>
          <w:color w:val="000000"/>
          <w:sz w:val="20"/>
          <w:szCs w:val="20"/>
        </w:rPr>
      </w:pPr>
      <w:r w:rsidRPr="00831E44">
        <w:rPr>
          <w:rFonts w:ascii="Consolas" w:hAnsi="Consolas" w:cs="Courier New"/>
          <w:color w:val="000000"/>
          <w:sz w:val="20"/>
          <w:szCs w:val="20"/>
        </w:rPr>
        <w:t>    </w:t>
      </w:r>
      <w:r w:rsidRPr="00831E44">
        <w:rPr>
          <w:rFonts w:ascii="Consolas" w:hAnsi="Consolas" w:cs="Courier New"/>
          <w:color w:val="2B91AF"/>
          <w:sz w:val="20"/>
          <w:szCs w:val="20"/>
        </w:rPr>
        <w:t>Console</w:t>
      </w:r>
      <w:r w:rsidRPr="00831E44">
        <w:rPr>
          <w:rFonts w:ascii="Consolas" w:hAnsi="Consolas" w:cs="Courier New"/>
          <w:color w:val="000000"/>
          <w:sz w:val="20"/>
          <w:szCs w:val="20"/>
        </w:rPr>
        <w:t>.</w:t>
      </w:r>
      <w:r w:rsidRPr="00831E44">
        <w:rPr>
          <w:rFonts w:ascii="Consolas" w:hAnsi="Consolas" w:cs="Courier New"/>
          <w:color w:val="74531F"/>
          <w:sz w:val="20"/>
          <w:szCs w:val="20"/>
        </w:rPr>
        <w:t>Write</w:t>
      </w:r>
      <w:r w:rsidRPr="00831E44">
        <w:rPr>
          <w:rFonts w:ascii="Consolas" w:hAnsi="Consolas" w:cs="Courier New"/>
          <w:color w:val="000000"/>
          <w:sz w:val="20"/>
          <w:szCs w:val="20"/>
        </w:rPr>
        <w:t>(</w:t>
      </w:r>
      <w:r w:rsidRPr="00831E44">
        <w:rPr>
          <w:rFonts w:ascii="Consolas" w:hAnsi="Consolas" w:cs="Courier New"/>
          <w:color w:val="A31515"/>
          <w:sz w:val="20"/>
          <w:szCs w:val="20"/>
        </w:rPr>
        <w:t>"Please enter 6 to </w:t>
      </w:r>
      <w:proofErr w:type="gramStart"/>
      <w:r w:rsidRPr="00831E44">
        <w:rPr>
          <w:rFonts w:ascii="Consolas" w:hAnsi="Consolas" w:cs="Courier New"/>
          <w:color w:val="A31515"/>
          <w:sz w:val="20"/>
          <w:szCs w:val="20"/>
        </w:rPr>
        <w:t>10 character</w:t>
      </w:r>
      <w:proofErr w:type="gramEnd"/>
      <w:r w:rsidRPr="00831E44">
        <w:rPr>
          <w:rFonts w:ascii="Consolas" w:hAnsi="Consolas" w:cs="Courier New"/>
          <w:color w:val="A31515"/>
          <w:sz w:val="20"/>
          <w:szCs w:val="20"/>
        </w:rPr>
        <w:t> product code: "</w:t>
      </w:r>
      <w:r w:rsidRPr="00831E44">
        <w:rPr>
          <w:rFonts w:ascii="Consolas" w:hAnsi="Consolas" w:cs="Courier New"/>
          <w:color w:val="000000"/>
          <w:sz w:val="20"/>
          <w:szCs w:val="20"/>
        </w:rPr>
        <w:t>)</w:t>
      </w:r>
    </w:p>
    <w:p w14:paraId="5E993417" w14:textId="77777777" w:rsidR="00831E44" w:rsidRPr="00831E44" w:rsidRDefault="00831E44" w:rsidP="00831E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urier New"/>
          <w:color w:val="000000"/>
          <w:sz w:val="20"/>
          <w:szCs w:val="20"/>
        </w:rPr>
      </w:pPr>
      <w:r w:rsidRPr="00831E44">
        <w:rPr>
          <w:rFonts w:ascii="Consolas" w:hAnsi="Consolas" w:cs="Courier New"/>
          <w:color w:val="000000"/>
          <w:sz w:val="20"/>
          <w:szCs w:val="20"/>
        </w:rPr>
        <w:t>    </w:t>
      </w:r>
      <w:proofErr w:type="spellStart"/>
      <w:r w:rsidRPr="00831E44">
        <w:rPr>
          <w:rFonts w:ascii="Consolas" w:hAnsi="Consolas" w:cs="Courier New"/>
          <w:color w:val="1F377F"/>
          <w:sz w:val="20"/>
          <w:szCs w:val="20"/>
        </w:rPr>
        <w:t>prodCode</w:t>
      </w:r>
      <w:proofErr w:type="spellEnd"/>
      <w:r w:rsidRPr="00831E44">
        <w:rPr>
          <w:rFonts w:ascii="Consolas" w:hAnsi="Consolas" w:cs="Courier New"/>
          <w:color w:val="000000"/>
          <w:sz w:val="20"/>
          <w:szCs w:val="20"/>
        </w:rPr>
        <w:t> = </w:t>
      </w:r>
      <w:proofErr w:type="spellStart"/>
      <w:r w:rsidRPr="00831E44">
        <w:rPr>
          <w:rFonts w:ascii="Consolas" w:hAnsi="Consolas" w:cs="Courier New"/>
          <w:color w:val="2B91AF"/>
          <w:sz w:val="20"/>
          <w:szCs w:val="20"/>
        </w:rPr>
        <w:t>Console</w:t>
      </w:r>
      <w:r w:rsidRPr="00831E44">
        <w:rPr>
          <w:rFonts w:ascii="Consolas" w:hAnsi="Consolas" w:cs="Courier New"/>
          <w:color w:val="000000"/>
          <w:sz w:val="20"/>
          <w:szCs w:val="20"/>
        </w:rPr>
        <w:t>.</w:t>
      </w:r>
      <w:r w:rsidRPr="00831E44">
        <w:rPr>
          <w:rFonts w:ascii="Consolas" w:hAnsi="Consolas" w:cs="Courier New"/>
          <w:color w:val="74531F"/>
          <w:sz w:val="20"/>
          <w:szCs w:val="20"/>
        </w:rPr>
        <w:t>ReadLine</w:t>
      </w:r>
      <w:proofErr w:type="spellEnd"/>
      <w:r w:rsidRPr="00831E44">
        <w:rPr>
          <w:rFonts w:ascii="Consolas" w:hAnsi="Consolas" w:cs="Courier New"/>
          <w:color w:val="000000"/>
          <w:sz w:val="20"/>
          <w:szCs w:val="20"/>
        </w:rPr>
        <w:t>()</w:t>
      </w:r>
    </w:p>
    <w:p w14:paraId="36703285" w14:textId="77777777" w:rsidR="00831E44" w:rsidRPr="00831E44" w:rsidRDefault="00831E44" w:rsidP="00831E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urier New"/>
          <w:color w:val="000000"/>
          <w:sz w:val="20"/>
          <w:szCs w:val="20"/>
        </w:rPr>
      </w:pPr>
      <w:r w:rsidRPr="00831E44">
        <w:rPr>
          <w:rFonts w:ascii="Consolas" w:hAnsi="Consolas" w:cs="Courier New"/>
          <w:color w:val="000000"/>
          <w:sz w:val="20"/>
          <w:szCs w:val="20"/>
        </w:rPr>
        <w:t>    </w:t>
      </w:r>
      <w:r w:rsidRPr="00831E44">
        <w:rPr>
          <w:rFonts w:ascii="Consolas" w:hAnsi="Consolas" w:cs="Courier New"/>
          <w:color w:val="8F08C4"/>
          <w:sz w:val="20"/>
          <w:szCs w:val="20"/>
        </w:rPr>
        <w:t>If</w:t>
      </w:r>
      <w:r w:rsidRPr="00831E44">
        <w:rPr>
          <w:rFonts w:ascii="Consolas" w:hAnsi="Consolas" w:cs="Courier New"/>
          <w:color w:val="000000"/>
          <w:sz w:val="20"/>
          <w:szCs w:val="20"/>
        </w:rPr>
        <w:t> </w:t>
      </w:r>
      <w:r w:rsidRPr="00831E44">
        <w:rPr>
          <w:rFonts w:ascii="Consolas" w:hAnsi="Consolas" w:cs="Courier New"/>
          <w:color w:val="74531F"/>
          <w:sz w:val="20"/>
          <w:szCs w:val="20"/>
        </w:rPr>
        <w:t>Len</w:t>
      </w:r>
      <w:r w:rsidRPr="00831E44">
        <w:rPr>
          <w:rFonts w:ascii="Consolas" w:hAnsi="Consolas" w:cs="Courier New"/>
          <w:color w:val="000000"/>
          <w:sz w:val="20"/>
          <w:szCs w:val="20"/>
        </w:rPr>
        <w:t>(</w:t>
      </w:r>
      <w:proofErr w:type="spellStart"/>
      <w:r w:rsidRPr="00831E44">
        <w:rPr>
          <w:rFonts w:ascii="Consolas" w:hAnsi="Consolas" w:cs="Courier New"/>
          <w:color w:val="1F377F"/>
          <w:sz w:val="20"/>
          <w:szCs w:val="20"/>
        </w:rPr>
        <w:t>prodCode</w:t>
      </w:r>
      <w:proofErr w:type="spellEnd"/>
      <w:r w:rsidRPr="00831E44">
        <w:rPr>
          <w:rFonts w:ascii="Consolas" w:hAnsi="Consolas" w:cs="Courier New"/>
          <w:color w:val="000000"/>
          <w:sz w:val="20"/>
          <w:szCs w:val="20"/>
        </w:rPr>
        <w:t>) &lt; 6 </w:t>
      </w:r>
      <w:r w:rsidRPr="00831E44">
        <w:rPr>
          <w:rFonts w:ascii="Consolas" w:hAnsi="Consolas" w:cs="Courier New"/>
          <w:color w:val="0000FF"/>
          <w:sz w:val="20"/>
          <w:szCs w:val="20"/>
        </w:rPr>
        <w:t>Or</w:t>
      </w:r>
      <w:r w:rsidRPr="00831E44">
        <w:rPr>
          <w:rFonts w:ascii="Consolas" w:hAnsi="Consolas" w:cs="Courier New"/>
          <w:color w:val="000000"/>
          <w:sz w:val="20"/>
          <w:szCs w:val="20"/>
        </w:rPr>
        <w:t> </w:t>
      </w:r>
      <w:r w:rsidRPr="00831E44">
        <w:rPr>
          <w:rFonts w:ascii="Consolas" w:hAnsi="Consolas" w:cs="Courier New"/>
          <w:color w:val="74531F"/>
          <w:sz w:val="20"/>
          <w:szCs w:val="20"/>
        </w:rPr>
        <w:t>Len</w:t>
      </w:r>
      <w:r w:rsidRPr="00831E44">
        <w:rPr>
          <w:rFonts w:ascii="Consolas" w:hAnsi="Consolas" w:cs="Courier New"/>
          <w:color w:val="000000"/>
          <w:sz w:val="20"/>
          <w:szCs w:val="20"/>
        </w:rPr>
        <w:t>(</w:t>
      </w:r>
      <w:proofErr w:type="spellStart"/>
      <w:r w:rsidRPr="00831E44">
        <w:rPr>
          <w:rFonts w:ascii="Consolas" w:hAnsi="Consolas" w:cs="Courier New"/>
          <w:color w:val="1F377F"/>
          <w:sz w:val="20"/>
          <w:szCs w:val="20"/>
        </w:rPr>
        <w:t>prodCode</w:t>
      </w:r>
      <w:proofErr w:type="spellEnd"/>
      <w:r w:rsidRPr="00831E44">
        <w:rPr>
          <w:rFonts w:ascii="Consolas" w:hAnsi="Consolas" w:cs="Courier New"/>
          <w:color w:val="000000"/>
          <w:sz w:val="20"/>
          <w:szCs w:val="20"/>
        </w:rPr>
        <w:t>) &gt; 10 </w:t>
      </w:r>
      <w:r w:rsidRPr="00831E44">
        <w:rPr>
          <w:rFonts w:ascii="Consolas" w:hAnsi="Consolas" w:cs="Courier New"/>
          <w:color w:val="8F08C4"/>
          <w:sz w:val="20"/>
          <w:szCs w:val="20"/>
        </w:rPr>
        <w:t>Then</w:t>
      </w:r>
    </w:p>
    <w:p w14:paraId="094EDBD5" w14:textId="77777777" w:rsidR="00831E44" w:rsidRPr="00831E44" w:rsidRDefault="00831E44" w:rsidP="00831E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urier New"/>
          <w:color w:val="000000"/>
          <w:sz w:val="20"/>
          <w:szCs w:val="20"/>
        </w:rPr>
      </w:pPr>
      <w:r w:rsidRPr="00831E44">
        <w:rPr>
          <w:rFonts w:ascii="Consolas" w:hAnsi="Consolas" w:cs="Courier New"/>
          <w:color w:val="000000"/>
          <w:sz w:val="20"/>
          <w:szCs w:val="20"/>
        </w:rPr>
        <w:t>        </w:t>
      </w:r>
      <w:proofErr w:type="spellStart"/>
      <w:r w:rsidRPr="00831E44">
        <w:rPr>
          <w:rFonts w:ascii="Consolas" w:hAnsi="Consolas" w:cs="Courier New"/>
          <w:color w:val="2B91AF"/>
          <w:sz w:val="20"/>
          <w:szCs w:val="20"/>
        </w:rPr>
        <w:t>Console</w:t>
      </w:r>
      <w:r w:rsidRPr="00831E44">
        <w:rPr>
          <w:rFonts w:ascii="Consolas" w:hAnsi="Consolas" w:cs="Courier New"/>
          <w:color w:val="000000"/>
          <w:sz w:val="20"/>
          <w:szCs w:val="20"/>
        </w:rPr>
        <w:t>.</w:t>
      </w:r>
      <w:r w:rsidRPr="00831E44">
        <w:rPr>
          <w:rFonts w:ascii="Consolas" w:hAnsi="Consolas" w:cs="Courier New"/>
          <w:color w:val="74531F"/>
          <w:sz w:val="20"/>
          <w:szCs w:val="20"/>
        </w:rPr>
        <w:t>WriteLine</w:t>
      </w:r>
      <w:proofErr w:type="spellEnd"/>
      <w:r w:rsidRPr="00831E44">
        <w:rPr>
          <w:rFonts w:ascii="Consolas" w:hAnsi="Consolas" w:cs="Courier New"/>
          <w:color w:val="000000"/>
          <w:sz w:val="20"/>
          <w:szCs w:val="20"/>
        </w:rPr>
        <w:t>(</w:t>
      </w:r>
      <w:r w:rsidRPr="00831E44">
        <w:rPr>
          <w:rFonts w:ascii="Consolas" w:hAnsi="Consolas" w:cs="Courier New"/>
          <w:color w:val="A31515"/>
          <w:sz w:val="20"/>
          <w:szCs w:val="20"/>
        </w:rPr>
        <w:t>"Invalid code"</w:t>
      </w:r>
      <w:r w:rsidRPr="00831E44">
        <w:rPr>
          <w:rFonts w:ascii="Consolas" w:hAnsi="Consolas" w:cs="Courier New"/>
          <w:color w:val="000000"/>
          <w:sz w:val="20"/>
          <w:szCs w:val="20"/>
        </w:rPr>
        <w:t>)</w:t>
      </w:r>
    </w:p>
    <w:p w14:paraId="315420BE" w14:textId="77777777" w:rsidR="00831E44" w:rsidRPr="00831E44" w:rsidRDefault="00831E44" w:rsidP="00831E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urier New"/>
          <w:color w:val="000000"/>
          <w:sz w:val="20"/>
          <w:szCs w:val="20"/>
        </w:rPr>
      </w:pPr>
      <w:r w:rsidRPr="00831E44">
        <w:rPr>
          <w:rFonts w:ascii="Consolas" w:hAnsi="Consolas" w:cs="Courier New"/>
          <w:color w:val="000000"/>
          <w:sz w:val="20"/>
          <w:szCs w:val="20"/>
        </w:rPr>
        <w:t>    </w:t>
      </w:r>
      <w:r w:rsidRPr="00831E44">
        <w:rPr>
          <w:rFonts w:ascii="Consolas" w:hAnsi="Consolas" w:cs="Courier New"/>
          <w:color w:val="8F08C4"/>
          <w:sz w:val="20"/>
          <w:szCs w:val="20"/>
        </w:rPr>
        <w:t>End</w:t>
      </w:r>
      <w:r w:rsidRPr="00831E44">
        <w:rPr>
          <w:rFonts w:ascii="Consolas" w:hAnsi="Consolas" w:cs="Courier New"/>
          <w:color w:val="000000"/>
          <w:sz w:val="20"/>
          <w:szCs w:val="20"/>
        </w:rPr>
        <w:t> </w:t>
      </w:r>
      <w:r w:rsidRPr="00831E44">
        <w:rPr>
          <w:rFonts w:ascii="Consolas" w:hAnsi="Consolas" w:cs="Courier New"/>
          <w:color w:val="8F08C4"/>
          <w:sz w:val="20"/>
          <w:szCs w:val="20"/>
        </w:rPr>
        <w:t>If</w:t>
      </w:r>
    </w:p>
    <w:p w14:paraId="0378F2DE" w14:textId="77777777" w:rsidR="00831E44" w:rsidRPr="00831E44" w:rsidRDefault="00831E44" w:rsidP="00831E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urier New"/>
          <w:color w:val="000000"/>
          <w:sz w:val="20"/>
          <w:szCs w:val="20"/>
        </w:rPr>
      </w:pPr>
      <w:r w:rsidRPr="00831E44">
        <w:rPr>
          <w:rFonts w:ascii="Consolas" w:hAnsi="Consolas" w:cs="Courier New"/>
          <w:color w:val="8F08C4"/>
          <w:sz w:val="20"/>
          <w:szCs w:val="20"/>
        </w:rPr>
        <w:t>End</w:t>
      </w:r>
      <w:r w:rsidRPr="00831E44">
        <w:rPr>
          <w:rFonts w:ascii="Consolas" w:hAnsi="Consolas" w:cs="Courier New"/>
          <w:color w:val="000000"/>
          <w:sz w:val="20"/>
          <w:szCs w:val="20"/>
        </w:rPr>
        <w:t> </w:t>
      </w:r>
      <w:r w:rsidRPr="00831E44">
        <w:rPr>
          <w:rFonts w:ascii="Consolas" w:hAnsi="Consolas" w:cs="Courier New"/>
          <w:color w:val="8F08C4"/>
          <w:sz w:val="20"/>
          <w:szCs w:val="20"/>
        </w:rPr>
        <w:t>While</w:t>
      </w:r>
    </w:p>
    <w:p w14:paraId="5209D9F5" w14:textId="77777777" w:rsidR="00831E44" w:rsidRPr="00831E44" w:rsidRDefault="00831E44" w:rsidP="00831E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urier New"/>
          <w:color w:val="000000"/>
          <w:sz w:val="20"/>
          <w:szCs w:val="20"/>
        </w:rPr>
      </w:pPr>
      <w:r w:rsidRPr="00831E44">
        <w:rPr>
          <w:rFonts w:ascii="Consolas" w:hAnsi="Consolas" w:cs="Courier New"/>
          <w:color w:val="000000"/>
          <w:sz w:val="20"/>
          <w:szCs w:val="20"/>
        </w:rPr>
        <w:t xml:space="preserve"> </w:t>
      </w:r>
    </w:p>
    <w:p w14:paraId="5EFB6564" w14:textId="77777777" w:rsidR="00831E44" w:rsidRPr="00831E44" w:rsidRDefault="00831E44" w:rsidP="00831E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urier New"/>
          <w:color w:val="000000"/>
          <w:sz w:val="20"/>
          <w:szCs w:val="20"/>
        </w:rPr>
      </w:pPr>
      <w:proofErr w:type="spellStart"/>
      <w:r w:rsidRPr="00831E44">
        <w:rPr>
          <w:rFonts w:ascii="Consolas" w:hAnsi="Consolas" w:cs="Courier New"/>
          <w:color w:val="2B91AF"/>
          <w:sz w:val="20"/>
          <w:szCs w:val="20"/>
        </w:rPr>
        <w:t>Console</w:t>
      </w:r>
      <w:r w:rsidRPr="00831E44">
        <w:rPr>
          <w:rFonts w:ascii="Consolas" w:hAnsi="Consolas" w:cs="Courier New"/>
          <w:color w:val="000000"/>
          <w:sz w:val="20"/>
          <w:szCs w:val="20"/>
        </w:rPr>
        <w:t>.</w:t>
      </w:r>
      <w:r w:rsidRPr="00831E44">
        <w:rPr>
          <w:rFonts w:ascii="Consolas" w:hAnsi="Consolas" w:cs="Courier New"/>
          <w:color w:val="74531F"/>
          <w:sz w:val="20"/>
          <w:szCs w:val="20"/>
        </w:rPr>
        <w:t>ReadLine</w:t>
      </w:r>
      <w:proofErr w:type="spellEnd"/>
      <w:r w:rsidRPr="00831E44">
        <w:rPr>
          <w:rFonts w:ascii="Consolas" w:hAnsi="Consolas" w:cs="Courier New"/>
          <w:color w:val="000000"/>
          <w:sz w:val="20"/>
          <w:szCs w:val="20"/>
        </w:rPr>
        <w:t>()</w:t>
      </w:r>
    </w:p>
    <w:p w14:paraId="70FA271B" w14:textId="585DF264" w:rsidR="00AD44E3" w:rsidRDefault="00AD44E3" w:rsidP="00831E44">
      <w:r w:rsidRPr="006A7F35">
        <w:rPr>
          <w:b/>
        </w:rPr>
        <w:tab/>
      </w:r>
      <w:r>
        <w:t xml:space="preserve">See VB program </w:t>
      </w:r>
      <w:r w:rsidRPr="0079525F">
        <w:t xml:space="preserve">Ch </w:t>
      </w:r>
      <w:r>
        <w:t>6</w:t>
      </w:r>
      <w:r w:rsidRPr="0079525F">
        <w:t xml:space="preserve"> Question </w:t>
      </w:r>
      <w:r>
        <w:t>1 length check</w:t>
      </w:r>
      <w:r w:rsidRPr="0079525F">
        <w:t>.</w:t>
      </w:r>
      <w:r>
        <w:t>txt</w:t>
      </w:r>
    </w:p>
    <w:p w14:paraId="64CB9403" w14:textId="77777777" w:rsidR="00AD44E3" w:rsidRPr="006A7F35" w:rsidRDefault="00AD44E3" w:rsidP="00AD44E3">
      <w:pPr>
        <w:pStyle w:val="Programcode"/>
      </w:pPr>
    </w:p>
    <w:p w14:paraId="3CBC651A" w14:textId="77777777" w:rsidR="001F742D" w:rsidRPr="003864ED" w:rsidRDefault="001F742D" w:rsidP="001F742D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14:paraId="227F5F5A" w14:textId="1D38C9E4" w:rsidR="001F742D" w:rsidRPr="005251CA" w:rsidRDefault="001F742D" w:rsidP="001F742D">
      <w:pPr>
        <w:pStyle w:val="Answerstyle"/>
      </w:pPr>
      <w:r w:rsidRPr="005251CA">
        <w:t>1.</w:t>
      </w:r>
      <w:r w:rsidRPr="005251CA">
        <w:tab/>
        <w:t xml:space="preserve">See </w:t>
      </w:r>
      <w:r w:rsidR="00AD44E3">
        <w:t>VB</w:t>
      </w:r>
      <w:r w:rsidRPr="005251CA">
        <w:t xml:space="preserve"> program </w:t>
      </w:r>
      <w:r w:rsidR="003F1108" w:rsidRPr="003F1108">
        <w:t>Ch 6 Exercise 1 theatre tickets.</w:t>
      </w:r>
      <w:r w:rsidR="00AD44E3">
        <w:t>txt</w:t>
      </w:r>
    </w:p>
    <w:p w14:paraId="0B79CF6C" w14:textId="77777777" w:rsidR="001F742D" w:rsidRPr="003864ED" w:rsidRDefault="001F742D" w:rsidP="001F742D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14:paraId="5B171FE6" w14:textId="3152F2E4" w:rsidR="001F742D" w:rsidRDefault="001F742D" w:rsidP="001F742D">
      <w:pPr>
        <w:pStyle w:val="Answerstyle"/>
      </w:pPr>
      <w:r w:rsidRPr="005251CA">
        <w:t>2.</w:t>
      </w:r>
      <w:r w:rsidR="003F1108">
        <w:tab/>
        <w:t xml:space="preserve">See </w:t>
      </w:r>
      <w:r w:rsidR="00AD44E3">
        <w:t>VB</w:t>
      </w:r>
      <w:r w:rsidR="003F1108">
        <w:t xml:space="preserve"> program </w:t>
      </w:r>
      <w:r w:rsidR="003F1108" w:rsidRPr="003F1108">
        <w:t>C</w:t>
      </w:r>
      <w:r w:rsidR="00A26BA2">
        <w:t>h 6 Exercise 2 validate car reg</w:t>
      </w:r>
      <w:r w:rsidR="003F1108" w:rsidRPr="003F1108">
        <w:t>.</w:t>
      </w:r>
      <w:r w:rsidR="00AD44E3">
        <w:t>txt</w:t>
      </w:r>
    </w:p>
    <w:p w14:paraId="212FA734" w14:textId="77777777" w:rsidR="003F1108" w:rsidRDefault="003F1108" w:rsidP="001F742D">
      <w:pPr>
        <w:pStyle w:val="Answerstyle"/>
      </w:pPr>
    </w:p>
    <w:p w14:paraId="3C2E37E7" w14:textId="300FA31E" w:rsidR="003F1108" w:rsidRDefault="003F1108" w:rsidP="001F742D">
      <w:pPr>
        <w:pStyle w:val="Answerstyle"/>
      </w:pPr>
      <w:r>
        <w:t>3.</w:t>
      </w:r>
      <w:r>
        <w:tab/>
        <w:t xml:space="preserve">See </w:t>
      </w:r>
      <w:r w:rsidR="00AD44E3">
        <w:t>VB</w:t>
      </w:r>
      <w:r>
        <w:t xml:space="preserve"> program </w:t>
      </w:r>
      <w:r w:rsidRPr="003F1108">
        <w:t>Ch 6 Exercise 3 verify email address .</w:t>
      </w:r>
      <w:r w:rsidR="00AD44E3">
        <w:t>txt</w:t>
      </w:r>
    </w:p>
    <w:p w14:paraId="542373BB" w14:textId="77777777" w:rsidR="003F1108" w:rsidRDefault="003F1108" w:rsidP="001F742D">
      <w:pPr>
        <w:pStyle w:val="Answerstyle"/>
      </w:pPr>
    </w:p>
    <w:p w14:paraId="6F1BAC77" w14:textId="4EAB6217" w:rsidR="003F1108" w:rsidRDefault="003F1108" w:rsidP="001F742D">
      <w:pPr>
        <w:pStyle w:val="Answerstyle"/>
      </w:pPr>
      <w:r>
        <w:t>4.</w:t>
      </w:r>
      <w:r>
        <w:tab/>
        <w:t xml:space="preserve">See </w:t>
      </w:r>
      <w:r w:rsidR="00AD44E3">
        <w:t>VB</w:t>
      </w:r>
      <w:r>
        <w:t xml:space="preserve"> program </w:t>
      </w:r>
      <w:r w:rsidRPr="003F1108">
        <w:t>Ch 6 Exercise 4 validate password.</w:t>
      </w:r>
      <w:r w:rsidR="00AD44E3">
        <w:t>txt</w:t>
      </w:r>
    </w:p>
    <w:p w14:paraId="054C1C2E" w14:textId="77777777" w:rsidR="003F1108" w:rsidRDefault="003F1108" w:rsidP="001F742D">
      <w:pPr>
        <w:pStyle w:val="Answerstyle"/>
      </w:pPr>
    </w:p>
    <w:p w14:paraId="53E1BC9E" w14:textId="5B8C9DFC" w:rsidR="003F1108" w:rsidRDefault="003F1108" w:rsidP="001F742D">
      <w:pPr>
        <w:pStyle w:val="Answerstyle"/>
      </w:pPr>
      <w:r>
        <w:t>5.</w:t>
      </w:r>
      <w:r>
        <w:tab/>
        <w:t xml:space="preserve">See </w:t>
      </w:r>
      <w:r w:rsidR="00AD44E3">
        <w:t>VB</w:t>
      </w:r>
      <w:r>
        <w:t xml:space="preserve"> program </w:t>
      </w:r>
      <w:r w:rsidRPr="003F1108">
        <w:t>Ch 6 Exercise 5 Caesar cipher.</w:t>
      </w:r>
      <w:r w:rsidR="00AD44E3">
        <w:t>txt</w:t>
      </w:r>
    </w:p>
    <w:p w14:paraId="160DE42D" w14:textId="77777777" w:rsidR="001F742D" w:rsidRDefault="001F742D" w:rsidP="001F742D">
      <w:pPr>
        <w:spacing w:after="200" w:line="276" w:lineRule="auto"/>
        <w:rPr>
          <w:rFonts w:eastAsiaTheme="minorHAnsi"/>
          <w:lang w:eastAsia="zh-CN"/>
        </w:rPr>
      </w:pPr>
      <w:r>
        <w:br w:type="page"/>
      </w:r>
    </w:p>
    <w:p w14:paraId="2DF73F9B" w14:textId="77777777" w:rsidR="001F742D" w:rsidRDefault="001F742D" w:rsidP="001F742D">
      <w:pPr>
        <w:pStyle w:val="RedChapterHead"/>
      </w:pPr>
      <w:r w:rsidRPr="003864ED">
        <w:lastRenderedPageBreak/>
        <w:t xml:space="preserve">Chapter </w:t>
      </w:r>
      <w:r>
        <w:t>7 – Searching and sorting</w:t>
      </w:r>
    </w:p>
    <w:p w14:paraId="014FEC10" w14:textId="77777777" w:rsidR="001F742D" w:rsidRPr="003864ED" w:rsidRDefault="001F742D" w:rsidP="001F742D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14:paraId="721FD19D" w14:textId="77777777" w:rsidR="006A7F35" w:rsidRDefault="006A7F35" w:rsidP="001F742D">
      <w:pPr>
        <w:pStyle w:val="Answerstyle"/>
        <w:rPr>
          <w:b/>
        </w:rPr>
      </w:pPr>
    </w:p>
    <w:p w14:paraId="3E218103" w14:textId="77777777" w:rsidR="00831E44" w:rsidRPr="00831E44" w:rsidRDefault="001F742D" w:rsidP="00831E44">
      <w:pPr>
        <w:pStyle w:val="HTMLPreformatted"/>
        <w:shd w:val="clear" w:color="auto" w:fill="FFFFFF"/>
        <w:rPr>
          <w:rFonts w:ascii="Consolas" w:hAnsi="Consolas"/>
          <w:color w:val="000000"/>
        </w:rPr>
      </w:pPr>
      <w:r w:rsidRPr="00831E44">
        <w:rPr>
          <w:rFonts w:ascii="Arial" w:hAnsi="Arial" w:cs="Arial"/>
          <w:b/>
          <w:bCs/>
          <w:sz w:val="22"/>
          <w:szCs w:val="22"/>
        </w:rPr>
        <w:t>Q</w:t>
      </w:r>
      <w:proofErr w:type="gramStart"/>
      <w:r w:rsidRPr="00831E44">
        <w:rPr>
          <w:rFonts w:ascii="Arial" w:hAnsi="Arial" w:cs="Arial"/>
          <w:b/>
          <w:bCs/>
          <w:sz w:val="22"/>
          <w:szCs w:val="22"/>
        </w:rPr>
        <w:t>1</w:t>
      </w:r>
      <w:r w:rsidR="006A7F35" w:rsidRPr="00831E44">
        <w:rPr>
          <w:rFonts w:ascii="Arial" w:hAnsi="Arial" w:cs="Arial"/>
          <w:b/>
          <w:bCs/>
          <w:sz w:val="22"/>
          <w:szCs w:val="22"/>
        </w:rPr>
        <w:t>:</w:t>
      </w:r>
      <w:r w:rsidRPr="00D45249">
        <w:tab/>
      </w:r>
      <w:proofErr w:type="spellStart"/>
      <w:r w:rsidR="00831E44" w:rsidRPr="00831E44">
        <w:rPr>
          <w:rFonts w:ascii="Consolas" w:hAnsi="Consolas"/>
          <w:color w:val="2B91AF"/>
        </w:rPr>
        <w:t>Console</w:t>
      </w:r>
      <w:r w:rsidR="00831E44" w:rsidRPr="00831E44">
        <w:rPr>
          <w:rFonts w:ascii="Consolas" w:hAnsi="Consolas"/>
          <w:color w:val="000000"/>
        </w:rPr>
        <w:t>.</w:t>
      </w:r>
      <w:r w:rsidR="00831E44" w:rsidRPr="00831E44">
        <w:rPr>
          <w:rFonts w:ascii="Consolas" w:hAnsi="Consolas"/>
          <w:color w:val="74531F"/>
        </w:rPr>
        <w:t>WriteLine</w:t>
      </w:r>
      <w:proofErr w:type="spellEnd"/>
      <w:proofErr w:type="gramEnd"/>
      <w:r w:rsidR="00831E44" w:rsidRPr="00831E44">
        <w:rPr>
          <w:rFonts w:ascii="Consolas" w:hAnsi="Consolas"/>
          <w:color w:val="000000"/>
        </w:rPr>
        <w:t>(</w:t>
      </w:r>
      <w:proofErr w:type="spellStart"/>
      <w:r w:rsidR="00831E44" w:rsidRPr="00831E44">
        <w:rPr>
          <w:rFonts w:ascii="Consolas" w:hAnsi="Consolas"/>
          <w:color w:val="1F377F"/>
        </w:rPr>
        <w:t>studentMarks</w:t>
      </w:r>
      <w:r w:rsidR="00831E44" w:rsidRPr="00831E44">
        <w:rPr>
          <w:rFonts w:ascii="Consolas" w:hAnsi="Consolas"/>
          <w:color w:val="000000"/>
        </w:rPr>
        <w:t>.Item</w:t>
      </w:r>
      <w:proofErr w:type="spellEnd"/>
      <w:r w:rsidR="00831E44" w:rsidRPr="00831E44">
        <w:rPr>
          <w:rFonts w:ascii="Consolas" w:hAnsi="Consolas"/>
          <w:color w:val="000000"/>
        </w:rPr>
        <w:t>(</w:t>
      </w:r>
      <w:r w:rsidR="00831E44" w:rsidRPr="00831E44">
        <w:rPr>
          <w:rFonts w:ascii="Consolas" w:hAnsi="Consolas"/>
          <w:color w:val="A31515"/>
        </w:rPr>
        <w:t>"Robina"</w:t>
      </w:r>
      <w:r w:rsidR="00831E44" w:rsidRPr="00831E44">
        <w:rPr>
          <w:rFonts w:ascii="Consolas" w:hAnsi="Consolas"/>
          <w:color w:val="000000"/>
        </w:rPr>
        <w:t>))</w:t>
      </w:r>
    </w:p>
    <w:p w14:paraId="49B96FE4" w14:textId="07D98073" w:rsidR="001F742D" w:rsidRDefault="001F742D" w:rsidP="001F742D">
      <w:pPr>
        <w:pStyle w:val="Answerstyle"/>
      </w:pPr>
    </w:p>
    <w:p w14:paraId="6A066CF2" w14:textId="77777777" w:rsidR="003F1108" w:rsidRPr="003864ED" w:rsidRDefault="003F1108" w:rsidP="001F742D">
      <w:pPr>
        <w:pStyle w:val="Answerstyle"/>
      </w:pPr>
    </w:p>
    <w:p w14:paraId="0048EBBF" w14:textId="77777777" w:rsidR="001F742D" w:rsidRPr="003864ED" w:rsidRDefault="001F742D" w:rsidP="001F742D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14:paraId="0888B3D0" w14:textId="02638AD4" w:rsidR="001F742D" w:rsidRPr="005251CA" w:rsidRDefault="001F742D" w:rsidP="001F742D">
      <w:pPr>
        <w:pStyle w:val="Answerstyle"/>
      </w:pPr>
      <w:r w:rsidRPr="005251CA">
        <w:t>1.</w:t>
      </w:r>
      <w:r w:rsidRPr="005251CA">
        <w:tab/>
        <w:t xml:space="preserve">See </w:t>
      </w:r>
      <w:r w:rsidR="00AD44E3">
        <w:t>VB</w:t>
      </w:r>
      <w:r w:rsidRPr="005251CA">
        <w:t xml:space="preserve"> program </w:t>
      </w:r>
      <w:r w:rsidR="003E2CF3" w:rsidRPr="003E2CF3">
        <w:t>Ch 7 Exercise 1 anagrams.</w:t>
      </w:r>
      <w:r w:rsidR="00AD44E3">
        <w:t>txt</w:t>
      </w:r>
    </w:p>
    <w:p w14:paraId="7F66F998" w14:textId="77777777" w:rsidR="001F742D" w:rsidRPr="003864ED" w:rsidRDefault="001F742D" w:rsidP="001F742D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14:paraId="2C822BEE" w14:textId="45708B32" w:rsidR="001F742D" w:rsidRDefault="001F742D" w:rsidP="001F742D">
      <w:pPr>
        <w:pStyle w:val="Answerstyle"/>
      </w:pPr>
      <w:r w:rsidRPr="005251CA">
        <w:t>2.</w:t>
      </w:r>
      <w:r w:rsidR="003E2CF3">
        <w:tab/>
        <w:t xml:space="preserve">See </w:t>
      </w:r>
      <w:r w:rsidR="00AD44E3">
        <w:t>VB</w:t>
      </w:r>
      <w:r w:rsidR="003E2CF3">
        <w:t xml:space="preserve"> program </w:t>
      </w:r>
      <w:r w:rsidR="003E2CF3" w:rsidRPr="003E2CF3">
        <w:t>Ch 7 Exercise 2 dictionary of telephone numbers.</w:t>
      </w:r>
      <w:r w:rsidR="00AD44E3">
        <w:t>txt</w:t>
      </w:r>
    </w:p>
    <w:p w14:paraId="18DC0D6C" w14:textId="77777777" w:rsidR="003E2CF3" w:rsidRDefault="003E2CF3" w:rsidP="001F742D">
      <w:pPr>
        <w:pStyle w:val="Answerstyle"/>
      </w:pPr>
    </w:p>
    <w:p w14:paraId="4CFBB868" w14:textId="3A8CB8B9" w:rsidR="003E2CF3" w:rsidRDefault="003E2CF3" w:rsidP="001F742D">
      <w:pPr>
        <w:pStyle w:val="Answerstyle"/>
      </w:pPr>
      <w:r>
        <w:t>3.</w:t>
      </w:r>
      <w:r>
        <w:tab/>
        <w:t xml:space="preserve">See </w:t>
      </w:r>
      <w:r w:rsidR="00AD44E3">
        <w:t>VB</w:t>
      </w:r>
      <w:r>
        <w:t xml:space="preserve"> program </w:t>
      </w:r>
      <w:r w:rsidRPr="003E2CF3">
        <w:t xml:space="preserve">Ch 7 Exercise 3 temperatures in </w:t>
      </w:r>
      <w:r w:rsidR="0047581D">
        <w:t>array of records.txt</w:t>
      </w:r>
    </w:p>
    <w:p w14:paraId="6FDE5541" w14:textId="77777777" w:rsidR="003E2CF3" w:rsidRDefault="003E2CF3" w:rsidP="001F742D">
      <w:pPr>
        <w:pStyle w:val="Answerstyle"/>
      </w:pPr>
    </w:p>
    <w:p w14:paraId="3F7998E6" w14:textId="5A623345" w:rsidR="003E2CF3" w:rsidRDefault="003E2CF3" w:rsidP="001F742D">
      <w:pPr>
        <w:pStyle w:val="Answerstyle"/>
      </w:pPr>
      <w:r>
        <w:t>4.</w:t>
      </w:r>
      <w:r>
        <w:tab/>
        <w:t xml:space="preserve">See </w:t>
      </w:r>
      <w:r w:rsidR="00AD44E3">
        <w:t>VB</w:t>
      </w:r>
      <w:r>
        <w:t xml:space="preserve"> program </w:t>
      </w:r>
      <w:r w:rsidRPr="003E2CF3">
        <w:t xml:space="preserve">Ch 7 Exercise 4 processing </w:t>
      </w:r>
      <w:r w:rsidR="00B364A9">
        <w:t>array of records.txt</w:t>
      </w:r>
    </w:p>
    <w:p w14:paraId="36EB73D1" w14:textId="77777777" w:rsidR="001F742D" w:rsidRDefault="001F742D" w:rsidP="001F742D">
      <w:pPr>
        <w:spacing w:after="200" w:line="276" w:lineRule="auto"/>
        <w:rPr>
          <w:rFonts w:eastAsiaTheme="minorHAnsi"/>
          <w:lang w:eastAsia="zh-CN"/>
        </w:rPr>
      </w:pPr>
      <w:r>
        <w:br w:type="page"/>
      </w:r>
    </w:p>
    <w:p w14:paraId="01C6DE9D" w14:textId="65EB4BD9" w:rsidR="00C41403" w:rsidRDefault="00C41403" w:rsidP="00C41403">
      <w:pPr>
        <w:pStyle w:val="RedChapterHead"/>
      </w:pPr>
      <w:r w:rsidRPr="003864ED">
        <w:lastRenderedPageBreak/>
        <w:t xml:space="preserve">Chapter </w:t>
      </w:r>
      <w:r>
        <w:t xml:space="preserve">8 – </w:t>
      </w:r>
      <w:r w:rsidR="00B364A9">
        <w:t>Procedures and f</w:t>
      </w:r>
      <w:r>
        <w:t>unctions</w:t>
      </w:r>
    </w:p>
    <w:p w14:paraId="4556DDAA" w14:textId="77777777" w:rsidR="00C41403" w:rsidRPr="003864ED" w:rsidRDefault="00C41403" w:rsidP="00C41403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14:paraId="3082982E" w14:textId="77777777" w:rsidR="006A7F35" w:rsidRDefault="006A7F35" w:rsidP="00C41403">
      <w:pPr>
        <w:pStyle w:val="Answerstyle"/>
        <w:rPr>
          <w:b/>
        </w:rPr>
      </w:pPr>
    </w:p>
    <w:p w14:paraId="6ECC8A0D" w14:textId="47EFEBA7" w:rsidR="007B0FE3" w:rsidRPr="007B0FE3" w:rsidRDefault="00C41403" w:rsidP="006A3373">
      <w:pPr>
        <w:pStyle w:val="HTMLPreformatted"/>
        <w:shd w:val="clear" w:color="auto" w:fill="FFFFFF"/>
        <w:tabs>
          <w:tab w:val="clear" w:pos="916"/>
          <w:tab w:val="left" w:pos="567"/>
        </w:tabs>
        <w:rPr>
          <w:rFonts w:ascii="Consolas" w:hAnsi="Consolas"/>
          <w:color w:val="000000"/>
        </w:rPr>
      </w:pPr>
      <w:r w:rsidRPr="006A3373">
        <w:rPr>
          <w:rFonts w:ascii="Arial" w:eastAsiaTheme="minorHAnsi" w:hAnsi="Arial" w:cs="Arial"/>
          <w:b/>
          <w:sz w:val="22"/>
          <w:szCs w:val="22"/>
          <w:lang w:eastAsia="zh-CN"/>
        </w:rPr>
        <w:t>Q</w:t>
      </w:r>
      <w:proofErr w:type="gramStart"/>
      <w:r w:rsidRPr="006A3373">
        <w:rPr>
          <w:rFonts w:ascii="Arial" w:eastAsiaTheme="minorHAnsi" w:hAnsi="Arial" w:cs="Arial"/>
          <w:b/>
          <w:sz w:val="22"/>
          <w:szCs w:val="22"/>
          <w:lang w:eastAsia="zh-CN"/>
        </w:rPr>
        <w:t>1</w:t>
      </w:r>
      <w:r w:rsidR="006A7F35" w:rsidRPr="006A3373">
        <w:rPr>
          <w:rFonts w:ascii="Arial" w:eastAsiaTheme="minorHAnsi" w:hAnsi="Arial" w:cs="Arial"/>
          <w:b/>
          <w:sz w:val="22"/>
          <w:szCs w:val="22"/>
          <w:lang w:eastAsia="zh-CN"/>
        </w:rPr>
        <w:t>:</w:t>
      </w:r>
      <w:r w:rsidR="003E2CF3">
        <w:tab/>
      </w:r>
      <w:proofErr w:type="spellStart"/>
      <w:r w:rsidR="007B0FE3" w:rsidRPr="007B0FE3">
        <w:rPr>
          <w:rFonts w:ascii="Consolas" w:hAnsi="Consolas"/>
          <w:color w:val="2B91AF"/>
        </w:rPr>
        <w:t>Console</w:t>
      </w:r>
      <w:r w:rsidR="007B0FE3" w:rsidRPr="007B0FE3">
        <w:rPr>
          <w:rFonts w:ascii="Consolas" w:hAnsi="Consolas"/>
          <w:color w:val="000000"/>
        </w:rPr>
        <w:t>.</w:t>
      </w:r>
      <w:r w:rsidR="007B0FE3" w:rsidRPr="007B0FE3">
        <w:rPr>
          <w:rFonts w:ascii="Consolas" w:hAnsi="Consolas"/>
          <w:color w:val="74531F"/>
        </w:rPr>
        <w:t>Write</w:t>
      </w:r>
      <w:proofErr w:type="spellEnd"/>
      <w:proofErr w:type="gramEnd"/>
      <w:r w:rsidR="007B0FE3" w:rsidRPr="007B0FE3">
        <w:rPr>
          <w:rFonts w:ascii="Consolas" w:hAnsi="Consolas"/>
          <w:color w:val="000000"/>
        </w:rPr>
        <w:t>(</w:t>
      </w:r>
      <w:r w:rsidR="007B0FE3" w:rsidRPr="007B0FE3">
        <w:rPr>
          <w:rFonts w:ascii="Consolas" w:hAnsi="Consolas"/>
          <w:color w:val="A31515"/>
        </w:rPr>
        <w:t>"Input your age: "</w:t>
      </w:r>
      <w:r w:rsidR="007B0FE3" w:rsidRPr="007B0FE3">
        <w:rPr>
          <w:rFonts w:ascii="Consolas" w:hAnsi="Consolas"/>
          <w:color w:val="000000"/>
        </w:rPr>
        <w:t>)</w:t>
      </w:r>
    </w:p>
    <w:p w14:paraId="37D8F89A" w14:textId="0B7E0AF5" w:rsidR="007B0FE3" w:rsidRPr="007B0FE3" w:rsidRDefault="007B0FE3" w:rsidP="006A3373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urier New"/>
          <w:color w:val="000000"/>
          <w:sz w:val="20"/>
          <w:szCs w:val="20"/>
        </w:rPr>
      </w:pPr>
      <w:r w:rsidRPr="007B0FE3">
        <w:rPr>
          <w:rFonts w:ascii="Consolas" w:hAnsi="Consolas" w:cs="Courier New"/>
          <w:color w:val="000000"/>
          <w:sz w:val="20"/>
          <w:szCs w:val="20"/>
        </w:rPr>
        <w:t>     </w:t>
      </w:r>
      <w:r w:rsidRPr="007B0FE3">
        <w:rPr>
          <w:rFonts w:ascii="Consolas" w:hAnsi="Consolas" w:cs="Courier New"/>
          <w:color w:val="0000FF"/>
          <w:sz w:val="20"/>
          <w:szCs w:val="20"/>
        </w:rPr>
        <w:t>Dim</w:t>
      </w:r>
      <w:r w:rsidRPr="007B0FE3">
        <w:rPr>
          <w:rFonts w:ascii="Consolas" w:hAnsi="Consolas" w:cs="Courier New"/>
          <w:color w:val="000000"/>
          <w:sz w:val="20"/>
          <w:szCs w:val="20"/>
        </w:rPr>
        <w:t> </w:t>
      </w:r>
      <w:r w:rsidRPr="007B0FE3">
        <w:rPr>
          <w:rFonts w:ascii="Consolas" w:hAnsi="Consolas" w:cs="Courier New"/>
          <w:color w:val="1F377F"/>
          <w:sz w:val="20"/>
          <w:szCs w:val="20"/>
        </w:rPr>
        <w:t>age</w:t>
      </w:r>
      <w:r w:rsidRPr="007B0FE3">
        <w:rPr>
          <w:rFonts w:ascii="Consolas" w:hAnsi="Consolas" w:cs="Courier New"/>
          <w:color w:val="000000"/>
          <w:sz w:val="20"/>
          <w:szCs w:val="20"/>
        </w:rPr>
        <w:t> = </w:t>
      </w:r>
      <w:proofErr w:type="spellStart"/>
      <w:r w:rsidRPr="007B0FE3">
        <w:rPr>
          <w:rFonts w:ascii="Consolas" w:hAnsi="Consolas" w:cs="Courier New"/>
          <w:color w:val="2B91AF"/>
          <w:sz w:val="20"/>
          <w:szCs w:val="20"/>
        </w:rPr>
        <w:t>Console</w:t>
      </w:r>
      <w:r w:rsidRPr="007B0FE3">
        <w:rPr>
          <w:rFonts w:ascii="Consolas" w:hAnsi="Consolas" w:cs="Courier New"/>
          <w:color w:val="000000"/>
          <w:sz w:val="20"/>
          <w:szCs w:val="20"/>
        </w:rPr>
        <w:t>.</w:t>
      </w:r>
      <w:r w:rsidRPr="007B0FE3">
        <w:rPr>
          <w:rFonts w:ascii="Consolas" w:hAnsi="Consolas" w:cs="Courier New"/>
          <w:color w:val="74531F"/>
          <w:sz w:val="20"/>
          <w:szCs w:val="20"/>
        </w:rPr>
        <w:t>ReadLine</w:t>
      </w:r>
      <w:proofErr w:type="spellEnd"/>
      <w:r w:rsidRPr="007B0FE3">
        <w:rPr>
          <w:rFonts w:ascii="Consolas" w:hAnsi="Consolas" w:cs="Courier New"/>
          <w:color w:val="000000"/>
          <w:sz w:val="20"/>
          <w:szCs w:val="20"/>
        </w:rPr>
        <w:t>()</w:t>
      </w:r>
    </w:p>
    <w:p w14:paraId="465D86C0" w14:textId="63D7F485" w:rsidR="00C41403" w:rsidRPr="003864ED" w:rsidRDefault="00C41403" w:rsidP="007B0FE3">
      <w:pPr>
        <w:autoSpaceDE w:val="0"/>
        <w:autoSpaceDN w:val="0"/>
        <w:adjustRightInd w:val="0"/>
      </w:pPr>
      <w:r w:rsidRPr="006A7F35">
        <w:rPr>
          <w:b/>
        </w:rPr>
        <w:tab/>
      </w:r>
    </w:p>
    <w:p w14:paraId="0D075310" w14:textId="77777777" w:rsidR="00C41403" w:rsidRPr="003E2CF3" w:rsidRDefault="00C41403" w:rsidP="00C41403">
      <w:pPr>
        <w:pStyle w:val="Answerstyle"/>
        <w:rPr>
          <w:i/>
        </w:rPr>
      </w:pPr>
      <w:r w:rsidRPr="006A7F35">
        <w:rPr>
          <w:b/>
        </w:rPr>
        <w:t>Q2</w:t>
      </w:r>
      <w:r w:rsidR="006A7F35" w:rsidRPr="006A7F35">
        <w:rPr>
          <w:b/>
        </w:rPr>
        <w:t>:</w:t>
      </w:r>
      <w:r w:rsidRPr="00AB148D">
        <w:tab/>
      </w:r>
      <w:r w:rsidR="00665C7B">
        <w:t>Hello</w:t>
      </w:r>
      <w:r w:rsidR="003E2CF3">
        <w:t xml:space="preserve"> Jo </w:t>
      </w:r>
      <w:r w:rsidR="003E2CF3" w:rsidRPr="003E2CF3">
        <w:rPr>
          <w:i/>
        </w:rPr>
        <w:t>(or whatever name was entered by the user)</w:t>
      </w:r>
    </w:p>
    <w:p w14:paraId="6D0A4216" w14:textId="77777777" w:rsidR="003E2CF3" w:rsidRDefault="003E2CF3" w:rsidP="00C41403">
      <w:pPr>
        <w:pStyle w:val="Answerstyle"/>
      </w:pPr>
      <w:r w:rsidRPr="006A7F35">
        <w:rPr>
          <w:b/>
        </w:rPr>
        <w:tab/>
      </w:r>
      <w:r>
        <w:t xml:space="preserve">Jo is </w:t>
      </w:r>
      <w:r w:rsidR="000F5A0C">
        <w:t>P</w:t>
      </w:r>
      <w:r>
        <w:t>layer 1</w:t>
      </w:r>
    </w:p>
    <w:p w14:paraId="3D962574" w14:textId="77777777" w:rsidR="000F5A0C" w:rsidRDefault="000F5A0C" w:rsidP="00C41403">
      <w:pPr>
        <w:pStyle w:val="Answerstyle"/>
      </w:pPr>
    </w:p>
    <w:p w14:paraId="706FF0F8" w14:textId="171AC66B" w:rsidR="007B0FE3" w:rsidRPr="007B0FE3" w:rsidRDefault="000F5A0C" w:rsidP="00293C9A">
      <w:pPr>
        <w:pStyle w:val="HTMLPreformatted"/>
        <w:shd w:val="clear" w:color="auto" w:fill="FFFFFF"/>
        <w:rPr>
          <w:rFonts w:ascii="Consolas" w:hAnsi="Consolas"/>
          <w:color w:val="000000"/>
        </w:rPr>
      </w:pPr>
      <w:r w:rsidRPr="00293C9A">
        <w:rPr>
          <w:rFonts w:ascii="Arial" w:eastAsiaTheme="minorHAnsi" w:hAnsi="Arial" w:cs="Arial"/>
          <w:b/>
          <w:sz w:val="22"/>
          <w:szCs w:val="22"/>
          <w:lang w:eastAsia="zh-CN"/>
        </w:rPr>
        <w:t>Q3</w:t>
      </w:r>
      <w:r w:rsidR="006A7F35" w:rsidRPr="00293C9A">
        <w:rPr>
          <w:rFonts w:ascii="Arial" w:eastAsiaTheme="minorHAnsi" w:hAnsi="Arial" w:cs="Arial"/>
          <w:b/>
          <w:sz w:val="22"/>
          <w:szCs w:val="22"/>
          <w:lang w:eastAsia="zh-CN"/>
        </w:rPr>
        <w:t>:</w:t>
      </w:r>
      <w:r w:rsidR="007B0FE3" w:rsidRPr="007B0FE3">
        <w:rPr>
          <w:rFonts w:ascii="Consolas" w:hAnsi="Consolas"/>
          <w:color w:val="000000"/>
        </w:rPr>
        <w:t xml:space="preserve"> </w:t>
      </w:r>
      <w:r w:rsidR="007B0FE3" w:rsidRPr="007B0FE3">
        <w:rPr>
          <w:rFonts w:ascii="Consolas" w:hAnsi="Consolas"/>
          <w:color w:val="0000FF"/>
        </w:rPr>
        <w:t>Sub</w:t>
      </w:r>
      <w:r w:rsidR="007B0FE3" w:rsidRPr="007B0FE3">
        <w:rPr>
          <w:rFonts w:ascii="Consolas" w:hAnsi="Consolas"/>
          <w:color w:val="000000"/>
        </w:rPr>
        <w:t> </w:t>
      </w:r>
      <w:proofErr w:type="gramStart"/>
      <w:r w:rsidR="007B0FE3" w:rsidRPr="007B0FE3">
        <w:rPr>
          <w:rFonts w:ascii="Consolas" w:hAnsi="Consolas"/>
          <w:color w:val="74531F"/>
        </w:rPr>
        <w:t>Birthday</w:t>
      </w:r>
      <w:r w:rsidR="007B0FE3" w:rsidRPr="007B0FE3">
        <w:rPr>
          <w:rFonts w:ascii="Consolas" w:hAnsi="Consolas"/>
          <w:color w:val="000000"/>
        </w:rPr>
        <w:t>(</w:t>
      </w:r>
      <w:proofErr w:type="gramEnd"/>
      <w:r w:rsidR="007B0FE3" w:rsidRPr="007B0FE3">
        <w:rPr>
          <w:rFonts w:ascii="Consolas" w:hAnsi="Consolas"/>
          <w:color w:val="1F377F"/>
        </w:rPr>
        <w:t>name</w:t>
      </w:r>
      <w:r w:rsidR="007B0FE3" w:rsidRPr="007B0FE3">
        <w:rPr>
          <w:rFonts w:ascii="Consolas" w:hAnsi="Consolas"/>
          <w:color w:val="000000"/>
        </w:rPr>
        <w:t>, </w:t>
      </w:r>
      <w:r w:rsidR="007B0FE3" w:rsidRPr="007B0FE3">
        <w:rPr>
          <w:rFonts w:ascii="Consolas" w:hAnsi="Consolas"/>
          <w:color w:val="1F377F"/>
        </w:rPr>
        <w:t>age</w:t>
      </w:r>
      <w:r w:rsidR="007B0FE3" w:rsidRPr="007B0FE3">
        <w:rPr>
          <w:rFonts w:ascii="Consolas" w:hAnsi="Consolas"/>
          <w:color w:val="000000"/>
        </w:rPr>
        <w:t>)</w:t>
      </w:r>
    </w:p>
    <w:p w14:paraId="117C50DC" w14:textId="77777777" w:rsidR="007B0FE3" w:rsidRPr="007B0FE3" w:rsidRDefault="007B0FE3" w:rsidP="00293C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rFonts w:ascii="Consolas" w:hAnsi="Consolas" w:cs="Courier New"/>
          <w:color w:val="000000"/>
          <w:sz w:val="20"/>
          <w:szCs w:val="20"/>
        </w:rPr>
      </w:pPr>
      <w:r w:rsidRPr="007B0FE3">
        <w:rPr>
          <w:rFonts w:ascii="Consolas" w:hAnsi="Consolas" w:cs="Courier New"/>
          <w:color w:val="000000"/>
          <w:sz w:val="20"/>
          <w:szCs w:val="20"/>
        </w:rPr>
        <w:t>    </w:t>
      </w:r>
      <w:r w:rsidRPr="007B0FE3">
        <w:rPr>
          <w:rFonts w:ascii="Consolas" w:hAnsi="Consolas" w:cs="Courier New"/>
          <w:color w:val="2B91AF"/>
          <w:sz w:val="20"/>
          <w:szCs w:val="20"/>
        </w:rPr>
        <w:t>Console</w:t>
      </w:r>
      <w:r w:rsidRPr="007B0FE3">
        <w:rPr>
          <w:rFonts w:ascii="Consolas" w:hAnsi="Consolas" w:cs="Courier New"/>
          <w:color w:val="000000"/>
          <w:sz w:val="20"/>
          <w:szCs w:val="20"/>
        </w:rPr>
        <w:t>.</w:t>
      </w:r>
      <w:r w:rsidRPr="007B0FE3">
        <w:rPr>
          <w:rFonts w:ascii="Consolas" w:hAnsi="Consolas" w:cs="Courier New"/>
          <w:color w:val="74531F"/>
          <w:sz w:val="20"/>
          <w:szCs w:val="20"/>
        </w:rPr>
        <w:t>WriteLine</w:t>
      </w:r>
      <w:r w:rsidRPr="007B0FE3">
        <w:rPr>
          <w:rFonts w:ascii="Consolas" w:hAnsi="Consolas" w:cs="Courier New"/>
          <w:color w:val="000000"/>
          <w:sz w:val="20"/>
          <w:szCs w:val="20"/>
        </w:rPr>
        <w:t>(</w:t>
      </w:r>
      <w:r w:rsidRPr="007B0FE3">
        <w:rPr>
          <w:rFonts w:ascii="Consolas" w:hAnsi="Consolas" w:cs="Courier New"/>
          <w:color w:val="A31515"/>
          <w:sz w:val="20"/>
          <w:szCs w:val="20"/>
        </w:rPr>
        <w:t>"Happy birthday, "</w:t>
      </w:r>
      <w:r w:rsidRPr="007B0FE3">
        <w:rPr>
          <w:rFonts w:ascii="Consolas" w:hAnsi="Consolas" w:cs="Courier New"/>
          <w:color w:val="000000"/>
          <w:sz w:val="20"/>
          <w:szCs w:val="20"/>
        </w:rPr>
        <w:t> + </w:t>
      </w:r>
      <w:r w:rsidRPr="007B0FE3">
        <w:rPr>
          <w:rFonts w:ascii="Consolas" w:hAnsi="Consolas" w:cs="Courier New"/>
          <w:color w:val="1F377F"/>
          <w:sz w:val="20"/>
          <w:szCs w:val="20"/>
        </w:rPr>
        <w:t>name</w:t>
      </w:r>
      <w:r w:rsidRPr="007B0FE3">
        <w:rPr>
          <w:rFonts w:ascii="Consolas" w:hAnsi="Consolas" w:cs="Courier New"/>
          <w:color w:val="000000"/>
          <w:sz w:val="20"/>
          <w:szCs w:val="20"/>
        </w:rPr>
        <w:t> + </w:t>
      </w:r>
      <w:r w:rsidRPr="007B0FE3">
        <w:rPr>
          <w:rFonts w:ascii="Consolas" w:hAnsi="Consolas" w:cs="Courier New"/>
          <w:color w:val="A31515"/>
          <w:sz w:val="20"/>
          <w:szCs w:val="20"/>
        </w:rPr>
        <w:t>"! You're "</w:t>
      </w:r>
      <w:r w:rsidRPr="007B0FE3">
        <w:rPr>
          <w:rFonts w:ascii="Consolas" w:hAnsi="Consolas" w:cs="Courier New"/>
          <w:color w:val="000000"/>
          <w:sz w:val="20"/>
          <w:szCs w:val="20"/>
        </w:rPr>
        <w:t> + </w:t>
      </w:r>
      <w:r w:rsidRPr="007B0FE3">
        <w:rPr>
          <w:rFonts w:ascii="Consolas" w:hAnsi="Consolas" w:cs="Courier New"/>
          <w:color w:val="74531F"/>
          <w:sz w:val="20"/>
          <w:szCs w:val="20"/>
        </w:rPr>
        <w:t>Str</w:t>
      </w:r>
      <w:r w:rsidRPr="007B0FE3">
        <w:rPr>
          <w:rFonts w:ascii="Consolas" w:hAnsi="Consolas" w:cs="Courier New"/>
          <w:color w:val="000000"/>
          <w:sz w:val="20"/>
          <w:szCs w:val="20"/>
        </w:rPr>
        <w:t>(</w:t>
      </w:r>
      <w:r w:rsidRPr="007B0FE3">
        <w:rPr>
          <w:rFonts w:ascii="Consolas" w:hAnsi="Consolas" w:cs="Courier New"/>
          <w:color w:val="1F377F"/>
          <w:sz w:val="20"/>
          <w:szCs w:val="20"/>
        </w:rPr>
        <w:t>age</w:t>
      </w:r>
      <w:r w:rsidRPr="007B0FE3">
        <w:rPr>
          <w:rFonts w:ascii="Consolas" w:hAnsi="Consolas" w:cs="Courier New"/>
          <w:color w:val="000000"/>
          <w:sz w:val="20"/>
          <w:szCs w:val="20"/>
        </w:rPr>
        <w:t>) + </w:t>
      </w:r>
      <w:r w:rsidRPr="007B0FE3">
        <w:rPr>
          <w:rFonts w:ascii="Consolas" w:hAnsi="Consolas" w:cs="Courier New"/>
          <w:color w:val="A31515"/>
          <w:sz w:val="20"/>
          <w:szCs w:val="20"/>
        </w:rPr>
        <w:t>" today!"</w:t>
      </w:r>
      <w:r w:rsidRPr="007B0FE3">
        <w:rPr>
          <w:rFonts w:ascii="Consolas" w:hAnsi="Consolas" w:cs="Courier New"/>
          <w:color w:val="000000"/>
          <w:sz w:val="20"/>
          <w:szCs w:val="20"/>
        </w:rPr>
        <w:t>)</w:t>
      </w:r>
    </w:p>
    <w:p w14:paraId="6936B7A6" w14:textId="77777777" w:rsidR="007B0FE3" w:rsidRPr="007B0FE3" w:rsidRDefault="007B0FE3" w:rsidP="00293C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rFonts w:ascii="Consolas" w:hAnsi="Consolas" w:cs="Courier New"/>
          <w:color w:val="000000"/>
          <w:sz w:val="20"/>
          <w:szCs w:val="20"/>
        </w:rPr>
      </w:pPr>
      <w:r w:rsidRPr="007B0FE3">
        <w:rPr>
          <w:rFonts w:ascii="Consolas" w:hAnsi="Consolas" w:cs="Courier New"/>
          <w:color w:val="0000FF"/>
          <w:sz w:val="20"/>
          <w:szCs w:val="20"/>
        </w:rPr>
        <w:t>End</w:t>
      </w:r>
      <w:r w:rsidRPr="007B0FE3">
        <w:rPr>
          <w:rFonts w:ascii="Consolas" w:hAnsi="Consolas" w:cs="Courier New"/>
          <w:color w:val="000000"/>
          <w:sz w:val="20"/>
          <w:szCs w:val="20"/>
        </w:rPr>
        <w:t> </w:t>
      </w:r>
      <w:r w:rsidRPr="007B0FE3">
        <w:rPr>
          <w:rFonts w:ascii="Consolas" w:hAnsi="Consolas" w:cs="Courier New"/>
          <w:color w:val="0000FF"/>
          <w:sz w:val="20"/>
          <w:szCs w:val="20"/>
        </w:rPr>
        <w:t>Sub</w:t>
      </w:r>
    </w:p>
    <w:p w14:paraId="4A7CDAB0" w14:textId="4F796D74" w:rsidR="003004ED" w:rsidRPr="005251CA" w:rsidRDefault="003004ED" w:rsidP="00293C9A">
      <w:pPr>
        <w:autoSpaceDE w:val="0"/>
        <w:autoSpaceDN w:val="0"/>
        <w:adjustRightInd w:val="0"/>
        <w:ind w:left="567"/>
      </w:pPr>
      <w:r w:rsidRPr="005251CA">
        <w:t xml:space="preserve">See </w:t>
      </w:r>
      <w:r>
        <w:t>VB</w:t>
      </w:r>
      <w:r w:rsidRPr="005251CA">
        <w:t xml:space="preserve"> program </w:t>
      </w:r>
      <w:r w:rsidRPr="003E2CF3">
        <w:t xml:space="preserve">Ch </w:t>
      </w:r>
      <w:r>
        <w:t>8</w:t>
      </w:r>
      <w:r w:rsidRPr="003E2CF3">
        <w:t xml:space="preserve"> </w:t>
      </w:r>
      <w:r>
        <w:t>Question</w:t>
      </w:r>
      <w:r w:rsidRPr="003E2CF3">
        <w:t xml:space="preserve"> </w:t>
      </w:r>
      <w:r>
        <w:t>3 Happy Birthday</w:t>
      </w:r>
      <w:r w:rsidRPr="003E2CF3">
        <w:t>.</w:t>
      </w:r>
      <w:r>
        <w:t>txt</w:t>
      </w:r>
    </w:p>
    <w:p w14:paraId="340E113C" w14:textId="75409ABA" w:rsidR="001667D5" w:rsidRDefault="001667D5" w:rsidP="001219A1">
      <w:pPr>
        <w:pStyle w:val="Answerstyle"/>
        <w:rPr>
          <w:b/>
        </w:rPr>
      </w:pPr>
    </w:p>
    <w:p w14:paraId="1275B52F" w14:textId="0F5EB20E" w:rsidR="003004ED" w:rsidRDefault="001219A1" w:rsidP="003004ED">
      <w:pPr>
        <w:pStyle w:val="Answerstyle"/>
      </w:pPr>
      <w:r w:rsidRPr="006A7F35">
        <w:rPr>
          <w:b/>
        </w:rPr>
        <w:t>Q4</w:t>
      </w:r>
      <w:r w:rsidR="006A7F35" w:rsidRPr="006A7F35">
        <w:rPr>
          <w:b/>
        </w:rPr>
        <w:t>:</w:t>
      </w:r>
      <w:r>
        <w:tab/>
      </w:r>
      <w:r w:rsidR="003004ED">
        <w:t>The output will be:</w:t>
      </w:r>
    </w:p>
    <w:p w14:paraId="54D6400A" w14:textId="6AB3E56F" w:rsidR="003004ED" w:rsidRDefault="003004ED" w:rsidP="00293C9A">
      <w:pPr>
        <w:pStyle w:val="Answerstyle"/>
        <w:ind w:hanging="567"/>
      </w:pPr>
      <w:r>
        <w:t>In main program, Name = Kumar</w:t>
      </w:r>
    </w:p>
    <w:p w14:paraId="3A63A16A" w14:textId="77777777" w:rsidR="003004ED" w:rsidRDefault="003004ED" w:rsidP="00293C9A">
      <w:pPr>
        <w:pStyle w:val="Answerstyle"/>
        <w:ind w:hanging="567"/>
      </w:pPr>
      <w:r>
        <w:t xml:space="preserve">in procedure </w:t>
      </w:r>
      <w:proofErr w:type="spellStart"/>
      <w:r>
        <w:t>NameOne</w:t>
      </w:r>
      <w:proofErr w:type="spellEnd"/>
      <w:r>
        <w:t>, Name = Kumar</w:t>
      </w:r>
    </w:p>
    <w:p w14:paraId="1B343AEC" w14:textId="77777777" w:rsidR="003004ED" w:rsidRDefault="003004ED" w:rsidP="00293C9A">
      <w:pPr>
        <w:pStyle w:val="Answerstyle"/>
        <w:ind w:hanging="567"/>
      </w:pPr>
      <w:r>
        <w:t xml:space="preserve">in procedure </w:t>
      </w:r>
      <w:proofErr w:type="spellStart"/>
      <w:r>
        <w:t>NameOne</w:t>
      </w:r>
      <w:proofErr w:type="spellEnd"/>
      <w:r>
        <w:t>, Name = Alice</w:t>
      </w:r>
    </w:p>
    <w:p w14:paraId="3DC53A4A" w14:textId="77777777" w:rsidR="003004ED" w:rsidRDefault="003004ED" w:rsidP="00293C9A">
      <w:pPr>
        <w:pStyle w:val="Answerstyle"/>
        <w:ind w:hanging="567"/>
      </w:pPr>
      <w:r>
        <w:t>In main program, Name = Alice</w:t>
      </w:r>
    </w:p>
    <w:p w14:paraId="5259F875" w14:textId="77777777" w:rsidR="003004ED" w:rsidRDefault="003004ED" w:rsidP="00293C9A">
      <w:pPr>
        <w:pStyle w:val="Answerstyle"/>
        <w:ind w:hanging="567"/>
      </w:pPr>
      <w:r>
        <w:t xml:space="preserve">in procedure </w:t>
      </w:r>
      <w:proofErr w:type="spellStart"/>
      <w:r>
        <w:t>NameTwo</w:t>
      </w:r>
      <w:proofErr w:type="spellEnd"/>
      <w:r>
        <w:t>, Name = Alice</w:t>
      </w:r>
    </w:p>
    <w:p w14:paraId="609D7698" w14:textId="77777777" w:rsidR="003004ED" w:rsidRDefault="003004ED" w:rsidP="00293C9A">
      <w:pPr>
        <w:pStyle w:val="Answerstyle"/>
        <w:ind w:hanging="567"/>
      </w:pPr>
      <w:r>
        <w:t xml:space="preserve">in procedure </w:t>
      </w:r>
      <w:proofErr w:type="spellStart"/>
      <w:r>
        <w:t>NameTwo</w:t>
      </w:r>
      <w:proofErr w:type="spellEnd"/>
      <w:r>
        <w:t>, Name = Bob</w:t>
      </w:r>
    </w:p>
    <w:p w14:paraId="0EE30572" w14:textId="487E922B" w:rsidR="00C41403" w:rsidRPr="003864ED" w:rsidRDefault="003004ED" w:rsidP="00293C9A">
      <w:pPr>
        <w:pStyle w:val="Answerstyle"/>
        <w:ind w:hanging="567"/>
      </w:pPr>
      <w:r>
        <w:t>In main program, Name = Bob</w:t>
      </w:r>
    </w:p>
    <w:p w14:paraId="3654AE6C" w14:textId="77777777" w:rsidR="00C41403" w:rsidRPr="003864ED" w:rsidRDefault="00C41403" w:rsidP="00C41403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14:paraId="69B42E10" w14:textId="1CD67F0F" w:rsidR="00C41403" w:rsidRPr="005251CA" w:rsidRDefault="003E2CF3" w:rsidP="00C41403">
      <w:pPr>
        <w:pStyle w:val="Answerstyle"/>
      </w:pPr>
      <w:r>
        <w:t>1.</w:t>
      </w:r>
      <w:r>
        <w:tab/>
      </w:r>
      <w:r w:rsidR="00C41403" w:rsidRPr="005251CA">
        <w:t xml:space="preserve">See </w:t>
      </w:r>
      <w:r w:rsidR="003004ED">
        <w:t>VB</w:t>
      </w:r>
      <w:r w:rsidR="00C41403" w:rsidRPr="005251CA">
        <w:t xml:space="preserve"> program </w:t>
      </w:r>
      <w:r w:rsidRPr="003E2CF3">
        <w:t xml:space="preserve">Ch 8 Exercise 1 cube </w:t>
      </w:r>
      <w:r w:rsidR="003004ED">
        <w:t>sub.txt</w:t>
      </w:r>
    </w:p>
    <w:p w14:paraId="40580AEE" w14:textId="77777777" w:rsidR="00C41403" w:rsidRPr="003864ED" w:rsidRDefault="00C41403" w:rsidP="00C41403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14:paraId="0CA8349D" w14:textId="3AAE3BF5" w:rsidR="00C41403" w:rsidRDefault="00C41403" w:rsidP="00C41403">
      <w:pPr>
        <w:pStyle w:val="Answerstyle"/>
      </w:pPr>
      <w:r w:rsidRPr="005251CA">
        <w:t>2.</w:t>
      </w:r>
      <w:r w:rsidR="003E2CF3">
        <w:tab/>
        <w:t xml:space="preserve">See </w:t>
      </w:r>
      <w:r w:rsidR="003004ED">
        <w:t>VB</w:t>
      </w:r>
      <w:r w:rsidR="003E2CF3">
        <w:t xml:space="preserve"> program </w:t>
      </w:r>
      <w:r w:rsidR="003E2CF3" w:rsidRPr="003E2CF3">
        <w:t>Ch 8 Exercise 2 encrypt a message.</w:t>
      </w:r>
      <w:r w:rsidR="003004ED">
        <w:t>txt</w:t>
      </w:r>
    </w:p>
    <w:p w14:paraId="2BF730F2" w14:textId="77777777" w:rsidR="003E2CF3" w:rsidRDefault="003E2CF3" w:rsidP="00C41403">
      <w:pPr>
        <w:pStyle w:val="Answerstyle"/>
      </w:pPr>
    </w:p>
    <w:p w14:paraId="451D7973" w14:textId="2FB9E54D" w:rsidR="003E2CF3" w:rsidRDefault="003E2CF3" w:rsidP="00C41403">
      <w:pPr>
        <w:pStyle w:val="Answerstyle"/>
      </w:pPr>
      <w:r>
        <w:t>3.</w:t>
      </w:r>
      <w:r>
        <w:tab/>
        <w:t xml:space="preserve">See </w:t>
      </w:r>
      <w:r w:rsidR="003004ED">
        <w:t>VB</w:t>
      </w:r>
      <w:r>
        <w:t xml:space="preserve"> program </w:t>
      </w:r>
      <w:r w:rsidRPr="003E2CF3">
        <w:t>Ch 8 Exercise 3 max temperatur</w:t>
      </w:r>
      <w:r w:rsidR="003004ED">
        <w:t>es.txt</w:t>
      </w:r>
    </w:p>
    <w:p w14:paraId="16C8F9D6" w14:textId="77777777" w:rsidR="003E2CF3" w:rsidRDefault="003E2CF3" w:rsidP="00C41403">
      <w:pPr>
        <w:pStyle w:val="Answerstyle"/>
      </w:pPr>
    </w:p>
    <w:p w14:paraId="37253E0A" w14:textId="52A51DBA" w:rsidR="003E2CF3" w:rsidRDefault="003E2CF3" w:rsidP="00C41403">
      <w:pPr>
        <w:pStyle w:val="Answerstyle"/>
      </w:pPr>
      <w:r>
        <w:t>4.</w:t>
      </w:r>
      <w:r>
        <w:tab/>
        <w:t xml:space="preserve">See </w:t>
      </w:r>
      <w:r w:rsidR="003004ED">
        <w:t>VB</w:t>
      </w:r>
      <w:r>
        <w:t xml:space="preserve"> program </w:t>
      </w:r>
      <w:r w:rsidRPr="003E2CF3">
        <w:t xml:space="preserve">Ch 8 Exercise 4 </w:t>
      </w:r>
      <w:r w:rsidR="003004ED">
        <w:t>w</w:t>
      </w:r>
      <w:r w:rsidRPr="003E2CF3">
        <w:t>eekly pay.</w:t>
      </w:r>
      <w:r w:rsidR="003004ED">
        <w:t>txt</w:t>
      </w:r>
    </w:p>
    <w:p w14:paraId="2AC9E16C" w14:textId="77777777" w:rsidR="00C41403" w:rsidRDefault="00C41403" w:rsidP="00C41403">
      <w:pPr>
        <w:spacing w:after="200" w:line="276" w:lineRule="auto"/>
        <w:rPr>
          <w:rFonts w:eastAsiaTheme="minorHAnsi"/>
          <w:lang w:eastAsia="zh-CN"/>
        </w:rPr>
      </w:pPr>
      <w:r>
        <w:br w:type="page"/>
      </w:r>
    </w:p>
    <w:p w14:paraId="1DD9B345" w14:textId="77777777" w:rsidR="006C0577" w:rsidRDefault="00C41403" w:rsidP="006C0577">
      <w:pPr>
        <w:pStyle w:val="RedChapterHead"/>
      </w:pPr>
      <w:r w:rsidRPr="003864ED">
        <w:lastRenderedPageBreak/>
        <w:t xml:space="preserve">Chapter </w:t>
      </w:r>
      <w:r>
        <w:t xml:space="preserve">9 – </w:t>
      </w:r>
      <w:r w:rsidR="006C0577">
        <w:t>Reading and writing files</w:t>
      </w:r>
    </w:p>
    <w:p w14:paraId="43BF1909" w14:textId="77777777" w:rsidR="00C41403" w:rsidRPr="003864ED" w:rsidRDefault="00C41403" w:rsidP="00C41403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14:paraId="1530463D" w14:textId="77777777" w:rsidR="006A7F35" w:rsidRDefault="006A7F35" w:rsidP="00C41403">
      <w:pPr>
        <w:pStyle w:val="Answerstyle"/>
      </w:pPr>
    </w:p>
    <w:p w14:paraId="78034F13" w14:textId="3E04AA26" w:rsidR="00737F0E" w:rsidRDefault="00737F0E" w:rsidP="00C41403">
      <w:pPr>
        <w:pStyle w:val="Answerstyle"/>
      </w:pPr>
      <w:r w:rsidRPr="006A7F35">
        <w:rPr>
          <w:b/>
        </w:rPr>
        <w:t>Q1</w:t>
      </w:r>
      <w:r w:rsidR="006A7F35">
        <w:rPr>
          <w:b/>
        </w:rPr>
        <w:t>:</w:t>
      </w:r>
      <w:r>
        <w:tab/>
      </w:r>
      <w:r w:rsidR="00D82AB6">
        <w:t xml:space="preserve">See </w:t>
      </w:r>
      <w:r w:rsidR="003004ED">
        <w:t>VB</w:t>
      </w:r>
      <w:r w:rsidR="00D82AB6">
        <w:t xml:space="preserve"> program </w:t>
      </w:r>
      <w:r w:rsidR="00D82AB6" w:rsidRPr="00D82AB6">
        <w:t>Ch 9 Question 1 read and print temperature file.</w:t>
      </w:r>
      <w:r w:rsidR="003004ED">
        <w:t>txt</w:t>
      </w:r>
    </w:p>
    <w:p w14:paraId="1B3F3277" w14:textId="77777777" w:rsidR="00C41403" w:rsidRPr="003864ED" w:rsidRDefault="00C41403" w:rsidP="00C41403">
      <w:pPr>
        <w:pStyle w:val="Answerstyle"/>
      </w:pPr>
      <w:r w:rsidRPr="006A7F35">
        <w:rPr>
          <w:b/>
        </w:rPr>
        <w:tab/>
      </w:r>
    </w:p>
    <w:p w14:paraId="627FC12A" w14:textId="139A4683" w:rsidR="00C41403" w:rsidRPr="00AB148D" w:rsidRDefault="00C41403" w:rsidP="00C41403">
      <w:pPr>
        <w:pStyle w:val="Answerstyle"/>
      </w:pPr>
      <w:r w:rsidRPr="006A7F35">
        <w:rPr>
          <w:b/>
        </w:rPr>
        <w:t>Q2</w:t>
      </w:r>
      <w:r w:rsidR="006A7F35">
        <w:rPr>
          <w:b/>
        </w:rPr>
        <w:t>:</w:t>
      </w:r>
      <w:r w:rsidRPr="00AB148D">
        <w:tab/>
      </w:r>
      <w:r w:rsidR="00D82AB6">
        <w:t xml:space="preserve">See </w:t>
      </w:r>
      <w:r w:rsidR="003004ED">
        <w:t>VB</w:t>
      </w:r>
      <w:r w:rsidR="00D82AB6">
        <w:t xml:space="preserve"> program </w:t>
      </w:r>
      <w:r w:rsidR="00D82AB6" w:rsidRPr="00D82AB6">
        <w:t>Ch 9 Question 2 integer temperatures.</w:t>
      </w:r>
      <w:r w:rsidR="003004ED">
        <w:t>txt</w:t>
      </w:r>
    </w:p>
    <w:p w14:paraId="5A226277" w14:textId="77777777" w:rsidR="009F45E8" w:rsidRPr="005251CA" w:rsidRDefault="009F45E8" w:rsidP="009F45E8"/>
    <w:p w14:paraId="4024762C" w14:textId="3CB4F9CC" w:rsidR="006851BC" w:rsidRPr="006851BC" w:rsidRDefault="00D82AB6" w:rsidP="00293C9A">
      <w:pPr>
        <w:pStyle w:val="Answerstyle"/>
        <w:rPr>
          <w:rFonts w:ascii="Consolas" w:hAnsi="Consolas" w:cs="Courier New"/>
          <w:color w:val="000000"/>
          <w:sz w:val="20"/>
          <w:szCs w:val="20"/>
        </w:rPr>
      </w:pPr>
      <w:r w:rsidRPr="006A7F35">
        <w:rPr>
          <w:b/>
        </w:rPr>
        <w:t>Q3</w:t>
      </w:r>
      <w:r w:rsidR="006A7F35">
        <w:rPr>
          <w:b/>
        </w:rPr>
        <w:t>:</w:t>
      </w:r>
      <w:r>
        <w:tab/>
      </w:r>
      <w:r w:rsidR="006851BC" w:rsidRPr="006851BC">
        <w:rPr>
          <w:rFonts w:ascii="Consolas" w:hAnsi="Consolas" w:cs="Courier New"/>
          <w:color w:val="0000FF"/>
          <w:sz w:val="20"/>
          <w:szCs w:val="20"/>
        </w:rPr>
        <w:t>Dim</w:t>
      </w:r>
      <w:r w:rsidR="006851BC" w:rsidRPr="006851BC">
        <w:rPr>
          <w:rFonts w:ascii="Consolas" w:hAnsi="Consolas" w:cs="Courier New"/>
          <w:color w:val="000000"/>
          <w:sz w:val="20"/>
          <w:szCs w:val="20"/>
        </w:rPr>
        <w:t> </w:t>
      </w:r>
      <w:r w:rsidR="006851BC" w:rsidRPr="006851BC">
        <w:rPr>
          <w:rFonts w:ascii="Consolas" w:hAnsi="Consolas" w:cs="Courier New"/>
          <w:color w:val="1F377F"/>
          <w:sz w:val="20"/>
          <w:szCs w:val="20"/>
        </w:rPr>
        <w:t>a</w:t>
      </w:r>
      <w:r w:rsidR="006851BC" w:rsidRPr="006851BC">
        <w:rPr>
          <w:rFonts w:ascii="Consolas" w:hAnsi="Consolas" w:cs="Courier New"/>
          <w:color w:val="000000"/>
          <w:sz w:val="20"/>
          <w:szCs w:val="20"/>
        </w:rPr>
        <w:t>, </w:t>
      </w:r>
      <w:r w:rsidR="006851BC" w:rsidRPr="006851BC">
        <w:rPr>
          <w:rFonts w:ascii="Consolas" w:hAnsi="Consolas" w:cs="Courier New"/>
          <w:color w:val="1F377F"/>
          <w:sz w:val="20"/>
          <w:szCs w:val="20"/>
        </w:rPr>
        <w:t>b</w:t>
      </w:r>
      <w:r w:rsidR="006851BC" w:rsidRPr="006851BC">
        <w:rPr>
          <w:rFonts w:ascii="Consolas" w:hAnsi="Consolas" w:cs="Courier New"/>
          <w:color w:val="000000"/>
          <w:sz w:val="20"/>
          <w:szCs w:val="20"/>
        </w:rPr>
        <w:t>, </w:t>
      </w:r>
      <w:r w:rsidR="006851BC" w:rsidRPr="006851BC">
        <w:rPr>
          <w:rFonts w:ascii="Consolas" w:hAnsi="Consolas" w:cs="Courier New"/>
          <w:color w:val="1F377F"/>
          <w:sz w:val="20"/>
          <w:szCs w:val="20"/>
        </w:rPr>
        <w:t>c</w:t>
      </w:r>
      <w:r w:rsidR="006851BC" w:rsidRPr="006851BC">
        <w:rPr>
          <w:rFonts w:ascii="Consolas" w:hAnsi="Consolas" w:cs="Courier New"/>
          <w:color w:val="000000"/>
          <w:sz w:val="20"/>
          <w:szCs w:val="20"/>
        </w:rPr>
        <w:t>, </w:t>
      </w:r>
      <w:r w:rsidR="006851BC" w:rsidRPr="006851BC">
        <w:rPr>
          <w:rFonts w:ascii="Consolas" w:hAnsi="Consolas" w:cs="Courier New"/>
          <w:color w:val="1F377F"/>
          <w:sz w:val="20"/>
          <w:szCs w:val="20"/>
        </w:rPr>
        <w:t>d</w:t>
      </w:r>
      <w:r w:rsidR="006851BC" w:rsidRPr="006851BC">
        <w:rPr>
          <w:rFonts w:ascii="Consolas" w:hAnsi="Consolas" w:cs="Courier New"/>
          <w:color w:val="000000"/>
          <w:sz w:val="20"/>
          <w:szCs w:val="20"/>
        </w:rPr>
        <w:t> </w:t>
      </w:r>
      <w:r w:rsidR="006851BC" w:rsidRPr="006851BC">
        <w:rPr>
          <w:rFonts w:ascii="Consolas" w:hAnsi="Consolas" w:cs="Courier New"/>
          <w:color w:val="0000FF"/>
          <w:sz w:val="20"/>
          <w:szCs w:val="20"/>
        </w:rPr>
        <w:t>As</w:t>
      </w:r>
      <w:r w:rsidR="006851BC" w:rsidRPr="006851BC">
        <w:rPr>
          <w:rFonts w:ascii="Consolas" w:hAnsi="Consolas" w:cs="Courier New"/>
          <w:color w:val="000000"/>
          <w:sz w:val="20"/>
          <w:szCs w:val="20"/>
        </w:rPr>
        <w:t> </w:t>
      </w:r>
      <w:r w:rsidR="006851BC" w:rsidRPr="006851BC">
        <w:rPr>
          <w:rFonts w:ascii="Consolas" w:hAnsi="Consolas" w:cs="Courier New"/>
          <w:color w:val="0000FF"/>
          <w:sz w:val="20"/>
          <w:szCs w:val="20"/>
        </w:rPr>
        <w:t>Integer</w:t>
      </w:r>
    </w:p>
    <w:p w14:paraId="51D644F5" w14:textId="77777777" w:rsidR="006851BC" w:rsidRPr="006851BC" w:rsidRDefault="006851BC" w:rsidP="00293C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rFonts w:ascii="Consolas" w:hAnsi="Consolas" w:cs="Courier New"/>
          <w:color w:val="000000"/>
          <w:sz w:val="20"/>
          <w:szCs w:val="20"/>
        </w:rPr>
      </w:pPr>
      <w:r w:rsidRPr="006851BC">
        <w:rPr>
          <w:rFonts w:ascii="Consolas" w:hAnsi="Consolas" w:cs="Courier New"/>
          <w:color w:val="1F377F"/>
          <w:sz w:val="20"/>
          <w:szCs w:val="20"/>
        </w:rPr>
        <w:t>a</w:t>
      </w:r>
      <w:r w:rsidRPr="006851BC">
        <w:rPr>
          <w:rFonts w:ascii="Consolas" w:hAnsi="Consolas" w:cs="Courier New"/>
          <w:color w:val="000000"/>
          <w:sz w:val="20"/>
          <w:szCs w:val="20"/>
        </w:rPr>
        <w:t> = 3</w:t>
      </w:r>
    </w:p>
    <w:p w14:paraId="24205614" w14:textId="77777777" w:rsidR="006851BC" w:rsidRPr="006851BC" w:rsidRDefault="006851BC" w:rsidP="00293C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rFonts w:ascii="Consolas" w:hAnsi="Consolas" w:cs="Courier New"/>
          <w:color w:val="000000"/>
          <w:sz w:val="20"/>
          <w:szCs w:val="20"/>
        </w:rPr>
      </w:pPr>
      <w:r w:rsidRPr="006851BC">
        <w:rPr>
          <w:rFonts w:ascii="Consolas" w:hAnsi="Consolas" w:cs="Courier New"/>
          <w:color w:val="1F377F"/>
          <w:sz w:val="20"/>
          <w:szCs w:val="20"/>
        </w:rPr>
        <w:t>b</w:t>
      </w:r>
      <w:r w:rsidRPr="006851BC">
        <w:rPr>
          <w:rFonts w:ascii="Consolas" w:hAnsi="Consolas" w:cs="Courier New"/>
          <w:color w:val="000000"/>
          <w:sz w:val="20"/>
          <w:szCs w:val="20"/>
        </w:rPr>
        <w:t> = 4</w:t>
      </w:r>
    </w:p>
    <w:p w14:paraId="07930666" w14:textId="77777777" w:rsidR="006851BC" w:rsidRPr="006851BC" w:rsidRDefault="006851BC" w:rsidP="00293C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rFonts w:ascii="Consolas" w:hAnsi="Consolas" w:cs="Courier New"/>
          <w:color w:val="000000"/>
          <w:sz w:val="20"/>
          <w:szCs w:val="20"/>
        </w:rPr>
      </w:pPr>
      <w:r w:rsidRPr="006851BC">
        <w:rPr>
          <w:rFonts w:ascii="Consolas" w:hAnsi="Consolas" w:cs="Courier New"/>
          <w:color w:val="1F377F"/>
          <w:sz w:val="20"/>
          <w:szCs w:val="20"/>
        </w:rPr>
        <w:t>c</w:t>
      </w:r>
      <w:r w:rsidRPr="006851BC">
        <w:rPr>
          <w:rFonts w:ascii="Consolas" w:hAnsi="Consolas" w:cs="Courier New"/>
          <w:color w:val="000000"/>
          <w:sz w:val="20"/>
          <w:szCs w:val="20"/>
        </w:rPr>
        <w:t> = </w:t>
      </w:r>
      <w:r w:rsidRPr="006851BC">
        <w:rPr>
          <w:rFonts w:ascii="Consolas" w:hAnsi="Consolas" w:cs="Courier New"/>
          <w:color w:val="1F377F"/>
          <w:sz w:val="20"/>
          <w:szCs w:val="20"/>
        </w:rPr>
        <w:t>a</w:t>
      </w:r>
      <w:r w:rsidRPr="006851BC">
        <w:rPr>
          <w:rFonts w:ascii="Consolas" w:hAnsi="Consolas" w:cs="Courier New"/>
          <w:color w:val="000000"/>
          <w:sz w:val="20"/>
          <w:szCs w:val="20"/>
        </w:rPr>
        <w:t> + </w:t>
      </w:r>
      <w:r w:rsidRPr="006851BC">
        <w:rPr>
          <w:rFonts w:ascii="Consolas" w:hAnsi="Consolas" w:cs="Courier New"/>
          <w:color w:val="1F377F"/>
          <w:sz w:val="20"/>
          <w:szCs w:val="20"/>
        </w:rPr>
        <w:t>b</w:t>
      </w:r>
    </w:p>
    <w:p w14:paraId="2E693552" w14:textId="77777777" w:rsidR="006851BC" w:rsidRPr="006851BC" w:rsidRDefault="006851BC" w:rsidP="00293C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rFonts w:ascii="Consolas" w:hAnsi="Consolas" w:cs="Courier New"/>
          <w:color w:val="000000"/>
          <w:sz w:val="20"/>
          <w:szCs w:val="20"/>
        </w:rPr>
      </w:pPr>
      <w:r w:rsidRPr="006851BC">
        <w:rPr>
          <w:rFonts w:ascii="Consolas" w:hAnsi="Consolas" w:cs="Courier New"/>
          <w:color w:val="1F377F"/>
          <w:sz w:val="20"/>
          <w:szCs w:val="20"/>
        </w:rPr>
        <w:t>d</w:t>
      </w:r>
      <w:r w:rsidRPr="006851BC">
        <w:rPr>
          <w:rFonts w:ascii="Consolas" w:hAnsi="Consolas" w:cs="Courier New"/>
          <w:color w:val="000000"/>
          <w:sz w:val="20"/>
          <w:szCs w:val="20"/>
        </w:rPr>
        <w:t> = </w:t>
      </w:r>
      <w:r w:rsidRPr="006851BC">
        <w:rPr>
          <w:rFonts w:ascii="Consolas" w:hAnsi="Consolas" w:cs="Courier New"/>
          <w:color w:val="1F377F"/>
          <w:sz w:val="20"/>
          <w:szCs w:val="20"/>
        </w:rPr>
        <w:t>a</w:t>
      </w:r>
      <w:r w:rsidRPr="006851BC">
        <w:rPr>
          <w:rFonts w:ascii="Consolas" w:hAnsi="Consolas" w:cs="Courier New"/>
          <w:color w:val="000000"/>
          <w:sz w:val="20"/>
          <w:szCs w:val="20"/>
        </w:rPr>
        <w:t> * </w:t>
      </w:r>
      <w:r w:rsidRPr="006851BC">
        <w:rPr>
          <w:rFonts w:ascii="Consolas" w:hAnsi="Consolas" w:cs="Courier New"/>
          <w:color w:val="1F377F"/>
          <w:sz w:val="20"/>
          <w:szCs w:val="20"/>
        </w:rPr>
        <w:t>b</w:t>
      </w:r>
    </w:p>
    <w:p w14:paraId="152F6275" w14:textId="77777777" w:rsidR="006851BC" w:rsidRPr="006851BC" w:rsidRDefault="006851BC" w:rsidP="00293C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rFonts w:ascii="Consolas" w:hAnsi="Consolas" w:cs="Courier New"/>
          <w:color w:val="000000"/>
          <w:sz w:val="20"/>
          <w:szCs w:val="20"/>
        </w:rPr>
      </w:pPr>
      <w:proofErr w:type="spellStart"/>
      <w:r w:rsidRPr="006851BC">
        <w:rPr>
          <w:rFonts w:ascii="Consolas" w:hAnsi="Consolas" w:cs="Courier New"/>
          <w:color w:val="2B91AF"/>
          <w:sz w:val="20"/>
          <w:szCs w:val="20"/>
        </w:rPr>
        <w:t>Console</w:t>
      </w:r>
      <w:r w:rsidRPr="006851BC">
        <w:rPr>
          <w:rFonts w:ascii="Consolas" w:hAnsi="Consolas" w:cs="Courier New"/>
          <w:color w:val="000000"/>
          <w:sz w:val="20"/>
          <w:szCs w:val="20"/>
        </w:rPr>
        <w:t>.</w:t>
      </w:r>
      <w:r w:rsidRPr="006851BC">
        <w:rPr>
          <w:rFonts w:ascii="Consolas" w:hAnsi="Consolas" w:cs="Courier New"/>
          <w:color w:val="74531F"/>
          <w:sz w:val="20"/>
          <w:szCs w:val="20"/>
        </w:rPr>
        <w:t>WriteLine</w:t>
      </w:r>
      <w:proofErr w:type="spellEnd"/>
      <w:r w:rsidRPr="006851BC">
        <w:rPr>
          <w:rFonts w:ascii="Consolas" w:hAnsi="Consolas" w:cs="Courier New"/>
          <w:color w:val="000000"/>
          <w:sz w:val="20"/>
          <w:szCs w:val="20"/>
        </w:rPr>
        <w:t>(</w:t>
      </w:r>
      <w:r w:rsidRPr="006851BC">
        <w:rPr>
          <w:rFonts w:ascii="Consolas" w:hAnsi="Consolas" w:cs="Courier New"/>
          <w:color w:val="A31515"/>
          <w:sz w:val="20"/>
          <w:szCs w:val="20"/>
        </w:rPr>
        <w:t>"{0} + {1} = {2}"</w:t>
      </w:r>
      <w:r w:rsidRPr="006851BC">
        <w:rPr>
          <w:rFonts w:ascii="Consolas" w:hAnsi="Consolas" w:cs="Courier New"/>
          <w:color w:val="000000"/>
          <w:sz w:val="20"/>
          <w:szCs w:val="20"/>
        </w:rPr>
        <w:t>, </w:t>
      </w:r>
      <w:r w:rsidRPr="006851BC">
        <w:rPr>
          <w:rFonts w:ascii="Consolas" w:hAnsi="Consolas" w:cs="Courier New"/>
          <w:color w:val="1F377F"/>
          <w:sz w:val="20"/>
          <w:szCs w:val="20"/>
        </w:rPr>
        <w:t>a</w:t>
      </w:r>
      <w:r w:rsidRPr="006851BC">
        <w:rPr>
          <w:rFonts w:ascii="Consolas" w:hAnsi="Consolas" w:cs="Courier New"/>
          <w:color w:val="000000"/>
          <w:sz w:val="20"/>
          <w:szCs w:val="20"/>
        </w:rPr>
        <w:t>, </w:t>
      </w:r>
      <w:r w:rsidRPr="006851BC">
        <w:rPr>
          <w:rFonts w:ascii="Consolas" w:hAnsi="Consolas" w:cs="Courier New"/>
          <w:color w:val="1F377F"/>
          <w:sz w:val="20"/>
          <w:szCs w:val="20"/>
        </w:rPr>
        <w:t>b</w:t>
      </w:r>
      <w:r w:rsidRPr="006851BC">
        <w:rPr>
          <w:rFonts w:ascii="Consolas" w:hAnsi="Consolas" w:cs="Courier New"/>
          <w:color w:val="000000"/>
          <w:sz w:val="20"/>
          <w:szCs w:val="20"/>
        </w:rPr>
        <w:t>, </w:t>
      </w:r>
      <w:r w:rsidRPr="006851BC">
        <w:rPr>
          <w:rFonts w:ascii="Consolas" w:hAnsi="Consolas" w:cs="Courier New"/>
          <w:color w:val="1F377F"/>
          <w:sz w:val="20"/>
          <w:szCs w:val="20"/>
        </w:rPr>
        <w:t>c</w:t>
      </w:r>
      <w:r w:rsidRPr="006851BC">
        <w:rPr>
          <w:rFonts w:ascii="Consolas" w:hAnsi="Consolas" w:cs="Courier New"/>
          <w:color w:val="000000"/>
          <w:sz w:val="20"/>
          <w:szCs w:val="20"/>
        </w:rPr>
        <w:t>)</w:t>
      </w:r>
    </w:p>
    <w:p w14:paraId="55E0E9E9" w14:textId="77777777" w:rsidR="006851BC" w:rsidRPr="006851BC" w:rsidRDefault="006851BC" w:rsidP="00293C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rFonts w:ascii="Consolas" w:hAnsi="Consolas" w:cs="Courier New"/>
          <w:color w:val="000000"/>
          <w:sz w:val="20"/>
          <w:szCs w:val="20"/>
        </w:rPr>
      </w:pPr>
      <w:proofErr w:type="spellStart"/>
      <w:r w:rsidRPr="006851BC">
        <w:rPr>
          <w:rFonts w:ascii="Consolas" w:hAnsi="Consolas" w:cs="Courier New"/>
          <w:color w:val="2B91AF"/>
          <w:sz w:val="20"/>
          <w:szCs w:val="20"/>
        </w:rPr>
        <w:t>Console</w:t>
      </w:r>
      <w:r w:rsidRPr="006851BC">
        <w:rPr>
          <w:rFonts w:ascii="Consolas" w:hAnsi="Consolas" w:cs="Courier New"/>
          <w:color w:val="000000"/>
          <w:sz w:val="20"/>
          <w:szCs w:val="20"/>
        </w:rPr>
        <w:t>.</w:t>
      </w:r>
      <w:r w:rsidRPr="006851BC">
        <w:rPr>
          <w:rFonts w:ascii="Consolas" w:hAnsi="Consolas" w:cs="Courier New"/>
          <w:color w:val="74531F"/>
          <w:sz w:val="20"/>
          <w:szCs w:val="20"/>
        </w:rPr>
        <w:t>WriteLine</w:t>
      </w:r>
      <w:proofErr w:type="spellEnd"/>
      <w:r w:rsidRPr="006851BC">
        <w:rPr>
          <w:rFonts w:ascii="Consolas" w:hAnsi="Consolas" w:cs="Courier New"/>
          <w:color w:val="000000"/>
          <w:sz w:val="20"/>
          <w:szCs w:val="20"/>
        </w:rPr>
        <w:t>(</w:t>
      </w:r>
      <w:r w:rsidRPr="006851BC">
        <w:rPr>
          <w:rFonts w:ascii="Consolas" w:hAnsi="Consolas" w:cs="Courier New"/>
          <w:color w:val="A31515"/>
          <w:sz w:val="20"/>
          <w:szCs w:val="20"/>
        </w:rPr>
        <w:t>"The product of {0} and {1} is {2}"</w:t>
      </w:r>
      <w:r w:rsidRPr="006851BC">
        <w:rPr>
          <w:rFonts w:ascii="Consolas" w:hAnsi="Consolas" w:cs="Courier New"/>
          <w:color w:val="000000"/>
          <w:sz w:val="20"/>
          <w:szCs w:val="20"/>
        </w:rPr>
        <w:t>, </w:t>
      </w:r>
      <w:r w:rsidRPr="006851BC">
        <w:rPr>
          <w:rFonts w:ascii="Consolas" w:hAnsi="Consolas" w:cs="Courier New"/>
          <w:color w:val="1F377F"/>
          <w:sz w:val="20"/>
          <w:szCs w:val="20"/>
        </w:rPr>
        <w:t>a</w:t>
      </w:r>
      <w:r w:rsidRPr="006851BC">
        <w:rPr>
          <w:rFonts w:ascii="Consolas" w:hAnsi="Consolas" w:cs="Courier New"/>
          <w:color w:val="000000"/>
          <w:sz w:val="20"/>
          <w:szCs w:val="20"/>
        </w:rPr>
        <w:t>, </w:t>
      </w:r>
      <w:r w:rsidRPr="006851BC">
        <w:rPr>
          <w:rFonts w:ascii="Consolas" w:hAnsi="Consolas" w:cs="Courier New"/>
          <w:color w:val="1F377F"/>
          <w:sz w:val="20"/>
          <w:szCs w:val="20"/>
        </w:rPr>
        <w:t>b</w:t>
      </w:r>
      <w:r w:rsidRPr="006851BC">
        <w:rPr>
          <w:rFonts w:ascii="Consolas" w:hAnsi="Consolas" w:cs="Courier New"/>
          <w:color w:val="000000"/>
          <w:sz w:val="20"/>
          <w:szCs w:val="20"/>
        </w:rPr>
        <w:t>, </w:t>
      </w:r>
      <w:r w:rsidRPr="006851BC">
        <w:rPr>
          <w:rFonts w:ascii="Consolas" w:hAnsi="Consolas" w:cs="Courier New"/>
          <w:color w:val="1F377F"/>
          <w:sz w:val="20"/>
          <w:szCs w:val="20"/>
        </w:rPr>
        <w:t>d</w:t>
      </w:r>
      <w:r w:rsidRPr="006851BC">
        <w:rPr>
          <w:rFonts w:ascii="Consolas" w:hAnsi="Consolas" w:cs="Courier New"/>
          <w:color w:val="000000"/>
          <w:sz w:val="20"/>
          <w:szCs w:val="20"/>
        </w:rPr>
        <w:t>)</w:t>
      </w:r>
    </w:p>
    <w:p w14:paraId="0FB9F69C" w14:textId="67F59783" w:rsidR="00BA3A1F" w:rsidRDefault="00BA3A1F" w:rsidP="006851BC">
      <w:pPr>
        <w:pStyle w:val="Answerstyle"/>
      </w:pPr>
      <w:r>
        <w:tab/>
      </w:r>
    </w:p>
    <w:p w14:paraId="6C3679B7" w14:textId="59F09916" w:rsidR="00C41403" w:rsidRPr="003864ED" w:rsidRDefault="00BA3A1F" w:rsidP="00C41403">
      <w:pPr>
        <w:pStyle w:val="Answerstyle"/>
      </w:pPr>
      <w:r>
        <w:tab/>
      </w:r>
      <w:r w:rsidR="00367268">
        <w:t xml:space="preserve">See </w:t>
      </w:r>
      <w:r w:rsidR="003004ED">
        <w:t>VB</w:t>
      </w:r>
      <w:r w:rsidR="00367268">
        <w:t xml:space="preserve"> program Ch 9</w:t>
      </w:r>
      <w:r w:rsidR="00BE1A6D">
        <w:t xml:space="preserve"> format </w:t>
      </w:r>
      <w:r w:rsidR="003004ED">
        <w:t>strings</w:t>
      </w:r>
      <w:r w:rsidR="00BE1A6D">
        <w:t>.</w:t>
      </w:r>
      <w:r w:rsidR="003004ED">
        <w:t>txt</w:t>
      </w:r>
    </w:p>
    <w:p w14:paraId="00E8406B" w14:textId="77777777" w:rsidR="00C41403" w:rsidRPr="003864ED" w:rsidRDefault="00C41403" w:rsidP="00C41403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14:paraId="68FC01BD" w14:textId="2503D329" w:rsidR="00C41403" w:rsidRPr="005251CA" w:rsidRDefault="00C41403" w:rsidP="00C41403">
      <w:pPr>
        <w:pStyle w:val="Answerstyle"/>
      </w:pPr>
      <w:r w:rsidRPr="005251CA">
        <w:t>1.</w:t>
      </w:r>
      <w:r w:rsidRPr="005251CA">
        <w:tab/>
        <w:t xml:space="preserve">See </w:t>
      </w:r>
      <w:r w:rsidR="003004ED">
        <w:t>VB</w:t>
      </w:r>
      <w:r w:rsidRPr="005251CA">
        <w:t xml:space="preserve"> program </w:t>
      </w:r>
      <w:r w:rsidR="00BA3A1F" w:rsidRPr="00BA3A1F">
        <w:t>Ch 9 Exercise 1 create or append to student file.</w:t>
      </w:r>
      <w:r w:rsidR="003004ED">
        <w:t>txt</w:t>
      </w:r>
    </w:p>
    <w:p w14:paraId="26DBAAB2" w14:textId="77777777" w:rsidR="00C41403" w:rsidRPr="003864ED" w:rsidRDefault="00C41403" w:rsidP="00C41403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14:paraId="54303758" w14:textId="37558260" w:rsidR="00C41403" w:rsidRDefault="00C41403" w:rsidP="00C41403">
      <w:pPr>
        <w:pStyle w:val="Answerstyle"/>
      </w:pPr>
      <w:r w:rsidRPr="005251CA">
        <w:t>2.</w:t>
      </w:r>
      <w:r w:rsidR="00BA3A1F">
        <w:tab/>
        <w:t xml:space="preserve">See </w:t>
      </w:r>
      <w:r w:rsidR="003004ED">
        <w:t>VB</w:t>
      </w:r>
      <w:r w:rsidR="00BA3A1F">
        <w:t xml:space="preserve"> program </w:t>
      </w:r>
      <w:r w:rsidR="00BA3A1F" w:rsidRPr="00BA3A1F">
        <w:t xml:space="preserve">Ch 9 Exercise 2 girls in </w:t>
      </w:r>
      <w:proofErr w:type="spellStart"/>
      <w:r w:rsidR="00BA3A1F" w:rsidRPr="00BA3A1F">
        <w:t>Yr</w:t>
      </w:r>
      <w:proofErr w:type="spellEnd"/>
      <w:r w:rsidR="00BA3A1F" w:rsidRPr="00BA3A1F">
        <w:t xml:space="preserve"> 10.</w:t>
      </w:r>
      <w:r w:rsidR="003004ED">
        <w:t>txt</w:t>
      </w:r>
    </w:p>
    <w:p w14:paraId="58C80C26" w14:textId="77777777" w:rsidR="00BA3A1F" w:rsidRDefault="00BA3A1F" w:rsidP="00C41403">
      <w:pPr>
        <w:pStyle w:val="Answerstyle"/>
      </w:pPr>
    </w:p>
    <w:p w14:paraId="0D86FE33" w14:textId="0668416E" w:rsidR="00BA3A1F" w:rsidRDefault="00BA3A1F" w:rsidP="00C41403">
      <w:pPr>
        <w:pStyle w:val="Answerstyle"/>
      </w:pPr>
      <w:r>
        <w:t>3.</w:t>
      </w:r>
      <w:r>
        <w:tab/>
        <w:t xml:space="preserve">See </w:t>
      </w:r>
      <w:r w:rsidR="003004ED">
        <w:t>VB</w:t>
      </w:r>
      <w:r>
        <w:t xml:space="preserve"> program </w:t>
      </w:r>
      <w:r w:rsidRPr="00BA3A1F">
        <w:t xml:space="preserve">Ch 9 Exercise </w:t>
      </w:r>
      <w:proofErr w:type="gramStart"/>
      <w:r w:rsidRPr="00BA3A1F">
        <w:t xml:space="preserve">3 </w:t>
      </w:r>
      <w:r w:rsidR="006851BC">
        <w:t>year</w:t>
      </w:r>
      <w:proofErr w:type="gramEnd"/>
      <w:r w:rsidR="006851BC">
        <w:t xml:space="preserve"> group and gender</w:t>
      </w:r>
      <w:r w:rsidRPr="00BA3A1F">
        <w:t>.</w:t>
      </w:r>
      <w:r w:rsidR="003004ED">
        <w:t>txt</w:t>
      </w:r>
    </w:p>
    <w:p w14:paraId="0ED2AFB1" w14:textId="77777777" w:rsidR="00687660" w:rsidRDefault="00687660" w:rsidP="00C41403">
      <w:pPr>
        <w:pStyle w:val="Answerstyle"/>
      </w:pPr>
    </w:p>
    <w:p w14:paraId="7CE80978" w14:textId="77777777" w:rsidR="00C41403" w:rsidRDefault="00C41403" w:rsidP="00C41403">
      <w:pPr>
        <w:spacing w:after="200" w:line="276" w:lineRule="auto"/>
        <w:rPr>
          <w:rFonts w:eastAsiaTheme="minorHAnsi"/>
          <w:lang w:eastAsia="zh-CN"/>
        </w:rPr>
      </w:pPr>
      <w:r>
        <w:br w:type="page"/>
      </w:r>
    </w:p>
    <w:p w14:paraId="6CC03F98" w14:textId="77777777" w:rsidR="006C0577" w:rsidRDefault="00C41403" w:rsidP="006C0577">
      <w:pPr>
        <w:pStyle w:val="RedChapterHead"/>
      </w:pPr>
      <w:r w:rsidRPr="003864ED">
        <w:lastRenderedPageBreak/>
        <w:t xml:space="preserve">Chapter </w:t>
      </w:r>
      <w:r>
        <w:t xml:space="preserve">10 – </w:t>
      </w:r>
      <w:r w:rsidR="006C0577">
        <w:t>Databases and SQL</w:t>
      </w:r>
    </w:p>
    <w:p w14:paraId="2654A5ED" w14:textId="77777777" w:rsidR="00C41403" w:rsidRPr="003864ED" w:rsidRDefault="00C41403" w:rsidP="00C41403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14:paraId="186E4ABE" w14:textId="77777777" w:rsidR="00273410" w:rsidRDefault="00C41403" w:rsidP="00273410">
      <w:pPr>
        <w:pStyle w:val="Answerstyle"/>
      </w:pPr>
      <w:r w:rsidRPr="005251CA">
        <w:t>1.</w:t>
      </w:r>
      <w:r w:rsidRPr="005251CA">
        <w:tab/>
      </w:r>
      <w:r w:rsidR="00273410">
        <w:t xml:space="preserve">CREATE TABLE </w:t>
      </w:r>
      <w:proofErr w:type="spellStart"/>
      <w:r w:rsidR="00273410">
        <w:t>tblScores</w:t>
      </w:r>
      <w:proofErr w:type="spellEnd"/>
    </w:p>
    <w:p w14:paraId="5A36261A" w14:textId="77777777" w:rsidR="00273410" w:rsidRDefault="00273410" w:rsidP="00273410">
      <w:pPr>
        <w:pStyle w:val="Answerstyle"/>
      </w:pPr>
      <w:r>
        <w:tab/>
        <w:t>(</w:t>
      </w:r>
    </w:p>
    <w:p w14:paraId="6A608D6F" w14:textId="77777777" w:rsidR="00273410" w:rsidRDefault="00273410" w:rsidP="00273410">
      <w:pPr>
        <w:pStyle w:val="Answerstyle"/>
      </w:pPr>
      <w:r>
        <w:tab/>
      </w:r>
      <w:proofErr w:type="spellStart"/>
      <w:r w:rsidR="008416F4">
        <w:t>playerID</w:t>
      </w:r>
      <w:proofErr w:type="spellEnd"/>
      <w:r w:rsidR="008416F4">
        <w:t xml:space="preserve"> </w:t>
      </w:r>
      <w:r w:rsidR="00BD5617">
        <w:t>TEXT</w:t>
      </w:r>
      <w:r w:rsidR="008416F4">
        <w:t>,</w:t>
      </w:r>
    </w:p>
    <w:p w14:paraId="151EBAF0" w14:textId="77777777" w:rsidR="00273410" w:rsidRDefault="008416F4" w:rsidP="00273410">
      <w:pPr>
        <w:pStyle w:val="Answerstyle"/>
      </w:pPr>
      <w:r>
        <w:tab/>
      </w:r>
      <w:proofErr w:type="spellStart"/>
      <w:r>
        <w:t>firstname</w:t>
      </w:r>
      <w:proofErr w:type="spellEnd"/>
      <w:r>
        <w:t xml:space="preserve"> </w:t>
      </w:r>
      <w:r w:rsidR="00BD5617">
        <w:t>TEXT</w:t>
      </w:r>
      <w:r>
        <w:t>,</w:t>
      </w:r>
    </w:p>
    <w:p w14:paraId="56F633F8" w14:textId="77777777" w:rsidR="00273410" w:rsidRDefault="008416F4" w:rsidP="00273410">
      <w:pPr>
        <w:pStyle w:val="Answerstyle"/>
      </w:pPr>
      <w:r>
        <w:tab/>
        <w:t xml:space="preserve">surname </w:t>
      </w:r>
      <w:r w:rsidR="00BD5617">
        <w:t>TEXT</w:t>
      </w:r>
      <w:r>
        <w:t>,</w:t>
      </w:r>
    </w:p>
    <w:p w14:paraId="3E34A66F" w14:textId="77777777" w:rsidR="00273410" w:rsidRPr="005251CA" w:rsidRDefault="008416F4" w:rsidP="00273410">
      <w:pPr>
        <w:pStyle w:val="Answerstyle"/>
      </w:pPr>
      <w:r>
        <w:tab/>
        <w:t xml:space="preserve">score1 </w:t>
      </w:r>
      <w:r w:rsidR="00BD5617">
        <w:t>INTEGER</w:t>
      </w:r>
      <w:r>
        <w:t>,</w:t>
      </w:r>
    </w:p>
    <w:p w14:paraId="04E1B50A" w14:textId="77777777" w:rsidR="00C41403" w:rsidRDefault="008416F4" w:rsidP="00C41403">
      <w:pPr>
        <w:pStyle w:val="Answerstyle"/>
      </w:pPr>
      <w:r>
        <w:tab/>
        <w:t xml:space="preserve">score2 </w:t>
      </w:r>
      <w:r w:rsidR="00BD5617">
        <w:t>INTEGER</w:t>
      </w:r>
      <w:r>
        <w:t>,</w:t>
      </w:r>
    </w:p>
    <w:p w14:paraId="61EAE366" w14:textId="77777777" w:rsidR="00273410" w:rsidRPr="005251CA" w:rsidRDefault="008416F4" w:rsidP="00C41403">
      <w:pPr>
        <w:pStyle w:val="Answerstyle"/>
      </w:pPr>
      <w:r>
        <w:tab/>
        <w:t xml:space="preserve">score3 </w:t>
      </w:r>
      <w:r w:rsidR="00BD5617">
        <w:t>INTEGER</w:t>
      </w:r>
      <w:r>
        <w:t>,</w:t>
      </w:r>
    </w:p>
    <w:p w14:paraId="0B22A4B0" w14:textId="77777777" w:rsidR="00273410" w:rsidRDefault="00C41403" w:rsidP="00C41403">
      <w:pPr>
        <w:pStyle w:val="Answerstyle"/>
      </w:pPr>
      <w:r w:rsidRPr="005251CA">
        <w:tab/>
      </w:r>
      <w:r w:rsidR="00273410">
        <w:t>primary key (</w:t>
      </w:r>
      <w:proofErr w:type="spellStart"/>
      <w:r w:rsidR="00273410">
        <w:t>playerID</w:t>
      </w:r>
      <w:proofErr w:type="spellEnd"/>
      <w:r w:rsidR="00273410">
        <w:t>)</w:t>
      </w:r>
    </w:p>
    <w:p w14:paraId="4B14A53D" w14:textId="77777777" w:rsidR="00273410" w:rsidRDefault="00273410" w:rsidP="00C41403">
      <w:pPr>
        <w:pStyle w:val="Answerstyle"/>
      </w:pPr>
      <w:r>
        <w:tab/>
        <w:t>)</w:t>
      </w:r>
    </w:p>
    <w:p w14:paraId="721402ED" w14:textId="77777777" w:rsidR="00C41403" w:rsidRPr="003864ED" w:rsidRDefault="00C41403" w:rsidP="00C41403">
      <w:pPr>
        <w:pStyle w:val="Answerstyle"/>
      </w:pPr>
      <w:r w:rsidRPr="003864ED">
        <w:tab/>
      </w:r>
      <w:r w:rsidR="001E79D8">
        <w:t xml:space="preserve">(Lowercase </w:t>
      </w:r>
      <w:r w:rsidR="001E79D8" w:rsidRPr="001E79D8">
        <w:rPr>
          <w:i/>
        </w:rPr>
        <w:t>text</w:t>
      </w:r>
      <w:r w:rsidR="001E79D8">
        <w:t xml:space="preserve">, </w:t>
      </w:r>
      <w:r w:rsidR="001E79D8" w:rsidRPr="001E79D8">
        <w:rPr>
          <w:i/>
        </w:rPr>
        <w:t>integer</w:t>
      </w:r>
      <w:r w:rsidR="001E79D8">
        <w:t xml:space="preserve"> is also acceptable)</w:t>
      </w:r>
      <w:r w:rsidRPr="003864ED">
        <w:tab/>
      </w:r>
    </w:p>
    <w:p w14:paraId="04C14246" w14:textId="77777777" w:rsidR="001E79D8" w:rsidRDefault="001E79D8" w:rsidP="00C41403">
      <w:pPr>
        <w:pStyle w:val="Answerstyle"/>
      </w:pPr>
    </w:p>
    <w:p w14:paraId="05183ACB" w14:textId="77777777" w:rsidR="00C41403" w:rsidRDefault="00C41403" w:rsidP="00C41403">
      <w:pPr>
        <w:pStyle w:val="Answerstyle"/>
      </w:pPr>
      <w:r w:rsidRPr="005251CA">
        <w:t>2.</w:t>
      </w:r>
      <w:r w:rsidR="00273410">
        <w:tab/>
        <w:t xml:space="preserve">INSERT INTO </w:t>
      </w:r>
      <w:proofErr w:type="spellStart"/>
      <w:proofErr w:type="gramStart"/>
      <w:r w:rsidR="00273410">
        <w:t>tblScores</w:t>
      </w:r>
      <w:proofErr w:type="spellEnd"/>
      <w:r w:rsidR="00273410">
        <w:t>(</w:t>
      </w:r>
      <w:proofErr w:type="spellStart"/>
      <w:proofErr w:type="gramEnd"/>
      <w:r w:rsidR="00273410">
        <w:t>playerID</w:t>
      </w:r>
      <w:proofErr w:type="spellEnd"/>
      <w:r w:rsidR="00273410">
        <w:t>,</w:t>
      </w:r>
      <w:r w:rsidR="00273410" w:rsidRPr="00273410">
        <w:t xml:space="preserve"> </w:t>
      </w:r>
      <w:proofErr w:type="spellStart"/>
      <w:r w:rsidR="00273410">
        <w:t>firstname</w:t>
      </w:r>
      <w:proofErr w:type="spellEnd"/>
      <w:r w:rsidR="00273410">
        <w:t>,</w:t>
      </w:r>
      <w:r w:rsidR="00273410" w:rsidRPr="00273410">
        <w:t xml:space="preserve"> </w:t>
      </w:r>
      <w:r w:rsidR="00273410">
        <w:t>surname,</w:t>
      </w:r>
      <w:r w:rsidR="00273410" w:rsidRPr="00273410">
        <w:t xml:space="preserve"> </w:t>
      </w:r>
      <w:r w:rsidR="00273410">
        <w:t>score1,</w:t>
      </w:r>
      <w:r w:rsidR="00273410" w:rsidRPr="00273410">
        <w:t xml:space="preserve"> </w:t>
      </w:r>
      <w:r w:rsidR="00273410">
        <w:t>score2,</w:t>
      </w:r>
      <w:r w:rsidR="00273410" w:rsidRPr="00273410">
        <w:t xml:space="preserve"> </w:t>
      </w:r>
      <w:r w:rsidR="00273410">
        <w:t>score3)</w:t>
      </w:r>
    </w:p>
    <w:p w14:paraId="0D943C8A" w14:textId="77777777" w:rsidR="00273410" w:rsidRDefault="008D766E" w:rsidP="00C41403">
      <w:pPr>
        <w:pStyle w:val="Answerstyle"/>
      </w:pPr>
      <w:r>
        <w:tab/>
        <w:t>VALUES (“MF123”, “Maria”, “Fer</w:t>
      </w:r>
      <w:r w:rsidR="00273410">
        <w:t>dinand”,0, 0, 0)</w:t>
      </w:r>
    </w:p>
    <w:p w14:paraId="0AE335DB" w14:textId="77777777" w:rsidR="00273410" w:rsidRDefault="00273410" w:rsidP="00C41403">
      <w:pPr>
        <w:pStyle w:val="Answerstyle"/>
      </w:pPr>
    </w:p>
    <w:p w14:paraId="4995BD1E" w14:textId="77777777" w:rsidR="00273410" w:rsidRDefault="00273410" w:rsidP="00C41403">
      <w:pPr>
        <w:pStyle w:val="Answerstyle"/>
      </w:pPr>
      <w:r>
        <w:t>3.</w:t>
      </w:r>
      <w:r>
        <w:tab/>
        <w:t xml:space="preserve">UPDATE </w:t>
      </w:r>
      <w:proofErr w:type="spellStart"/>
      <w:r>
        <w:t>tblScores</w:t>
      </w:r>
      <w:proofErr w:type="spellEnd"/>
    </w:p>
    <w:p w14:paraId="10850856" w14:textId="77777777" w:rsidR="00273410" w:rsidRDefault="00273410" w:rsidP="00C41403">
      <w:pPr>
        <w:pStyle w:val="Answerstyle"/>
      </w:pPr>
      <w:r>
        <w:tab/>
        <w:t>SET score1 = 87, score2 = 79, score3 =</w:t>
      </w:r>
      <w:r w:rsidR="008D766E">
        <w:t xml:space="preserve"> </w:t>
      </w:r>
      <w:r>
        <w:t>63</w:t>
      </w:r>
    </w:p>
    <w:p w14:paraId="5A9D75F3" w14:textId="77777777" w:rsidR="00466423" w:rsidRDefault="00466423" w:rsidP="00C41403">
      <w:pPr>
        <w:pStyle w:val="Answerstyle"/>
      </w:pPr>
      <w:r>
        <w:tab/>
        <w:t xml:space="preserve">WHERE </w:t>
      </w:r>
      <w:proofErr w:type="spellStart"/>
      <w:r>
        <w:t>playerID</w:t>
      </w:r>
      <w:proofErr w:type="spellEnd"/>
      <w:r>
        <w:t xml:space="preserve"> = “MF123”</w:t>
      </w:r>
    </w:p>
    <w:p w14:paraId="65C2D9A5" w14:textId="77777777" w:rsidR="00466423" w:rsidRDefault="00466423" w:rsidP="00C41403">
      <w:pPr>
        <w:pStyle w:val="Answerstyle"/>
      </w:pPr>
    </w:p>
    <w:p w14:paraId="7F247E22" w14:textId="77777777" w:rsidR="00466423" w:rsidRDefault="00466423" w:rsidP="00C41403">
      <w:pPr>
        <w:pStyle w:val="Answerstyle"/>
      </w:pPr>
      <w:r>
        <w:t>4.</w:t>
      </w:r>
      <w:r>
        <w:tab/>
        <w:t>SELECT score1</w:t>
      </w:r>
    </w:p>
    <w:p w14:paraId="3607CD79" w14:textId="77777777" w:rsidR="00466423" w:rsidRDefault="00466423" w:rsidP="00C41403">
      <w:pPr>
        <w:pStyle w:val="Answerstyle"/>
      </w:pPr>
      <w:r>
        <w:tab/>
        <w:t xml:space="preserve">FROM </w:t>
      </w:r>
      <w:proofErr w:type="spellStart"/>
      <w:r>
        <w:t>tblScores</w:t>
      </w:r>
      <w:proofErr w:type="spellEnd"/>
    </w:p>
    <w:p w14:paraId="64625CD1" w14:textId="77777777" w:rsidR="00466423" w:rsidRDefault="00466423" w:rsidP="00C41403">
      <w:pPr>
        <w:pStyle w:val="Answerstyle"/>
      </w:pPr>
      <w:r>
        <w:tab/>
        <w:t>where</w:t>
      </w:r>
      <w:r w:rsidRPr="00466423">
        <w:t xml:space="preserve"> </w:t>
      </w:r>
      <w:proofErr w:type="spellStart"/>
      <w:r>
        <w:t>playerID</w:t>
      </w:r>
      <w:proofErr w:type="spellEnd"/>
      <w:r>
        <w:t xml:space="preserve"> = “MF123”</w:t>
      </w:r>
    </w:p>
    <w:p w14:paraId="2C8FB12B" w14:textId="77777777" w:rsidR="00466423" w:rsidRDefault="00466423" w:rsidP="00C41403">
      <w:pPr>
        <w:pStyle w:val="Answerstyle"/>
      </w:pPr>
    </w:p>
    <w:p w14:paraId="1F8C8009" w14:textId="77777777" w:rsidR="00466423" w:rsidRDefault="00466423" w:rsidP="00C41403">
      <w:pPr>
        <w:pStyle w:val="Answerstyle"/>
      </w:pPr>
      <w:r>
        <w:t>5.</w:t>
      </w:r>
      <w:r>
        <w:tab/>
        <w:t>SELECT *</w:t>
      </w:r>
    </w:p>
    <w:p w14:paraId="6C18A2B2" w14:textId="77777777" w:rsidR="00466423" w:rsidRDefault="00466423" w:rsidP="00466423">
      <w:pPr>
        <w:pStyle w:val="Answerstyle"/>
      </w:pPr>
      <w:r>
        <w:tab/>
        <w:t xml:space="preserve">FROM </w:t>
      </w:r>
      <w:proofErr w:type="spellStart"/>
      <w:r>
        <w:t>tblScores</w:t>
      </w:r>
      <w:proofErr w:type="spellEnd"/>
    </w:p>
    <w:p w14:paraId="0826872B" w14:textId="77777777" w:rsidR="00466423" w:rsidRDefault="00466423" w:rsidP="00466423">
      <w:pPr>
        <w:pStyle w:val="Answerstyle"/>
      </w:pPr>
      <w:r>
        <w:tab/>
        <w:t>where</w:t>
      </w:r>
      <w:r w:rsidRPr="00466423">
        <w:t xml:space="preserve"> </w:t>
      </w:r>
      <w:proofErr w:type="spellStart"/>
      <w:r>
        <w:t>playerID</w:t>
      </w:r>
      <w:proofErr w:type="spellEnd"/>
      <w:r>
        <w:t xml:space="preserve"> = “MF123”</w:t>
      </w:r>
    </w:p>
    <w:p w14:paraId="491C43E1" w14:textId="77777777" w:rsidR="00466423" w:rsidRDefault="00466423" w:rsidP="00C41403">
      <w:pPr>
        <w:pStyle w:val="Answerstyle"/>
      </w:pPr>
    </w:p>
    <w:p w14:paraId="5C64DE9C" w14:textId="77777777" w:rsidR="00C41403" w:rsidRDefault="00C41403" w:rsidP="00C41403">
      <w:pPr>
        <w:spacing w:after="200" w:line="276" w:lineRule="auto"/>
        <w:rPr>
          <w:rFonts w:eastAsiaTheme="minorHAnsi"/>
          <w:lang w:eastAsia="zh-CN"/>
        </w:rPr>
      </w:pPr>
      <w:r>
        <w:br w:type="page"/>
      </w:r>
    </w:p>
    <w:p w14:paraId="24BCF8A4" w14:textId="4420642F" w:rsidR="006C0577" w:rsidRDefault="005E28D1" w:rsidP="006C0577">
      <w:pPr>
        <w:pStyle w:val="RedChapterHead"/>
      </w:pPr>
      <w:r w:rsidRPr="003864ED">
        <w:lastRenderedPageBreak/>
        <w:t xml:space="preserve">Chapter </w:t>
      </w:r>
      <w:r>
        <w:t xml:space="preserve">11 – </w:t>
      </w:r>
      <w:r w:rsidR="00D21CF9">
        <w:t>Using SQLite</w:t>
      </w:r>
    </w:p>
    <w:p w14:paraId="009B699F" w14:textId="77777777" w:rsidR="005E28D1" w:rsidRPr="003864ED" w:rsidRDefault="005E28D1" w:rsidP="005E28D1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14:paraId="652FBB85" w14:textId="710F6AC5" w:rsidR="005E28D1" w:rsidRPr="005251CA" w:rsidRDefault="005E28D1" w:rsidP="005E28D1">
      <w:pPr>
        <w:pStyle w:val="Answerstyle"/>
      </w:pPr>
      <w:r w:rsidRPr="005251CA">
        <w:t>1.</w:t>
      </w:r>
      <w:r w:rsidRPr="005251CA">
        <w:tab/>
        <w:t xml:space="preserve">See </w:t>
      </w:r>
      <w:r w:rsidR="00C34885">
        <w:t>VB</w:t>
      </w:r>
      <w:r w:rsidRPr="005251CA">
        <w:t xml:space="preserve"> program </w:t>
      </w:r>
      <w:r w:rsidR="00753B66" w:rsidRPr="00753B66">
        <w:t>Ch 11 Exercise 1</w:t>
      </w:r>
      <w:r w:rsidR="00C34885">
        <w:t>.txt</w:t>
      </w:r>
    </w:p>
    <w:p w14:paraId="7339D773" w14:textId="77777777" w:rsidR="005E28D1" w:rsidRPr="003864ED" w:rsidRDefault="005E28D1" w:rsidP="005E28D1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14:paraId="0D0B3EEE" w14:textId="263FE23F" w:rsidR="005E28D1" w:rsidRDefault="005E28D1" w:rsidP="005E28D1">
      <w:pPr>
        <w:pStyle w:val="Answerstyle"/>
      </w:pPr>
      <w:r w:rsidRPr="005251CA">
        <w:t>2.</w:t>
      </w:r>
      <w:r w:rsidR="00753B66">
        <w:tab/>
      </w:r>
      <w:r w:rsidR="00753B66" w:rsidRPr="005251CA">
        <w:t xml:space="preserve">See </w:t>
      </w:r>
      <w:r w:rsidR="00C34885">
        <w:t>VB</w:t>
      </w:r>
      <w:r w:rsidR="00753B66" w:rsidRPr="005251CA">
        <w:t xml:space="preserve"> program</w:t>
      </w:r>
      <w:r w:rsidR="00753B66">
        <w:t xml:space="preserve"> </w:t>
      </w:r>
      <w:r w:rsidR="00753B66" w:rsidRPr="00753B66">
        <w:t>Ch 11 Exercise 2</w:t>
      </w:r>
      <w:r w:rsidR="00C34885">
        <w:t>.txt</w:t>
      </w:r>
    </w:p>
    <w:p w14:paraId="0379F686" w14:textId="77777777" w:rsidR="00753B66" w:rsidRDefault="00753B66" w:rsidP="005E28D1">
      <w:pPr>
        <w:pStyle w:val="Answerstyle"/>
      </w:pPr>
    </w:p>
    <w:p w14:paraId="78F31FC9" w14:textId="387015A2" w:rsidR="00753B66" w:rsidRDefault="00753B66" w:rsidP="005E28D1">
      <w:pPr>
        <w:pStyle w:val="Answerstyle"/>
      </w:pPr>
      <w:r>
        <w:t>3.</w:t>
      </w:r>
      <w:r>
        <w:tab/>
        <w:t xml:space="preserve">See </w:t>
      </w:r>
      <w:r w:rsidR="00C34885">
        <w:t>VB</w:t>
      </w:r>
      <w:r>
        <w:t xml:space="preserve"> program </w:t>
      </w:r>
      <w:r w:rsidRPr="00753B66">
        <w:t>Ch 11 Exercise 3</w:t>
      </w:r>
      <w:r w:rsidR="00C34885">
        <w:t>.txt</w:t>
      </w:r>
    </w:p>
    <w:p w14:paraId="22174933" w14:textId="77777777" w:rsidR="00753B66" w:rsidRDefault="00753B66" w:rsidP="005E28D1">
      <w:pPr>
        <w:pStyle w:val="Answerstyle"/>
      </w:pPr>
    </w:p>
    <w:p w14:paraId="725FE1A5" w14:textId="77777777" w:rsidR="001F742D" w:rsidRDefault="001F742D" w:rsidP="001F742D">
      <w:pPr>
        <w:spacing w:after="200" w:line="276" w:lineRule="auto"/>
        <w:rPr>
          <w:rFonts w:eastAsiaTheme="minorHAnsi"/>
          <w:lang w:eastAsia="zh-CN"/>
        </w:rPr>
      </w:pPr>
      <w:r>
        <w:br w:type="page"/>
      </w:r>
    </w:p>
    <w:p w14:paraId="63607904" w14:textId="7A770CE0" w:rsidR="006C0577" w:rsidRDefault="005E28D1" w:rsidP="006C0577">
      <w:pPr>
        <w:pStyle w:val="RedChapterHead"/>
      </w:pPr>
      <w:r w:rsidRPr="003864ED">
        <w:lastRenderedPageBreak/>
        <w:t xml:space="preserve">Chapter </w:t>
      </w:r>
      <w:r>
        <w:t xml:space="preserve">12 – </w:t>
      </w:r>
      <w:r w:rsidR="006C0577">
        <w:t xml:space="preserve">Introduction to </w:t>
      </w:r>
      <w:r w:rsidR="00C34885">
        <w:t>the graphical user interface</w:t>
      </w:r>
    </w:p>
    <w:p w14:paraId="070F74E2" w14:textId="77777777" w:rsidR="005E28D1" w:rsidRPr="003864ED" w:rsidRDefault="005E28D1" w:rsidP="005E28D1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14:paraId="7703C130" w14:textId="4A2B22B4" w:rsidR="00753B66" w:rsidRPr="005251CA" w:rsidRDefault="00753B66" w:rsidP="00753B66">
      <w:pPr>
        <w:pStyle w:val="Answerstyle"/>
      </w:pPr>
      <w:r w:rsidRPr="005251CA">
        <w:t>1.</w:t>
      </w:r>
      <w:r w:rsidRPr="005251CA">
        <w:tab/>
        <w:t xml:space="preserve">See </w:t>
      </w:r>
      <w:r w:rsidR="00C34885">
        <w:t>VB</w:t>
      </w:r>
      <w:r w:rsidRPr="005251CA">
        <w:t xml:space="preserve"> program </w:t>
      </w:r>
      <w:r w:rsidRPr="00753B66">
        <w:t xml:space="preserve">Ch 12 Exercise 1 </w:t>
      </w:r>
    </w:p>
    <w:p w14:paraId="66174C64" w14:textId="77777777" w:rsidR="00753B66" w:rsidRPr="003864ED" w:rsidRDefault="00753B66" w:rsidP="00753B66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14:paraId="26DA7F35" w14:textId="5A75E3DC" w:rsidR="005E28D1" w:rsidRDefault="00753B66" w:rsidP="00753B66">
      <w:pPr>
        <w:pStyle w:val="Answerstyle"/>
      </w:pPr>
      <w:r w:rsidRPr="005251CA">
        <w:t>2.</w:t>
      </w:r>
      <w:r>
        <w:tab/>
      </w:r>
      <w:r w:rsidR="005F30C6">
        <w:t>(a)</w:t>
      </w:r>
      <w:r w:rsidR="005F30C6">
        <w:tab/>
      </w:r>
      <w:r w:rsidRPr="005251CA">
        <w:t xml:space="preserve">See </w:t>
      </w:r>
      <w:r w:rsidR="00C34885">
        <w:t>VB</w:t>
      </w:r>
      <w:r w:rsidRPr="005251CA">
        <w:t xml:space="preserve"> program</w:t>
      </w:r>
      <w:r>
        <w:t xml:space="preserve"> </w:t>
      </w:r>
      <w:r w:rsidR="005F30C6" w:rsidRPr="005F30C6">
        <w:t xml:space="preserve">12 Exercise 2a </w:t>
      </w:r>
    </w:p>
    <w:p w14:paraId="274ED6CB" w14:textId="77777777" w:rsidR="005F30C6" w:rsidRDefault="005F30C6" w:rsidP="00753B66">
      <w:pPr>
        <w:pStyle w:val="Answerstyle"/>
      </w:pPr>
    </w:p>
    <w:p w14:paraId="1692E89D" w14:textId="580AC6BC" w:rsidR="005F30C6" w:rsidRDefault="005F30C6" w:rsidP="00753B66">
      <w:pPr>
        <w:pStyle w:val="Answerstyle"/>
      </w:pPr>
      <w:r>
        <w:tab/>
        <w:t>(b)</w:t>
      </w:r>
      <w:r>
        <w:tab/>
        <w:t xml:space="preserve">See </w:t>
      </w:r>
      <w:r w:rsidR="00C34885">
        <w:t>VB</w:t>
      </w:r>
      <w:r>
        <w:t xml:space="preserve"> program </w:t>
      </w:r>
      <w:r w:rsidRPr="005F30C6">
        <w:t xml:space="preserve">Ch 12 Exercise 2b </w:t>
      </w:r>
    </w:p>
    <w:p w14:paraId="1CF291B9" w14:textId="77777777" w:rsidR="005E28D1" w:rsidRDefault="005E28D1">
      <w:pPr>
        <w:spacing w:after="200" w:line="276" w:lineRule="auto"/>
        <w:rPr>
          <w:rFonts w:eastAsia="SimSun"/>
          <w:b/>
          <w:bCs/>
          <w:color w:val="365F91"/>
          <w:sz w:val="28"/>
          <w:szCs w:val="28"/>
        </w:rPr>
      </w:pPr>
      <w:r>
        <w:br w:type="page"/>
      </w:r>
    </w:p>
    <w:p w14:paraId="20CD3303" w14:textId="3D63C4EE" w:rsidR="006C0577" w:rsidRDefault="005E28D1" w:rsidP="006C0577">
      <w:pPr>
        <w:pStyle w:val="RedChapterHead"/>
      </w:pPr>
      <w:r w:rsidRPr="003864ED">
        <w:lastRenderedPageBreak/>
        <w:t xml:space="preserve">Chapter </w:t>
      </w:r>
      <w:r>
        <w:t xml:space="preserve">13 – </w:t>
      </w:r>
      <w:r w:rsidR="006C0577">
        <w:t>Developing a</w:t>
      </w:r>
      <w:r w:rsidR="00C34885">
        <w:t xml:space="preserve"> Windows</w:t>
      </w:r>
      <w:r w:rsidR="006C0577">
        <w:t xml:space="preserve"> application</w:t>
      </w:r>
    </w:p>
    <w:p w14:paraId="7B2AB488" w14:textId="77777777" w:rsidR="005E28D1" w:rsidRPr="003864ED" w:rsidRDefault="005E28D1" w:rsidP="005E28D1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14:paraId="305CB952" w14:textId="19C2ACD4" w:rsidR="004C28AB" w:rsidRDefault="004C28AB" w:rsidP="005E28D1">
      <w:pPr>
        <w:pStyle w:val="Answerstyle"/>
      </w:pPr>
      <w:r>
        <w:t>1.</w:t>
      </w:r>
      <w:r>
        <w:tab/>
      </w:r>
      <w:r w:rsidR="005E28D1" w:rsidRPr="005251CA">
        <w:t xml:space="preserve">See </w:t>
      </w:r>
      <w:r w:rsidR="00C34885">
        <w:t>VB</w:t>
      </w:r>
      <w:r w:rsidR="005E28D1" w:rsidRPr="005251CA">
        <w:t xml:space="preserve"> program</w:t>
      </w:r>
      <w:r>
        <w:t xml:space="preserve">s </w:t>
      </w:r>
      <w:r w:rsidRPr="004C28AB">
        <w:t xml:space="preserve">Ch 13 Exercise 1 </w:t>
      </w:r>
    </w:p>
    <w:p w14:paraId="22DAEA2A" w14:textId="77777777" w:rsidR="005E28D1" w:rsidRPr="003864ED" w:rsidRDefault="005E28D1" w:rsidP="005E28D1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14:paraId="4356006F" w14:textId="5703C48C" w:rsidR="005E28D1" w:rsidRDefault="005E28D1" w:rsidP="005E28D1">
      <w:pPr>
        <w:pStyle w:val="Answerstyle"/>
      </w:pPr>
      <w:r w:rsidRPr="005251CA">
        <w:t>2.</w:t>
      </w:r>
      <w:r w:rsidR="004C28AB">
        <w:tab/>
        <w:t xml:space="preserve">See </w:t>
      </w:r>
      <w:r w:rsidR="00C34885">
        <w:t>VB</w:t>
      </w:r>
      <w:r w:rsidR="004C28AB">
        <w:t xml:space="preserve"> program </w:t>
      </w:r>
      <w:r w:rsidR="004C28AB" w:rsidRPr="004C28AB">
        <w:t xml:space="preserve">Ch 13 Exercise </w:t>
      </w:r>
      <w:r w:rsidR="00C34885">
        <w:t>2</w:t>
      </w:r>
    </w:p>
    <w:p w14:paraId="555B7E7C" w14:textId="77777777" w:rsidR="004C28AB" w:rsidRDefault="004C28AB" w:rsidP="005E28D1">
      <w:pPr>
        <w:pStyle w:val="Answerstyle"/>
      </w:pPr>
    </w:p>
    <w:p w14:paraId="321044EC" w14:textId="46980926" w:rsidR="004C28AB" w:rsidRDefault="004C28AB" w:rsidP="005E28D1">
      <w:pPr>
        <w:pStyle w:val="Answerstyle"/>
      </w:pPr>
      <w:r>
        <w:t>3.</w:t>
      </w:r>
      <w:r>
        <w:tab/>
        <w:t xml:space="preserve">See </w:t>
      </w:r>
      <w:r w:rsidR="00C34885">
        <w:t>VB</w:t>
      </w:r>
      <w:r>
        <w:t xml:space="preserve"> program </w:t>
      </w:r>
      <w:r w:rsidRPr="004C28AB">
        <w:t xml:space="preserve">Ch 13 Exercise 3 </w:t>
      </w:r>
    </w:p>
    <w:p w14:paraId="3530DE76" w14:textId="77777777" w:rsidR="004C28AB" w:rsidRDefault="004C28AB" w:rsidP="005E28D1">
      <w:pPr>
        <w:pStyle w:val="Answerstyle"/>
      </w:pPr>
    </w:p>
    <w:p w14:paraId="2ED32EB5" w14:textId="51A3CBEC" w:rsidR="004C28AB" w:rsidRDefault="004C28AB" w:rsidP="005E28D1">
      <w:pPr>
        <w:pStyle w:val="Answerstyle"/>
      </w:pPr>
      <w:r>
        <w:t>4.</w:t>
      </w:r>
      <w:r>
        <w:tab/>
        <w:t xml:space="preserve">See </w:t>
      </w:r>
      <w:r w:rsidR="00C34885">
        <w:t>VB</w:t>
      </w:r>
      <w:r>
        <w:t xml:space="preserve"> program </w:t>
      </w:r>
      <w:r w:rsidRPr="004C28AB">
        <w:t xml:space="preserve">Ch 13 Exercise 4 </w:t>
      </w:r>
    </w:p>
    <w:p w14:paraId="76B3A76C" w14:textId="77777777" w:rsidR="005E28D1" w:rsidRDefault="005E28D1">
      <w:pPr>
        <w:spacing w:after="200" w:line="276" w:lineRule="auto"/>
        <w:rPr>
          <w:rFonts w:eastAsia="SimSun"/>
          <w:b/>
          <w:bCs/>
          <w:color w:val="365F91"/>
          <w:sz w:val="28"/>
          <w:szCs w:val="28"/>
        </w:rPr>
      </w:pPr>
      <w:r>
        <w:br w:type="page"/>
      </w:r>
    </w:p>
    <w:p w14:paraId="652AD9FC" w14:textId="77777777" w:rsidR="006C0577" w:rsidRDefault="005E28D1" w:rsidP="005E28D1">
      <w:pPr>
        <w:pStyle w:val="RedChapterHead"/>
      </w:pPr>
      <w:r w:rsidRPr="003864ED">
        <w:lastRenderedPageBreak/>
        <w:t xml:space="preserve">Chapter </w:t>
      </w:r>
      <w:r>
        <w:t xml:space="preserve">14 – </w:t>
      </w:r>
      <w:r w:rsidR="006C0577">
        <w:t>Program design</w:t>
      </w:r>
    </w:p>
    <w:p w14:paraId="37F98D36" w14:textId="77777777" w:rsidR="005E28D1" w:rsidRPr="003864ED" w:rsidRDefault="005E28D1" w:rsidP="005E28D1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14:paraId="7BAB2356" w14:textId="2D7AD798" w:rsidR="005E28D1" w:rsidRPr="005251CA" w:rsidRDefault="005E28D1" w:rsidP="005E28D1">
      <w:pPr>
        <w:pStyle w:val="Answerstyle"/>
      </w:pPr>
      <w:r w:rsidRPr="005251CA">
        <w:t>1.</w:t>
      </w:r>
      <w:r w:rsidRPr="005251CA">
        <w:tab/>
        <w:t xml:space="preserve">See </w:t>
      </w:r>
      <w:r w:rsidR="00C34885">
        <w:t>VB</w:t>
      </w:r>
      <w:r w:rsidRPr="005251CA">
        <w:t xml:space="preserve"> program </w:t>
      </w:r>
      <w:r w:rsidR="002D34CA" w:rsidRPr="002D34CA">
        <w:t>Ch 14 Exercise 1 calculate area.</w:t>
      </w:r>
      <w:r w:rsidR="00C34885">
        <w:t>txt</w:t>
      </w:r>
    </w:p>
    <w:p w14:paraId="6F778876" w14:textId="77777777" w:rsidR="005E28D1" w:rsidRPr="003864ED" w:rsidRDefault="005E28D1" w:rsidP="005E28D1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14:paraId="57BAF833" w14:textId="606A87A8" w:rsidR="005E28D1" w:rsidRDefault="005E28D1" w:rsidP="005E28D1">
      <w:pPr>
        <w:pStyle w:val="Answerstyle"/>
      </w:pPr>
      <w:r w:rsidRPr="005251CA">
        <w:t>2.</w:t>
      </w:r>
      <w:r w:rsidR="005C7FDC">
        <w:tab/>
      </w:r>
      <w:r w:rsidR="002D34CA">
        <w:t xml:space="preserve">See </w:t>
      </w:r>
      <w:r w:rsidR="00C34885">
        <w:t>VB</w:t>
      </w:r>
      <w:r w:rsidR="002D34CA">
        <w:t xml:space="preserve"> program </w:t>
      </w:r>
      <w:r w:rsidR="002D34CA" w:rsidRPr="002D34CA">
        <w:t xml:space="preserve">Ch 14 Exercise 2 </w:t>
      </w:r>
    </w:p>
    <w:p w14:paraId="3AD09492" w14:textId="77777777" w:rsidR="005E28D1" w:rsidRDefault="005E28D1">
      <w:pPr>
        <w:spacing w:after="200" w:line="276" w:lineRule="auto"/>
        <w:rPr>
          <w:rFonts w:eastAsia="SimSun"/>
          <w:b/>
          <w:bCs/>
          <w:color w:val="365F91"/>
          <w:sz w:val="28"/>
          <w:szCs w:val="28"/>
        </w:rPr>
      </w:pPr>
      <w:r>
        <w:br w:type="page"/>
      </w:r>
    </w:p>
    <w:p w14:paraId="6EE068EC" w14:textId="77777777" w:rsidR="005E28D1" w:rsidRDefault="005E28D1" w:rsidP="005E28D1">
      <w:pPr>
        <w:pStyle w:val="RedChapterHead"/>
      </w:pPr>
      <w:r w:rsidRPr="003864ED">
        <w:lastRenderedPageBreak/>
        <w:t xml:space="preserve">Chapter </w:t>
      </w:r>
      <w:r>
        <w:t>15 – Testing and debugging</w:t>
      </w:r>
    </w:p>
    <w:p w14:paraId="3226154E" w14:textId="77777777" w:rsidR="005E28D1" w:rsidRPr="003864ED" w:rsidRDefault="005E28D1" w:rsidP="005E28D1">
      <w:pPr>
        <w:pStyle w:val="Heading1"/>
        <w:rPr>
          <w:rFonts w:cs="Arial"/>
        </w:rPr>
      </w:pPr>
      <w:r w:rsidRPr="003864ED">
        <w:rPr>
          <w:rFonts w:cs="Arial"/>
        </w:rPr>
        <w:t>In-text questions</w:t>
      </w:r>
    </w:p>
    <w:p w14:paraId="7A0C16A4" w14:textId="77777777" w:rsidR="006A7F35" w:rsidRDefault="006A7F35" w:rsidP="005E28D1">
      <w:pPr>
        <w:pStyle w:val="Answerstyle"/>
      </w:pPr>
    </w:p>
    <w:p w14:paraId="45BBB11F" w14:textId="4A8A52C1" w:rsidR="00C34885" w:rsidRDefault="005E28D1" w:rsidP="005E28D1">
      <w:pPr>
        <w:pStyle w:val="Answerstyle"/>
      </w:pPr>
      <w:r w:rsidRPr="006A7F35">
        <w:rPr>
          <w:b/>
        </w:rPr>
        <w:t>Q1:</w:t>
      </w:r>
      <w:r w:rsidRPr="00D45249">
        <w:tab/>
      </w:r>
      <w:r w:rsidR="00506ED5">
        <w:t>the prompt for number of tickets needs to be repeated in the Ca</w:t>
      </w:r>
      <w:r w:rsidR="007A0794">
        <w:t>tch section, instead of the Flag = False statement.</w:t>
      </w:r>
    </w:p>
    <w:p w14:paraId="371216B9" w14:textId="77777777" w:rsidR="00506ED5" w:rsidRDefault="00B170DB" w:rsidP="005E28D1">
      <w:pPr>
        <w:pStyle w:val="Answerstyle"/>
      </w:pPr>
      <w:r>
        <w:tab/>
      </w:r>
      <w:r w:rsidR="00506ED5">
        <w:rPr>
          <w:rFonts w:ascii="Consolas" w:eastAsiaTheme="minorEastAsia" w:hAnsi="Consolas" w:cs="Consolas"/>
          <w:color w:val="0000FF"/>
          <w:sz w:val="19"/>
          <w:szCs w:val="19"/>
        </w:rPr>
        <w:t>If</w:t>
      </w:r>
      <w:r w:rsidR="00506ED5">
        <w:rPr>
          <w:rFonts w:ascii="Consolas" w:eastAsiaTheme="minorEastAsia" w:hAnsi="Consolas" w:cs="Consolas"/>
          <w:color w:val="000000"/>
          <w:sz w:val="19"/>
          <w:szCs w:val="19"/>
        </w:rPr>
        <w:t xml:space="preserve"> Number &gt;= 0 </w:t>
      </w:r>
      <w:r w:rsidR="00506ED5">
        <w:rPr>
          <w:rFonts w:ascii="Consolas" w:eastAsiaTheme="minorEastAsia" w:hAnsi="Consolas" w:cs="Consolas"/>
          <w:color w:val="0000FF"/>
          <w:sz w:val="19"/>
          <w:szCs w:val="19"/>
        </w:rPr>
        <w:t>And</w:t>
      </w:r>
      <w:r w:rsidR="00506ED5">
        <w:rPr>
          <w:rFonts w:ascii="Consolas" w:eastAsiaTheme="minorEastAsia" w:hAnsi="Consolas" w:cs="Consolas"/>
          <w:color w:val="000000"/>
          <w:sz w:val="19"/>
          <w:szCs w:val="19"/>
        </w:rPr>
        <w:t xml:space="preserve"> Number &lt; 120</w:t>
      </w:r>
      <w:r>
        <w:t xml:space="preserve"> </w:t>
      </w:r>
      <w:r w:rsidR="00506ED5">
        <w:rPr>
          <w:rFonts w:ascii="Consolas" w:eastAsiaTheme="minorEastAsia" w:hAnsi="Consolas" w:cs="Consolas"/>
          <w:color w:val="0000FF"/>
          <w:sz w:val="19"/>
          <w:szCs w:val="19"/>
        </w:rPr>
        <w:t>Then</w:t>
      </w:r>
      <w:r w:rsidR="00506ED5">
        <w:t xml:space="preserve"> </w:t>
      </w:r>
    </w:p>
    <w:p w14:paraId="1B0A2ABC" w14:textId="77777777" w:rsidR="00506ED5" w:rsidRDefault="00506ED5" w:rsidP="005E28D1">
      <w:pPr>
        <w:pStyle w:val="Answerstyle"/>
      </w:pPr>
      <w:r>
        <w:tab/>
      </w:r>
      <w:r w:rsidR="00B170DB">
        <w:t xml:space="preserve">should be </w:t>
      </w:r>
    </w:p>
    <w:p w14:paraId="3578562A" w14:textId="7016231E" w:rsidR="00B170DB" w:rsidRDefault="00506ED5" w:rsidP="005E28D1">
      <w:pPr>
        <w:pStyle w:val="Answerstyle"/>
      </w:pPr>
      <w:r>
        <w:tab/>
      </w:r>
      <w:r>
        <w:rPr>
          <w:rFonts w:ascii="Consolas" w:eastAsiaTheme="minorEastAsia" w:hAnsi="Consolas" w:cs="Consolas"/>
          <w:color w:val="0000FF"/>
          <w:sz w:val="19"/>
          <w:szCs w:val="19"/>
        </w:rPr>
        <w:t>If</w:t>
      </w:r>
      <w:r>
        <w:rPr>
          <w:rFonts w:ascii="Consolas" w:eastAsiaTheme="minorEastAsia" w:hAnsi="Consolas" w:cs="Consolas"/>
          <w:color w:val="000000"/>
          <w:sz w:val="19"/>
          <w:szCs w:val="19"/>
        </w:rPr>
        <w:t xml:space="preserve"> Number &gt;= 0 </w:t>
      </w:r>
      <w:r>
        <w:rPr>
          <w:rFonts w:ascii="Consolas" w:eastAsiaTheme="minorEastAsia" w:hAnsi="Consolas" w:cs="Consolas"/>
          <w:color w:val="0000FF"/>
          <w:sz w:val="19"/>
          <w:szCs w:val="19"/>
        </w:rPr>
        <w:t>And</w:t>
      </w:r>
      <w:r>
        <w:rPr>
          <w:rFonts w:ascii="Consolas" w:eastAsiaTheme="minorEastAsia" w:hAnsi="Consolas" w:cs="Consolas"/>
          <w:color w:val="000000"/>
          <w:sz w:val="19"/>
          <w:szCs w:val="19"/>
        </w:rPr>
        <w:t xml:space="preserve"> Number &lt;= 120 </w:t>
      </w:r>
      <w:r>
        <w:rPr>
          <w:rFonts w:ascii="Consolas" w:eastAsiaTheme="minorEastAsia" w:hAnsi="Consolas" w:cs="Consolas"/>
          <w:color w:val="0000FF"/>
          <w:sz w:val="19"/>
          <w:szCs w:val="19"/>
        </w:rPr>
        <w:t>Then</w:t>
      </w:r>
    </w:p>
    <w:p w14:paraId="12775D4E" w14:textId="77777777" w:rsidR="005E28D1" w:rsidRDefault="005E28D1" w:rsidP="005E28D1">
      <w:pPr>
        <w:rPr>
          <w:lang w:eastAsia="zh-CN"/>
        </w:rPr>
      </w:pPr>
    </w:p>
    <w:p w14:paraId="08432553" w14:textId="77777777" w:rsidR="005E28D1" w:rsidRPr="003864ED" w:rsidRDefault="005E28D1" w:rsidP="005E28D1">
      <w:pPr>
        <w:pStyle w:val="Heading1"/>
        <w:spacing w:after="240"/>
        <w:rPr>
          <w:rFonts w:cs="Arial"/>
        </w:rPr>
      </w:pPr>
      <w:r w:rsidRPr="003864ED">
        <w:rPr>
          <w:rFonts w:cs="Arial"/>
        </w:rPr>
        <w:t>Exercises</w:t>
      </w:r>
    </w:p>
    <w:p w14:paraId="12FB862C" w14:textId="77777777" w:rsidR="005E28D1" w:rsidRDefault="005E28D1" w:rsidP="00FD7FEA">
      <w:pPr>
        <w:pStyle w:val="Answerstyle"/>
        <w:ind w:left="567" w:hanging="567"/>
      </w:pPr>
      <w:r w:rsidRPr="005251CA">
        <w:t>1.</w:t>
      </w:r>
      <w:r w:rsidRPr="005251CA">
        <w:tab/>
      </w:r>
      <w:r w:rsidR="00FD7FEA">
        <w:t xml:space="preserve">As it stands, the program adds 1 to the variable </w:t>
      </w:r>
      <w:proofErr w:type="spellStart"/>
      <w:r w:rsidR="00FD7FEA" w:rsidRPr="00FD7FEA">
        <w:rPr>
          <w:rFonts w:ascii="Consolas" w:hAnsi="Consolas"/>
        </w:rPr>
        <w:t>passwordChecks</w:t>
      </w:r>
      <w:proofErr w:type="spellEnd"/>
      <w:r w:rsidR="00FD7FEA">
        <w:t xml:space="preserve"> each time a valid lowercase or uppercase letter is detected. It also adds 1 to </w:t>
      </w:r>
      <w:proofErr w:type="spellStart"/>
      <w:r w:rsidR="00FD7FEA" w:rsidRPr="00FD7FEA">
        <w:rPr>
          <w:rFonts w:ascii="Consolas" w:hAnsi="Consolas"/>
        </w:rPr>
        <w:t>passwordChecks</w:t>
      </w:r>
      <w:proofErr w:type="spellEnd"/>
      <w:r w:rsidR="00FD7FEA">
        <w:t xml:space="preserve"> if the password length is within the acceptable range. However, it will accept any password with at least 3 valid upper- or lowercase letters. </w:t>
      </w:r>
    </w:p>
    <w:p w14:paraId="5656EF1E" w14:textId="5A5CCE3E" w:rsidR="00FD7FEA" w:rsidRPr="005251CA" w:rsidRDefault="00FD7FEA" w:rsidP="00FD7FEA">
      <w:pPr>
        <w:pStyle w:val="Answerstyle"/>
        <w:ind w:left="567" w:hanging="567"/>
      </w:pPr>
      <w:r>
        <w:tab/>
        <w:t xml:space="preserve">There need to be separate flags for each condition, i.e. between 8 and 15 letters, an uppercase letter, a lowercase letter, </w:t>
      </w:r>
      <w:r w:rsidR="0099124E">
        <w:t xml:space="preserve">and a number. </w:t>
      </w:r>
    </w:p>
    <w:p w14:paraId="60204762" w14:textId="77777777" w:rsidR="005E28D1" w:rsidRPr="005251CA" w:rsidRDefault="005E28D1" w:rsidP="005E28D1">
      <w:pPr>
        <w:pStyle w:val="Answerstyle"/>
      </w:pPr>
    </w:p>
    <w:p w14:paraId="515F739C" w14:textId="7695E99D" w:rsidR="005E28D1" w:rsidRPr="005251CA" w:rsidRDefault="005E28D1" w:rsidP="005E28D1">
      <w:pPr>
        <w:pStyle w:val="Answerstyle"/>
      </w:pPr>
      <w:r w:rsidRPr="005251CA">
        <w:tab/>
        <w:t xml:space="preserve">See </w:t>
      </w:r>
      <w:r w:rsidR="007E6EB5">
        <w:t>VB</w:t>
      </w:r>
      <w:r w:rsidRPr="005251CA">
        <w:t xml:space="preserve"> program </w:t>
      </w:r>
      <w:r w:rsidR="0099124E" w:rsidRPr="0099124E">
        <w:t>Ch 6 Exercise 4 validate password.</w:t>
      </w:r>
      <w:r w:rsidR="007E6EB5">
        <w:t>txt</w:t>
      </w:r>
    </w:p>
    <w:p w14:paraId="55E30EEC" w14:textId="77777777" w:rsidR="005E28D1" w:rsidRPr="003864ED" w:rsidRDefault="005E28D1" w:rsidP="005E28D1">
      <w:pPr>
        <w:pStyle w:val="Answerstyle"/>
      </w:pPr>
      <w:r w:rsidRPr="005251CA">
        <w:tab/>
      </w:r>
      <w:r w:rsidRPr="003864ED">
        <w:tab/>
      </w:r>
      <w:r w:rsidRPr="003864ED">
        <w:tab/>
      </w:r>
    </w:p>
    <w:p w14:paraId="02C0591E" w14:textId="77777777" w:rsidR="005E28D1" w:rsidRDefault="005E28D1" w:rsidP="005E28D1">
      <w:pPr>
        <w:pStyle w:val="Answerstyle"/>
      </w:pPr>
      <w:r w:rsidRPr="005251CA">
        <w:t>2.</w:t>
      </w:r>
      <w:r w:rsidR="0099124E">
        <w:tab/>
        <w:t xml:space="preserve">The program works correctly if the correct password is entered on the first attempt. </w:t>
      </w:r>
    </w:p>
    <w:p w14:paraId="28277E29" w14:textId="77777777" w:rsidR="0099124E" w:rsidRDefault="0099124E" w:rsidP="005E28D1">
      <w:pPr>
        <w:pStyle w:val="Answerstyle"/>
      </w:pPr>
      <w:r>
        <w:tab/>
        <w:t>If the user enters an incorrect password, the statement</w:t>
      </w:r>
    </w:p>
    <w:p w14:paraId="0E1FAF76" w14:textId="6B8E369E" w:rsidR="0099124E" w:rsidRPr="0099124E" w:rsidRDefault="0099124E" w:rsidP="005E28D1">
      <w:pPr>
        <w:pStyle w:val="Answerstyle"/>
        <w:rPr>
          <w:rFonts w:ascii="Consolas" w:hAnsi="Consolas"/>
        </w:rPr>
      </w:pPr>
      <w:r>
        <w:tab/>
      </w:r>
      <w:proofErr w:type="gramStart"/>
      <w:r w:rsidRPr="0099124E">
        <w:rPr>
          <w:rFonts w:ascii="Consolas" w:hAnsi="Consolas"/>
        </w:rPr>
        <w:t>input(</w:t>
      </w:r>
      <w:proofErr w:type="gramEnd"/>
      <w:r w:rsidRPr="0099124E">
        <w:rPr>
          <w:rFonts w:ascii="Consolas" w:hAnsi="Consolas"/>
        </w:rPr>
        <w:t>"Password incorrect - re-enter: ")</w:t>
      </w:r>
    </w:p>
    <w:p w14:paraId="709AEDB3" w14:textId="49D243F5" w:rsidR="00723816" w:rsidRDefault="0099124E" w:rsidP="005E28D1">
      <w:pPr>
        <w:pStyle w:val="Answerstyle"/>
      </w:pPr>
      <w:r>
        <w:tab/>
        <w:t xml:space="preserve">is executed. </w:t>
      </w:r>
      <w:r w:rsidR="00723816">
        <w:t>However</w:t>
      </w:r>
      <w:r w:rsidR="00001406">
        <w:t>,</w:t>
      </w:r>
      <w:r w:rsidR="00723816">
        <w:t xml:space="preserve"> even when the correct password is entered, it is not accepted.</w:t>
      </w:r>
    </w:p>
    <w:p w14:paraId="029DCFD6" w14:textId="77777777" w:rsidR="00723816" w:rsidRDefault="00723816" w:rsidP="005E28D1">
      <w:pPr>
        <w:pStyle w:val="Answerstyle"/>
      </w:pPr>
    </w:p>
    <w:p w14:paraId="7B3AF61E" w14:textId="2BAFFC31" w:rsidR="0099124E" w:rsidRDefault="00723816" w:rsidP="005E28D1">
      <w:pPr>
        <w:pStyle w:val="Answerstyle"/>
      </w:pPr>
      <w:r>
        <w:tab/>
      </w:r>
      <w:r w:rsidR="0099124E">
        <w:t xml:space="preserve">The input should be assigned to the variable </w:t>
      </w:r>
      <w:r w:rsidR="007E6EB5">
        <w:t>P</w:t>
      </w:r>
      <w:r w:rsidR="0099124E">
        <w:t>assword, i.e.</w:t>
      </w:r>
    </w:p>
    <w:p w14:paraId="2000D1A4" w14:textId="7F5DDD19" w:rsidR="0099124E" w:rsidRDefault="0099124E" w:rsidP="005E28D1">
      <w:pPr>
        <w:pStyle w:val="Answerstyle"/>
      </w:pPr>
      <w:r>
        <w:tab/>
      </w:r>
      <w:r w:rsidR="007E6EB5">
        <w:rPr>
          <w:rFonts w:ascii="Consolas" w:eastAsiaTheme="minorEastAsia" w:hAnsi="Consolas" w:cs="Consolas"/>
          <w:color w:val="000000"/>
          <w:sz w:val="19"/>
          <w:szCs w:val="19"/>
        </w:rPr>
        <w:t xml:space="preserve">Password = </w:t>
      </w:r>
      <w:proofErr w:type="spellStart"/>
      <w:r w:rsidR="007E6EB5">
        <w:rPr>
          <w:rFonts w:ascii="Consolas" w:eastAsiaTheme="minorEastAsia" w:hAnsi="Consolas" w:cs="Consolas"/>
          <w:color w:val="000000"/>
          <w:sz w:val="19"/>
          <w:szCs w:val="19"/>
        </w:rPr>
        <w:t>Console.ReadLine</w:t>
      </w:r>
      <w:proofErr w:type="spellEnd"/>
      <w:r w:rsidR="007E6EB5">
        <w:rPr>
          <w:rFonts w:ascii="Consolas" w:eastAsiaTheme="minorEastAsia" w:hAnsi="Consolas" w:cs="Consolas"/>
          <w:color w:val="000000"/>
          <w:sz w:val="19"/>
          <w:szCs w:val="19"/>
        </w:rPr>
        <w:t>()</w:t>
      </w:r>
      <w:r>
        <w:tab/>
      </w:r>
      <w:r>
        <w:tab/>
      </w:r>
    </w:p>
    <w:p w14:paraId="5A774AFB" w14:textId="77777777" w:rsidR="0099124E" w:rsidRDefault="0099124E" w:rsidP="005E28D1">
      <w:pPr>
        <w:pStyle w:val="Answerstyle"/>
      </w:pPr>
      <w:r>
        <w:tab/>
      </w:r>
      <w:r w:rsidR="00723816">
        <w:t>Note that there is no limit to the number of tries the user can have in this version.</w:t>
      </w:r>
    </w:p>
    <w:p w14:paraId="2D84672F" w14:textId="3FE2FC28" w:rsidR="009F3C48" w:rsidRDefault="009F3C48" w:rsidP="005E28D1">
      <w:pPr>
        <w:pStyle w:val="Answerstyle"/>
      </w:pPr>
      <w:r>
        <w:tab/>
      </w:r>
      <w:r w:rsidRPr="005251CA">
        <w:t xml:space="preserve">See </w:t>
      </w:r>
      <w:r w:rsidR="007E6EB5">
        <w:t>VB</w:t>
      </w:r>
      <w:r w:rsidRPr="005251CA">
        <w:t xml:space="preserve"> program </w:t>
      </w:r>
      <w:r w:rsidRPr="0099124E">
        <w:t xml:space="preserve">Ch 6 Exercise </w:t>
      </w:r>
      <w:r>
        <w:t>5</w:t>
      </w:r>
      <w:r w:rsidRPr="0099124E">
        <w:t xml:space="preserve"> </w:t>
      </w:r>
      <w:r>
        <w:t>Caesar cipher</w:t>
      </w:r>
      <w:r w:rsidRPr="0099124E">
        <w:t>.</w:t>
      </w:r>
      <w:r w:rsidR="007E6EB5">
        <w:t>txt</w:t>
      </w:r>
    </w:p>
    <w:p w14:paraId="4B775469" w14:textId="2888DDAC" w:rsidR="00821910" w:rsidRDefault="00821910">
      <w:pPr>
        <w:spacing w:after="200" w:line="276" w:lineRule="auto"/>
        <w:rPr>
          <w:rFonts w:eastAsia="SimSun"/>
          <w:b/>
          <w:bCs/>
          <w:color w:val="365F91"/>
          <w:sz w:val="28"/>
          <w:szCs w:val="28"/>
        </w:rPr>
      </w:pPr>
      <w:r>
        <w:rPr>
          <w:rFonts w:eastAsia="SimSun"/>
          <w:b/>
          <w:bCs/>
          <w:color w:val="365F91"/>
          <w:sz w:val="28"/>
          <w:szCs w:val="28"/>
        </w:rPr>
        <w:br w:type="page"/>
      </w:r>
    </w:p>
    <w:p w14:paraId="74AE1043" w14:textId="77777777" w:rsidR="00821910" w:rsidRPr="00D22063" w:rsidRDefault="00821910" w:rsidP="00821910">
      <w:pPr>
        <w:pStyle w:val="PGKS3text"/>
        <w:rPr>
          <w:rFonts w:ascii="Arial" w:hAnsi="Arial"/>
        </w:rPr>
      </w:pPr>
      <w:r w:rsidRPr="00D22063">
        <w:rPr>
          <w:rFonts w:ascii="Arial" w:hAnsi="Arial"/>
        </w:rPr>
        <w:lastRenderedPageBreak/>
        <w:t xml:space="preserve">Every effort has been made to ensure that </w:t>
      </w:r>
      <w:r>
        <w:rPr>
          <w:rFonts w:ascii="Arial" w:hAnsi="Arial"/>
        </w:rPr>
        <w:t xml:space="preserve">all answers are correct. </w:t>
      </w:r>
      <w:r w:rsidRPr="00D22063">
        <w:rPr>
          <w:rFonts w:ascii="Arial" w:hAnsi="Arial"/>
        </w:rPr>
        <w:t>Any errors should be reported directly to support@pgonline.co.uk and changes will be made in any subsequent editions of the material.</w:t>
      </w:r>
    </w:p>
    <w:p w14:paraId="54B2D406" w14:textId="77777777" w:rsidR="00821910" w:rsidRPr="00D22063" w:rsidRDefault="00821910" w:rsidP="00821910">
      <w:pPr>
        <w:pStyle w:val="PGHeading2"/>
        <w:rPr>
          <w:rFonts w:cs="Arial"/>
        </w:rPr>
      </w:pPr>
      <w:r w:rsidRPr="00D22063">
        <w:rPr>
          <w:rFonts w:cs="Arial"/>
        </w:rPr>
        <w:t>Artwork</w:t>
      </w:r>
    </w:p>
    <w:p w14:paraId="6B7CC36B" w14:textId="363A0BC2" w:rsidR="00821910" w:rsidRPr="00D22063" w:rsidRDefault="004C7ABC" w:rsidP="00821910">
      <w:pPr>
        <w:pStyle w:val="PGHeading2"/>
        <w:rPr>
          <w:rFonts w:cs="Arial"/>
        </w:rPr>
      </w:pPr>
      <w:r w:rsidRPr="004C7ABC">
        <w:rPr>
          <w:rFonts w:cs="Arial"/>
          <w:noProof/>
        </w:rPr>
        <w:drawing>
          <wp:inline distT="0" distB="0" distL="0" distR="0" wp14:anchorId="6BE1E71E" wp14:editId="203B9610">
            <wp:extent cx="1435184" cy="1440000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84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61C686" w14:textId="31E4591E" w:rsidR="00821910" w:rsidRPr="00715845" w:rsidRDefault="00821910" w:rsidP="00821910">
      <w:pPr>
        <w:pStyle w:val="PGKS3text"/>
        <w:rPr>
          <w:rFonts w:ascii="Arial" w:hAnsi="Arial"/>
        </w:rPr>
      </w:pPr>
      <w:r>
        <w:rPr>
          <w:rFonts w:ascii="Arial" w:hAnsi="Arial"/>
        </w:rPr>
        <w:t xml:space="preserve">Fosse No. </w:t>
      </w:r>
      <w:r w:rsidR="004C7ABC">
        <w:rPr>
          <w:rFonts w:ascii="Arial" w:hAnsi="Arial"/>
        </w:rPr>
        <w:t>1</w:t>
      </w:r>
      <w:r>
        <w:rPr>
          <w:rFonts w:ascii="Arial" w:hAnsi="Arial"/>
        </w:rPr>
        <w:t xml:space="preserve"> © 2015</w:t>
      </w:r>
      <w:r w:rsidRPr="00715845">
        <w:rPr>
          <w:rFonts w:ascii="Arial" w:hAnsi="Arial"/>
        </w:rPr>
        <w:t xml:space="preserve"> </w:t>
      </w:r>
      <w:r>
        <w:rPr>
          <w:rFonts w:ascii="Arial" w:hAnsi="Arial"/>
        </w:rPr>
        <w:t>Barbara Burns</w:t>
      </w:r>
    </w:p>
    <w:p w14:paraId="3E09D6D3" w14:textId="77777777" w:rsidR="00821910" w:rsidRPr="00715845" w:rsidRDefault="00821910" w:rsidP="00821910">
      <w:pPr>
        <w:pStyle w:val="PGKS3text"/>
        <w:rPr>
          <w:rFonts w:ascii="Arial" w:hAnsi="Arial"/>
        </w:rPr>
      </w:pPr>
      <w:r>
        <w:rPr>
          <w:rFonts w:ascii="Arial" w:hAnsi="Arial"/>
        </w:rPr>
        <w:t>Oil on linen, 3</w:t>
      </w:r>
      <w:r w:rsidRPr="00715845">
        <w:rPr>
          <w:rFonts w:ascii="Arial" w:hAnsi="Arial"/>
        </w:rPr>
        <w:t>0x</w:t>
      </w:r>
      <w:r>
        <w:rPr>
          <w:rFonts w:ascii="Arial" w:hAnsi="Arial"/>
        </w:rPr>
        <w:t>3</w:t>
      </w:r>
      <w:r w:rsidRPr="00715845">
        <w:rPr>
          <w:rFonts w:ascii="Arial" w:hAnsi="Arial"/>
        </w:rPr>
        <w:t>0cm</w:t>
      </w:r>
    </w:p>
    <w:p w14:paraId="1A8335D2" w14:textId="77777777" w:rsidR="00821910" w:rsidRPr="00715845" w:rsidRDefault="00821910" w:rsidP="00821910">
      <w:pPr>
        <w:pStyle w:val="PGKS3text"/>
        <w:rPr>
          <w:rFonts w:ascii="Arial" w:hAnsi="Arial"/>
        </w:rPr>
      </w:pPr>
      <w:r w:rsidRPr="00715845">
        <w:rPr>
          <w:rFonts w:ascii="Arial" w:hAnsi="Arial"/>
        </w:rPr>
        <w:t>www.</w:t>
      </w:r>
      <w:r>
        <w:rPr>
          <w:rFonts w:ascii="Arial" w:hAnsi="Arial"/>
        </w:rPr>
        <w:t>slaneart</w:t>
      </w:r>
      <w:r w:rsidRPr="00715845">
        <w:rPr>
          <w:rFonts w:ascii="Arial" w:hAnsi="Arial"/>
        </w:rPr>
        <w:t>.com</w:t>
      </w:r>
    </w:p>
    <w:p w14:paraId="25ACE3DB" w14:textId="77777777" w:rsidR="005E28D1" w:rsidRDefault="005E28D1">
      <w:pPr>
        <w:spacing w:after="200" w:line="276" w:lineRule="auto"/>
        <w:rPr>
          <w:rFonts w:eastAsia="SimSun"/>
          <w:b/>
          <w:bCs/>
          <w:color w:val="365F91"/>
          <w:sz w:val="28"/>
          <w:szCs w:val="28"/>
        </w:rPr>
      </w:pPr>
    </w:p>
    <w:sectPr w:rsidR="005E28D1" w:rsidSect="00F25B9C">
      <w:headerReference w:type="firs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66A262" w14:textId="77777777" w:rsidR="00D21CF9" w:rsidRDefault="00D21CF9" w:rsidP="00F25B9C">
      <w:r>
        <w:separator/>
      </w:r>
    </w:p>
  </w:endnote>
  <w:endnote w:type="continuationSeparator" w:id="0">
    <w:p w14:paraId="6164D196" w14:textId="77777777" w:rsidR="00D21CF9" w:rsidRDefault="00D21CF9" w:rsidP="00F2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iec_symbols_unicode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4D63D" w14:textId="77777777" w:rsidR="005C560B" w:rsidRDefault="005C560B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20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AA072" w14:textId="20705857" w:rsidR="005C560B" w:rsidRPr="00B643F8" w:rsidRDefault="005C560B" w:rsidP="0045774F">
    <w:pPr>
      <w:pStyle w:val="PGFooter"/>
      <w:tabs>
        <w:tab w:val="clear" w:pos="4513"/>
        <w:tab w:val="center" w:pos="7513"/>
      </w:tabs>
      <w:rPr>
        <w:rFonts w:ascii="Arial" w:hAnsi="Arial"/>
      </w:rPr>
    </w:pPr>
    <w:r>
      <w:rPr>
        <w:rFonts w:ascii="Arial" w:hAnsi="Arial"/>
      </w:rPr>
      <w:t xml:space="preserve">Learning to Program in Visual Basic </w:t>
    </w:r>
    <w:proofErr w:type="gramStart"/>
    <w:r>
      <w:rPr>
        <w:rFonts w:ascii="Arial" w:hAnsi="Arial"/>
      </w:rPr>
      <w:t xml:space="preserve">.NET  </w:t>
    </w:r>
    <w:r w:rsidRPr="00B643F8">
      <w:rPr>
        <w:rFonts w:ascii="Arial" w:hAnsi="Arial"/>
      </w:rPr>
      <w:t>©</w:t>
    </w:r>
    <w:proofErr w:type="gramEnd"/>
    <w:r w:rsidRPr="00B643F8">
      <w:rPr>
        <w:rFonts w:ascii="Arial" w:hAnsi="Arial"/>
      </w:rPr>
      <w:t xml:space="preserve"> 20</w:t>
    </w:r>
    <w:r>
      <w:rPr>
        <w:rFonts w:ascii="Arial" w:hAnsi="Arial"/>
      </w:rPr>
      <w:t>20</w:t>
    </w:r>
    <w:r w:rsidRPr="00B643F8">
      <w:rPr>
        <w:rFonts w:ascii="Arial" w:hAnsi="Arial"/>
      </w:rPr>
      <w:t xml:space="preserve"> PG Online Limited</w:t>
    </w:r>
    <w:r w:rsidRPr="00B643F8">
      <w:rPr>
        <w:rFonts w:ascii="Arial" w:hAnsi="Arial"/>
      </w:rPr>
      <w:tab/>
    </w:r>
    <w:r w:rsidRPr="00B643F8">
      <w:rPr>
        <w:rFonts w:ascii="Arial" w:hAnsi="Arial"/>
      </w:rPr>
      <w:tab/>
    </w:r>
    <w:r w:rsidRPr="00B643F8">
      <w:rPr>
        <w:rFonts w:ascii="Arial" w:hAnsi="Arial"/>
      </w:rPr>
      <w:fldChar w:fldCharType="begin"/>
    </w:r>
    <w:r w:rsidRPr="00B643F8">
      <w:rPr>
        <w:rFonts w:ascii="Arial" w:hAnsi="Arial"/>
      </w:rPr>
      <w:instrText xml:space="preserve"> PAGE </w:instrText>
    </w:r>
    <w:r w:rsidRPr="00B643F8">
      <w:rPr>
        <w:rFonts w:ascii="Arial" w:hAnsi="Arial"/>
      </w:rPr>
      <w:fldChar w:fldCharType="separate"/>
    </w:r>
    <w:r>
      <w:rPr>
        <w:rFonts w:ascii="Arial" w:hAnsi="Arial"/>
        <w:noProof/>
      </w:rPr>
      <w:t>19</w:t>
    </w:r>
    <w:r w:rsidRPr="00B643F8">
      <w:rPr>
        <w:rFonts w:ascii="Arial" w:hAnsi="Arial"/>
      </w:rPr>
      <w:fldChar w:fldCharType="end"/>
    </w:r>
  </w:p>
  <w:p w14:paraId="62CA18EB" w14:textId="77777777" w:rsidR="005C560B" w:rsidRPr="0045774F" w:rsidRDefault="005C560B" w:rsidP="00BE5BCA">
    <w:pPr>
      <w:pStyle w:val="Footer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0301C" w14:textId="2DC57C4C" w:rsidR="005C560B" w:rsidRPr="0045774F" w:rsidRDefault="005C560B" w:rsidP="0045774F">
    <w:pPr>
      <w:pStyle w:val="PGFooter"/>
      <w:tabs>
        <w:tab w:val="clear" w:pos="4513"/>
        <w:tab w:val="center" w:pos="7513"/>
      </w:tabs>
      <w:rPr>
        <w:rFonts w:ascii="Arial" w:hAnsi="Arial"/>
      </w:rPr>
    </w:pPr>
    <w:r>
      <w:rPr>
        <w:rFonts w:ascii="Arial" w:hAnsi="Arial"/>
      </w:rPr>
      <w:t xml:space="preserve">Learning to Program in Visual Basic </w:t>
    </w:r>
    <w:proofErr w:type="gramStart"/>
    <w:r>
      <w:rPr>
        <w:rFonts w:ascii="Arial" w:hAnsi="Arial"/>
      </w:rPr>
      <w:t xml:space="preserve">.NET  </w:t>
    </w:r>
    <w:r w:rsidRPr="00B643F8">
      <w:rPr>
        <w:rFonts w:ascii="Arial" w:hAnsi="Arial"/>
      </w:rPr>
      <w:t>©</w:t>
    </w:r>
    <w:proofErr w:type="gramEnd"/>
    <w:r w:rsidRPr="00B643F8">
      <w:rPr>
        <w:rFonts w:ascii="Arial" w:hAnsi="Arial"/>
      </w:rPr>
      <w:t xml:space="preserve"> 20</w:t>
    </w:r>
    <w:r>
      <w:rPr>
        <w:rFonts w:ascii="Arial" w:hAnsi="Arial"/>
      </w:rPr>
      <w:t>20</w:t>
    </w:r>
    <w:r w:rsidRPr="00B643F8">
      <w:rPr>
        <w:rFonts w:ascii="Arial" w:hAnsi="Arial"/>
      </w:rPr>
      <w:t xml:space="preserve"> PG Online Limited</w:t>
    </w:r>
    <w:r w:rsidRPr="00B643F8">
      <w:rPr>
        <w:rFonts w:ascii="Arial" w:hAnsi="Arial"/>
      </w:rPr>
      <w:tab/>
    </w:r>
    <w:r w:rsidRPr="00B643F8">
      <w:rPr>
        <w:rFonts w:ascii="Arial" w:hAnsi="Arial"/>
      </w:rPr>
      <w:tab/>
    </w:r>
    <w:r w:rsidRPr="00B643F8">
      <w:rPr>
        <w:rFonts w:ascii="Arial" w:hAnsi="Arial"/>
      </w:rPr>
      <w:fldChar w:fldCharType="begin"/>
    </w:r>
    <w:r w:rsidRPr="00B643F8">
      <w:rPr>
        <w:rFonts w:ascii="Arial" w:hAnsi="Arial"/>
      </w:rPr>
      <w:instrText xml:space="preserve"> PAGE </w:instrText>
    </w:r>
    <w:r w:rsidRPr="00B643F8">
      <w:rPr>
        <w:rFonts w:ascii="Arial" w:hAnsi="Arial"/>
      </w:rPr>
      <w:fldChar w:fldCharType="separate"/>
    </w:r>
    <w:r>
      <w:rPr>
        <w:rFonts w:ascii="Arial" w:hAnsi="Arial"/>
      </w:rPr>
      <w:t>7</w:t>
    </w:r>
    <w:r w:rsidRPr="00B643F8">
      <w:rPr>
        <w:rFonts w:ascii="Arial" w:hAnsi="Arial"/>
      </w:rPr>
      <w:fldChar w:fldCharType="end"/>
    </w:r>
    <w:r w:rsidRPr="00B643F8">
      <w:rPr>
        <w:rFonts w:ascii="Arial" w:hAnsi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81CA9E" w14:textId="77777777" w:rsidR="00D21CF9" w:rsidRDefault="00D21CF9" w:rsidP="00F25B9C">
      <w:r>
        <w:separator/>
      </w:r>
    </w:p>
  </w:footnote>
  <w:footnote w:type="continuationSeparator" w:id="0">
    <w:p w14:paraId="139424AA" w14:textId="77777777" w:rsidR="00D21CF9" w:rsidRDefault="00D21CF9" w:rsidP="00F2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0FC77" w14:textId="77777777" w:rsidR="005C560B" w:rsidRDefault="005C560B" w:rsidP="00BE5BCA">
    <w:pPr>
      <w:pStyle w:val="Header"/>
      <w:tabs>
        <w:tab w:val="left" w:pos="4772"/>
      </w:tabs>
    </w:pPr>
    <w:r>
      <w:tab/>
    </w:r>
    <w:r>
      <w:tab/>
    </w:r>
    <w:r>
      <w:tab/>
      <w:t>Chapter 1 – Programming Basics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13FB5" w14:textId="77777777" w:rsidR="00D21CF9" w:rsidRDefault="00D21C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81F54" w14:textId="77777777" w:rsidR="00D21CF9" w:rsidRDefault="00D21CF9" w:rsidP="00BE5BCA">
    <w:pPr>
      <w:pStyle w:val="Header"/>
      <w:tabs>
        <w:tab w:val="left" w:pos="4772"/>
      </w:tabs>
    </w:pPr>
    <w:r>
      <w:tab/>
    </w:r>
    <w:r>
      <w:tab/>
    </w:r>
    <w:r>
      <w:tab/>
      <w:t>Chapter 2 – Selection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AC349" w14:textId="77777777" w:rsidR="00D21CF9" w:rsidRDefault="00D21CF9" w:rsidP="00BE5BCA">
    <w:pPr>
      <w:pStyle w:val="Header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60ADB" w14:textId="77777777" w:rsidR="00D21CF9" w:rsidRDefault="00D21C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45D73"/>
    <w:multiLevelType w:val="hybridMultilevel"/>
    <w:tmpl w:val="BC082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6151C"/>
    <w:multiLevelType w:val="hybridMultilevel"/>
    <w:tmpl w:val="F9689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B1AC6"/>
    <w:multiLevelType w:val="hybridMultilevel"/>
    <w:tmpl w:val="C35C50B0"/>
    <w:lvl w:ilvl="0" w:tplc="6464AC34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8C4D5E"/>
    <w:multiLevelType w:val="hybridMultilevel"/>
    <w:tmpl w:val="0BCE52D0"/>
    <w:lvl w:ilvl="0" w:tplc="09E28F5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80769"/>
    <w:multiLevelType w:val="hybridMultilevel"/>
    <w:tmpl w:val="01DA46E2"/>
    <w:lvl w:ilvl="0" w:tplc="D99E0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C4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3873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F607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E6D3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1223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52C2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1465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5CA3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C636331"/>
    <w:multiLevelType w:val="hybridMultilevel"/>
    <w:tmpl w:val="C0A40A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548A9"/>
    <w:multiLevelType w:val="hybridMultilevel"/>
    <w:tmpl w:val="1340D312"/>
    <w:lvl w:ilvl="0" w:tplc="EE0AA872">
      <w:start w:val="1"/>
      <w:numFmt w:val="bullet"/>
      <w:pStyle w:val="Bulletstyl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B4252"/>
    <w:multiLevelType w:val="hybridMultilevel"/>
    <w:tmpl w:val="FFFAA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35440"/>
    <w:multiLevelType w:val="hybridMultilevel"/>
    <w:tmpl w:val="C032EC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A1AC2"/>
    <w:multiLevelType w:val="hybridMultilevel"/>
    <w:tmpl w:val="63C4B1E6"/>
    <w:lvl w:ilvl="0" w:tplc="D0F84030">
      <w:start w:val="1"/>
      <w:numFmt w:val="bullet"/>
      <w:pStyle w:val="PGKS3bulletedlis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92925"/>
    <w:multiLevelType w:val="hybridMultilevel"/>
    <w:tmpl w:val="442472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00FE8"/>
    <w:multiLevelType w:val="hybridMultilevel"/>
    <w:tmpl w:val="B666F9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F38BD"/>
    <w:multiLevelType w:val="hybridMultilevel"/>
    <w:tmpl w:val="6F2A1B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45B3C"/>
    <w:multiLevelType w:val="hybridMultilevel"/>
    <w:tmpl w:val="8C16B6E6"/>
    <w:lvl w:ilvl="0" w:tplc="08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B6B46"/>
    <w:multiLevelType w:val="hybridMultilevel"/>
    <w:tmpl w:val="6F2A1B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D773F"/>
    <w:multiLevelType w:val="hybridMultilevel"/>
    <w:tmpl w:val="C6D676DA"/>
    <w:lvl w:ilvl="0" w:tplc="D0FA8F1C">
      <w:numFmt w:val="bullet"/>
      <w:lvlText w:val="•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30543547"/>
    <w:multiLevelType w:val="hybridMultilevel"/>
    <w:tmpl w:val="676ADC5E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320D4FB9"/>
    <w:multiLevelType w:val="hybridMultilevel"/>
    <w:tmpl w:val="23E2DCA8"/>
    <w:lvl w:ilvl="0" w:tplc="9AE8322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6D00D55"/>
    <w:multiLevelType w:val="hybridMultilevel"/>
    <w:tmpl w:val="60028E24"/>
    <w:lvl w:ilvl="0" w:tplc="5EE263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0642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9CA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85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4E9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1600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C477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081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B0B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D0D6A26"/>
    <w:multiLevelType w:val="hybridMultilevel"/>
    <w:tmpl w:val="F8325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C36093"/>
    <w:multiLevelType w:val="multilevel"/>
    <w:tmpl w:val="40067F96"/>
    <w:styleLink w:val="Style1"/>
    <w:lvl w:ilvl="0">
      <w:start w:val="1"/>
      <w:numFmt w:val="bullet"/>
      <w:lvlText w:val=""/>
      <w:lvlJc w:val="left"/>
      <w:pPr>
        <w:tabs>
          <w:tab w:val="num" w:pos="1871"/>
        </w:tabs>
        <w:ind w:left="851" w:hanging="851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914"/>
        </w:tabs>
        <w:ind w:left="1758" w:hanging="90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634"/>
        </w:tabs>
        <w:ind w:left="36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54"/>
        </w:tabs>
        <w:ind w:left="43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74"/>
        </w:tabs>
        <w:ind w:left="50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94"/>
        </w:tabs>
        <w:ind w:left="57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514"/>
        </w:tabs>
        <w:ind w:left="65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34"/>
        </w:tabs>
        <w:ind w:left="72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954"/>
        </w:tabs>
        <w:ind w:left="7954" w:hanging="360"/>
      </w:pPr>
      <w:rPr>
        <w:rFonts w:ascii="Wingdings" w:hAnsi="Wingdings" w:hint="default"/>
      </w:rPr>
    </w:lvl>
  </w:abstractNum>
  <w:abstractNum w:abstractNumId="21" w15:restartNumberingAfterBreak="0">
    <w:nsid w:val="475A7CA0"/>
    <w:multiLevelType w:val="hybridMultilevel"/>
    <w:tmpl w:val="F95274B2"/>
    <w:lvl w:ilvl="0" w:tplc="D5581C0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48651FDF"/>
    <w:multiLevelType w:val="hybridMultilevel"/>
    <w:tmpl w:val="DEDEA518"/>
    <w:lvl w:ilvl="0" w:tplc="F4446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6D4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A6D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20F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E67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947A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FAAB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B8FB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3A5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9800593"/>
    <w:multiLevelType w:val="hybridMultilevel"/>
    <w:tmpl w:val="17BAA21E"/>
    <w:lvl w:ilvl="0" w:tplc="D29088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5CD1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68A6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A20E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16F1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047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3A7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CC1A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3C25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C0479F2"/>
    <w:multiLevelType w:val="hybridMultilevel"/>
    <w:tmpl w:val="23E2DCA8"/>
    <w:lvl w:ilvl="0" w:tplc="9AE8322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C397C78"/>
    <w:multiLevelType w:val="hybridMultilevel"/>
    <w:tmpl w:val="99F4B1F0"/>
    <w:lvl w:ilvl="0" w:tplc="DF0094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6C72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BCC0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948C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413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0C5F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7891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444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901C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CBD3BE2"/>
    <w:multiLevelType w:val="hybridMultilevel"/>
    <w:tmpl w:val="386274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F2193B"/>
    <w:multiLevelType w:val="hybridMultilevel"/>
    <w:tmpl w:val="C0A40A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25EEB"/>
    <w:multiLevelType w:val="hybridMultilevel"/>
    <w:tmpl w:val="C35C50B0"/>
    <w:lvl w:ilvl="0" w:tplc="6464AC3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DE69FF"/>
    <w:multiLevelType w:val="hybridMultilevel"/>
    <w:tmpl w:val="2CF2B6AC"/>
    <w:lvl w:ilvl="0" w:tplc="8C761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FA6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9E77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56A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0233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145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A4CC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409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8A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BA87CE4"/>
    <w:multiLevelType w:val="hybridMultilevel"/>
    <w:tmpl w:val="1180AD40"/>
    <w:lvl w:ilvl="0" w:tplc="1B4C776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577799"/>
    <w:multiLevelType w:val="hybridMultilevel"/>
    <w:tmpl w:val="D94270E6"/>
    <w:lvl w:ilvl="0" w:tplc="83CCA3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D4C5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E62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F227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109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D2E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70F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C65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70B6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60B07806"/>
    <w:multiLevelType w:val="hybridMultilevel"/>
    <w:tmpl w:val="C0A40A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2818BA"/>
    <w:multiLevelType w:val="hybridMultilevel"/>
    <w:tmpl w:val="AB903834"/>
    <w:lvl w:ilvl="0" w:tplc="D5581C0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6208160C"/>
    <w:multiLevelType w:val="hybridMultilevel"/>
    <w:tmpl w:val="0DD02158"/>
    <w:lvl w:ilvl="0" w:tplc="970E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F2C1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340A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365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F480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A20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88EC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FCAE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402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6EB02C5"/>
    <w:multiLevelType w:val="hybridMultilevel"/>
    <w:tmpl w:val="02804A8C"/>
    <w:lvl w:ilvl="0" w:tplc="6204CF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98A1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BE0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066D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C471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B6CC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8629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DE2A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AEC8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7CB1F5E"/>
    <w:multiLevelType w:val="hybridMultilevel"/>
    <w:tmpl w:val="347AA0F2"/>
    <w:lvl w:ilvl="0" w:tplc="E3F6D2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640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2490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7E2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AC1D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384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0841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BEF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18A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20A4ABA"/>
    <w:multiLevelType w:val="hybridMultilevel"/>
    <w:tmpl w:val="15385FA8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3B3624D"/>
    <w:multiLevelType w:val="hybridMultilevel"/>
    <w:tmpl w:val="3E5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930597"/>
    <w:multiLevelType w:val="hybridMultilevel"/>
    <w:tmpl w:val="54666592"/>
    <w:lvl w:ilvl="0" w:tplc="1B4C7760">
      <w:start w:val="1"/>
      <w:numFmt w:val="bullet"/>
      <w:lvlText w:val=""/>
      <w:lvlJc w:val="left"/>
      <w:pPr>
        <w:tabs>
          <w:tab w:val="num" w:pos="-1158"/>
        </w:tabs>
        <w:ind w:left="-1158" w:hanging="39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-115"/>
        </w:tabs>
        <w:ind w:left="-1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605"/>
        </w:tabs>
        <w:ind w:left="6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045"/>
        </w:tabs>
        <w:ind w:left="20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2765"/>
        </w:tabs>
        <w:ind w:left="27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485"/>
        </w:tabs>
        <w:ind w:left="34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205"/>
        </w:tabs>
        <w:ind w:left="42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4925"/>
        </w:tabs>
        <w:ind w:left="4925" w:hanging="360"/>
      </w:pPr>
      <w:rPr>
        <w:rFonts w:ascii="Wingdings" w:hAnsi="Wingdings" w:hint="default"/>
      </w:rPr>
    </w:lvl>
  </w:abstractNum>
  <w:abstractNum w:abstractNumId="40" w15:restartNumberingAfterBreak="0">
    <w:nsid w:val="7568593C"/>
    <w:multiLevelType w:val="hybridMultilevel"/>
    <w:tmpl w:val="10C49C8A"/>
    <w:lvl w:ilvl="0" w:tplc="200E1D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843073D"/>
    <w:multiLevelType w:val="hybridMultilevel"/>
    <w:tmpl w:val="B8BA5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4463E9"/>
    <w:multiLevelType w:val="hybridMultilevel"/>
    <w:tmpl w:val="5ADAE7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3B043E"/>
    <w:multiLevelType w:val="hybridMultilevel"/>
    <w:tmpl w:val="FC72682E"/>
    <w:lvl w:ilvl="0" w:tplc="5C9E9E22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9"/>
  </w:num>
  <w:num w:numId="3">
    <w:abstractNumId w:val="30"/>
  </w:num>
  <w:num w:numId="4">
    <w:abstractNumId w:val="26"/>
  </w:num>
  <w:num w:numId="5">
    <w:abstractNumId w:val="19"/>
  </w:num>
  <w:num w:numId="6">
    <w:abstractNumId w:val="41"/>
  </w:num>
  <w:num w:numId="7">
    <w:abstractNumId w:val="0"/>
  </w:num>
  <w:num w:numId="8">
    <w:abstractNumId w:val="7"/>
  </w:num>
  <w:num w:numId="9">
    <w:abstractNumId w:val="38"/>
  </w:num>
  <w:num w:numId="10">
    <w:abstractNumId w:val="27"/>
  </w:num>
  <w:num w:numId="11">
    <w:abstractNumId w:val="31"/>
  </w:num>
  <w:num w:numId="12">
    <w:abstractNumId w:val="34"/>
  </w:num>
  <w:num w:numId="13">
    <w:abstractNumId w:val="42"/>
  </w:num>
  <w:num w:numId="14">
    <w:abstractNumId w:val="35"/>
  </w:num>
  <w:num w:numId="15">
    <w:abstractNumId w:val="32"/>
  </w:num>
  <w:num w:numId="16">
    <w:abstractNumId w:val="4"/>
  </w:num>
  <w:num w:numId="17">
    <w:abstractNumId w:val="5"/>
  </w:num>
  <w:num w:numId="18">
    <w:abstractNumId w:val="36"/>
  </w:num>
  <w:num w:numId="19">
    <w:abstractNumId w:val="23"/>
  </w:num>
  <w:num w:numId="20">
    <w:abstractNumId w:val="22"/>
  </w:num>
  <w:num w:numId="21">
    <w:abstractNumId w:val="18"/>
  </w:num>
  <w:num w:numId="22">
    <w:abstractNumId w:val="29"/>
  </w:num>
  <w:num w:numId="23">
    <w:abstractNumId w:val="25"/>
  </w:num>
  <w:num w:numId="24">
    <w:abstractNumId w:val="20"/>
  </w:num>
  <w:num w:numId="25">
    <w:abstractNumId w:val="6"/>
  </w:num>
  <w:num w:numId="26">
    <w:abstractNumId w:val="8"/>
  </w:num>
  <w:num w:numId="27">
    <w:abstractNumId w:val="1"/>
  </w:num>
  <w:num w:numId="28">
    <w:abstractNumId w:val="11"/>
  </w:num>
  <w:num w:numId="29">
    <w:abstractNumId w:val="10"/>
  </w:num>
  <w:num w:numId="30">
    <w:abstractNumId w:val="37"/>
  </w:num>
  <w:num w:numId="31">
    <w:abstractNumId w:val="14"/>
  </w:num>
  <w:num w:numId="32">
    <w:abstractNumId w:val="12"/>
  </w:num>
  <w:num w:numId="33">
    <w:abstractNumId w:val="16"/>
  </w:num>
  <w:num w:numId="34">
    <w:abstractNumId w:val="28"/>
  </w:num>
  <w:num w:numId="35">
    <w:abstractNumId w:val="2"/>
  </w:num>
  <w:num w:numId="36">
    <w:abstractNumId w:val="24"/>
  </w:num>
  <w:num w:numId="37">
    <w:abstractNumId w:val="17"/>
  </w:num>
  <w:num w:numId="38">
    <w:abstractNumId w:val="40"/>
  </w:num>
  <w:num w:numId="39">
    <w:abstractNumId w:val="13"/>
  </w:num>
  <w:num w:numId="40">
    <w:abstractNumId w:val="43"/>
  </w:num>
  <w:num w:numId="41">
    <w:abstractNumId w:val="33"/>
  </w:num>
  <w:num w:numId="42">
    <w:abstractNumId w:val="21"/>
  </w:num>
  <w:num w:numId="43">
    <w:abstractNumId w:val="3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WyMDC2NDIyMzS1NDBW0lEKTi0uzszPAykwrQUA3B+JoywAAAA="/>
  </w:docVars>
  <w:rsids>
    <w:rsidRoot w:val="006506F8"/>
    <w:rsid w:val="000002E2"/>
    <w:rsid w:val="00001406"/>
    <w:rsid w:val="00030311"/>
    <w:rsid w:val="00032800"/>
    <w:rsid w:val="00032A64"/>
    <w:rsid w:val="0003306F"/>
    <w:rsid w:val="00037C53"/>
    <w:rsid w:val="0004342B"/>
    <w:rsid w:val="00045B46"/>
    <w:rsid w:val="000518CA"/>
    <w:rsid w:val="00052330"/>
    <w:rsid w:val="00053BDF"/>
    <w:rsid w:val="0005417F"/>
    <w:rsid w:val="0005531D"/>
    <w:rsid w:val="00070E3F"/>
    <w:rsid w:val="00073807"/>
    <w:rsid w:val="000842F9"/>
    <w:rsid w:val="000875F7"/>
    <w:rsid w:val="00092590"/>
    <w:rsid w:val="00093697"/>
    <w:rsid w:val="00093B9D"/>
    <w:rsid w:val="000A6869"/>
    <w:rsid w:val="000B13D9"/>
    <w:rsid w:val="000B1893"/>
    <w:rsid w:val="000B7DB7"/>
    <w:rsid w:val="000C059B"/>
    <w:rsid w:val="000C3159"/>
    <w:rsid w:val="000C398F"/>
    <w:rsid w:val="000C7BED"/>
    <w:rsid w:val="000D0103"/>
    <w:rsid w:val="000E3977"/>
    <w:rsid w:val="000E3F9A"/>
    <w:rsid w:val="000E5CFB"/>
    <w:rsid w:val="000E5FB4"/>
    <w:rsid w:val="000E73C7"/>
    <w:rsid w:val="000F4F31"/>
    <w:rsid w:val="000F5A0C"/>
    <w:rsid w:val="000F6FE1"/>
    <w:rsid w:val="0010488C"/>
    <w:rsid w:val="00106A5C"/>
    <w:rsid w:val="001219A1"/>
    <w:rsid w:val="001319C0"/>
    <w:rsid w:val="00131B0A"/>
    <w:rsid w:val="00134C2E"/>
    <w:rsid w:val="0013794E"/>
    <w:rsid w:val="0014756C"/>
    <w:rsid w:val="00150D57"/>
    <w:rsid w:val="00152408"/>
    <w:rsid w:val="001667D5"/>
    <w:rsid w:val="00166C9D"/>
    <w:rsid w:val="00171313"/>
    <w:rsid w:val="00174E14"/>
    <w:rsid w:val="00175EB3"/>
    <w:rsid w:val="001842A2"/>
    <w:rsid w:val="00185513"/>
    <w:rsid w:val="0018560F"/>
    <w:rsid w:val="001902D3"/>
    <w:rsid w:val="001926A5"/>
    <w:rsid w:val="0019620A"/>
    <w:rsid w:val="001A2F96"/>
    <w:rsid w:val="001A579A"/>
    <w:rsid w:val="001B6BB0"/>
    <w:rsid w:val="001B7881"/>
    <w:rsid w:val="001B7F03"/>
    <w:rsid w:val="001C31C9"/>
    <w:rsid w:val="001C4CEC"/>
    <w:rsid w:val="001C5C6C"/>
    <w:rsid w:val="001D0CED"/>
    <w:rsid w:val="001D391D"/>
    <w:rsid w:val="001D3BD2"/>
    <w:rsid w:val="001E36C3"/>
    <w:rsid w:val="001E6002"/>
    <w:rsid w:val="001E79D8"/>
    <w:rsid w:val="001F1C37"/>
    <w:rsid w:val="001F5DAD"/>
    <w:rsid w:val="001F742D"/>
    <w:rsid w:val="001F7BF8"/>
    <w:rsid w:val="002018EF"/>
    <w:rsid w:val="0022122A"/>
    <w:rsid w:val="002221AE"/>
    <w:rsid w:val="00225417"/>
    <w:rsid w:val="00225EC0"/>
    <w:rsid w:val="00226161"/>
    <w:rsid w:val="00234E70"/>
    <w:rsid w:val="0023783E"/>
    <w:rsid w:val="002501BB"/>
    <w:rsid w:val="002521C3"/>
    <w:rsid w:val="00256655"/>
    <w:rsid w:val="00256DE2"/>
    <w:rsid w:val="00257509"/>
    <w:rsid w:val="00263759"/>
    <w:rsid w:val="00263B7B"/>
    <w:rsid w:val="002642AC"/>
    <w:rsid w:val="00267DF5"/>
    <w:rsid w:val="00273410"/>
    <w:rsid w:val="00273FAE"/>
    <w:rsid w:val="002771BB"/>
    <w:rsid w:val="00280DE3"/>
    <w:rsid w:val="00280F52"/>
    <w:rsid w:val="00281EFC"/>
    <w:rsid w:val="00293C9A"/>
    <w:rsid w:val="002A00CE"/>
    <w:rsid w:val="002A2349"/>
    <w:rsid w:val="002B557F"/>
    <w:rsid w:val="002C3B17"/>
    <w:rsid w:val="002C51A9"/>
    <w:rsid w:val="002C7408"/>
    <w:rsid w:val="002D0152"/>
    <w:rsid w:val="002D34CA"/>
    <w:rsid w:val="002D5A1D"/>
    <w:rsid w:val="002E01A9"/>
    <w:rsid w:val="002E349F"/>
    <w:rsid w:val="002E354F"/>
    <w:rsid w:val="002E5339"/>
    <w:rsid w:val="002F0518"/>
    <w:rsid w:val="002F2457"/>
    <w:rsid w:val="002F2E9D"/>
    <w:rsid w:val="00300174"/>
    <w:rsid w:val="003004ED"/>
    <w:rsid w:val="003008DF"/>
    <w:rsid w:val="00303678"/>
    <w:rsid w:val="003041F5"/>
    <w:rsid w:val="00304461"/>
    <w:rsid w:val="003061E3"/>
    <w:rsid w:val="003100AE"/>
    <w:rsid w:val="00311093"/>
    <w:rsid w:val="00311C67"/>
    <w:rsid w:val="0031262A"/>
    <w:rsid w:val="0031294E"/>
    <w:rsid w:val="00315DFC"/>
    <w:rsid w:val="00316286"/>
    <w:rsid w:val="00324D07"/>
    <w:rsid w:val="00337B89"/>
    <w:rsid w:val="00337F82"/>
    <w:rsid w:val="00346DD1"/>
    <w:rsid w:val="003501FE"/>
    <w:rsid w:val="00350FAB"/>
    <w:rsid w:val="00352C25"/>
    <w:rsid w:val="003562F0"/>
    <w:rsid w:val="003575AD"/>
    <w:rsid w:val="00367268"/>
    <w:rsid w:val="00373700"/>
    <w:rsid w:val="0038046A"/>
    <w:rsid w:val="003864ED"/>
    <w:rsid w:val="00387D73"/>
    <w:rsid w:val="00394955"/>
    <w:rsid w:val="0039569A"/>
    <w:rsid w:val="003A5C9A"/>
    <w:rsid w:val="003A6ABE"/>
    <w:rsid w:val="003B062A"/>
    <w:rsid w:val="003B1ED1"/>
    <w:rsid w:val="003B1F2E"/>
    <w:rsid w:val="003B34FC"/>
    <w:rsid w:val="003C0326"/>
    <w:rsid w:val="003C4D80"/>
    <w:rsid w:val="003C6B42"/>
    <w:rsid w:val="003C75BE"/>
    <w:rsid w:val="003C79FB"/>
    <w:rsid w:val="003D2518"/>
    <w:rsid w:val="003D7641"/>
    <w:rsid w:val="003E2CF3"/>
    <w:rsid w:val="003E4D4A"/>
    <w:rsid w:val="003E568B"/>
    <w:rsid w:val="003F01F2"/>
    <w:rsid w:val="003F0D1E"/>
    <w:rsid w:val="003F1108"/>
    <w:rsid w:val="003F2947"/>
    <w:rsid w:val="0040721B"/>
    <w:rsid w:val="00410329"/>
    <w:rsid w:val="004156BB"/>
    <w:rsid w:val="00415D2D"/>
    <w:rsid w:val="00420B22"/>
    <w:rsid w:val="00433C5D"/>
    <w:rsid w:val="00433E7F"/>
    <w:rsid w:val="00434BF8"/>
    <w:rsid w:val="00435616"/>
    <w:rsid w:val="00443FD4"/>
    <w:rsid w:val="00445E1E"/>
    <w:rsid w:val="0045060F"/>
    <w:rsid w:val="0045152F"/>
    <w:rsid w:val="00455B22"/>
    <w:rsid w:val="0045774F"/>
    <w:rsid w:val="0045782D"/>
    <w:rsid w:val="004624AB"/>
    <w:rsid w:val="00465C9B"/>
    <w:rsid w:val="00466423"/>
    <w:rsid w:val="0046737E"/>
    <w:rsid w:val="00467761"/>
    <w:rsid w:val="0047581D"/>
    <w:rsid w:val="00476F90"/>
    <w:rsid w:val="00477B9C"/>
    <w:rsid w:val="0048058C"/>
    <w:rsid w:val="00484B74"/>
    <w:rsid w:val="004870C7"/>
    <w:rsid w:val="00492E37"/>
    <w:rsid w:val="004952F4"/>
    <w:rsid w:val="004A090F"/>
    <w:rsid w:val="004A34FC"/>
    <w:rsid w:val="004A4197"/>
    <w:rsid w:val="004A5987"/>
    <w:rsid w:val="004B26E1"/>
    <w:rsid w:val="004B4B81"/>
    <w:rsid w:val="004C11FD"/>
    <w:rsid w:val="004C1AEE"/>
    <w:rsid w:val="004C28AB"/>
    <w:rsid w:val="004C35B0"/>
    <w:rsid w:val="004C5EB6"/>
    <w:rsid w:val="004C7ABC"/>
    <w:rsid w:val="004D37BC"/>
    <w:rsid w:val="004E079D"/>
    <w:rsid w:val="004E4FD3"/>
    <w:rsid w:val="004F3C3A"/>
    <w:rsid w:val="004F508F"/>
    <w:rsid w:val="004F7221"/>
    <w:rsid w:val="004F785C"/>
    <w:rsid w:val="0050118C"/>
    <w:rsid w:val="00506ED5"/>
    <w:rsid w:val="00507502"/>
    <w:rsid w:val="00512E7C"/>
    <w:rsid w:val="005131C2"/>
    <w:rsid w:val="005134CA"/>
    <w:rsid w:val="00516C9F"/>
    <w:rsid w:val="005230E7"/>
    <w:rsid w:val="00523229"/>
    <w:rsid w:val="005251CA"/>
    <w:rsid w:val="00525B9A"/>
    <w:rsid w:val="0053326C"/>
    <w:rsid w:val="00535BF9"/>
    <w:rsid w:val="00536CDB"/>
    <w:rsid w:val="00537E02"/>
    <w:rsid w:val="00546973"/>
    <w:rsid w:val="00546B2B"/>
    <w:rsid w:val="00550144"/>
    <w:rsid w:val="00553B8B"/>
    <w:rsid w:val="0055572B"/>
    <w:rsid w:val="00556118"/>
    <w:rsid w:val="00557067"/>
    <w:rsid w:val="00563BA2"/>
    <w:rsid w:val="00574F3D"/>
    <w:rsid w:val="0058438E"/>
    <w:rsid w:val="0058607A"/>
    <w:rsid w:val="00596607"/>
    <w:rsid w:val="005A0BA0"/>
    <w:rsid w:val="005B3B4D"/>
    <w:rsid w:val="005B66C4"/>
    <w:rsid w:val="005B678E"/>
    <w:rsid w:val="005B717B"/>
    <w:rsid w:val="005C560B"/>
    <w:rsid w:val="005C7FDC"/>
    <w:rsid w:val="005D514E"/>
    <w:rsid w:val="005D57E8"/>
    <w:rsid w:val="005D5A88"/>
    <w:rsid w:val="005D7BA9"/>
    <w:rsid w:val="005E0EE6"/>
    <w:rsid w:val="005E28D1"/>
    <w:rsid w:val="005E7239"/>
    <w:rsid w:val="005F30C6"/>
    <w:rsid w:val="005F3746"/>
    <w:rsid w:val="005F517E"/>
    <w:rsid w:val="005F5F68"/>
    <w:rsid w:val="005F7571"/>
    <w:rsid w:val="00601685"/>
    <w:rsid w:val="006065A5"/>
    <w:rsid w:val="00610CE1"/>
    <w:rsid w:val="006112A8"/>
    <w:rsid w:val="0061304F"/>
    <w:rsid w:val="00630552"/>
    <w:rsid w:val="0063133F"/>
    <w:rsid w:val="0063401F"/>
    <w:rsid w:val="00634287"/>
    <w:rsid w:val="006358F4"/>
    <w:rsid w:val="006414F6"/>
    <w:rsid w:val="00641D5D"/>
    <w:rsid w:val="00643B4D"/>
    <w:rsid w:val="00646765"/>
    <w:rsid w:val="00647B95"/>
    <w:rsid w:val="006506F8"/>
    <w:rsid w:val="0066248C"/>
    <w:rsid w:val="00665C7B"/>
    <w:rsid w:val="00670DD5"/>
    <w:rsid w:val="0067178A"/>
    <w:rsid w:val="006718DF"/>
    <w:rsid w:val="006721DD"/>
    <w:rsid w:val="0068268D"/>
    <w:rsid w:val="006851BC"/>
    <w:rsid w:val="00687660"/>
    <w:rsid w:val="00690A51"/>
    <w:rsid w:val="00690B2B"/>
    <w:rsid w:val="006915F6"/>
    <w:rsid w:val="00693401"/>
    <w:rsid w:val="006A1398"/>
    <w:rsid w:val="006A2234"/>
    <w:rsid w:val="006A3373"/>
    <w:rsid w:val="006A3D33"/>
    <w:rsid w:val="006A7F35"/>
    <w:rsid w:val="006B125A"/>
    <w:rsid w:val="006B71B4"/>
    <w:rsid w:val="006C0577"/>
    <w:rsid w:val="006C6FCD"/>
    <w:rsid w:val="006D1AA7"/>
    <w:rsid w:val="006D29D8"/>
    <w:rsid w:val="006D5543"/>
    <w:rsid w:val="006D73E2"/>
    <w:rsid w:val="006F25A9"/>
    <w:rsid w:val="006F73C9"/>
    <w:rsid w:val="0070058E"/>
    <w:rsid w:val="007014A4"/>
    <w:rsid w:val="0070671F"/>
    <w:rsid w:val="00706A39"/>
    <w:rsid w:val="00707B29"/>
    <w:rsid w:val="00715895"/>
    <w:rsid w:val="007161C2"/>
    <w:rsid w:val="0071742F"/>
    <w:rsid w:val="0072371A"/>
    <w:rsid w:val="00723816"/>
    <w:rsid w:val="0073379F"/>
    <w:rsid w:val="00733BC8"/>
    <w:rsid w:val="007357BB"/>
    <w:rsid w:val="0073629A"/>
    <w:rsid w:val="00736C4E"/>
    <w:rsid w:val="00737F0E"/>
    <w:rsid w:val="00740629"/>
    <w:rsid w:val="00740723"/>
    <w:rsid w:val="007420E5"/>
    <w:rsid w:val="00745A4D"/>
    <w:rsid w:val="00746F7F"/>
    <w:rsid w:val="007505BF"/>
    <w:rsid w:val="00751618"/>
    <w:rsid w:val="007516DA"/>
    <w:rsid w:val="00753B66"/>
    <w:rsid w:val="0075618B"/>
    <w:rsid w:val="00757AA5"/>
    <w:rsid w:val="007636E7"/>
    <w:rsid w:val="0076489B"/>
    <w:rsid w:val="00765504"/>
    <w:rsid w:val="007655EA"/>
    <w:rsid w:val="00766AC3"/>
    <w:rsid w:val="0076787E"/>
    <w:rsid w:val="007712E0"/>
    <w:rsid w:val="00774A5B"/>
    <w:rsid w:val="00776344"/>
    <w:rsid w:val="00776607"/>
    <w:rsid w:val="0078102E"/>
    <w:rsid w:val="0078154B"/>
    <w:rsid w:val="00784790"/>
    <w:rsid w:val="00790780"/>
    <w:rsid w:val="0079258C"/>
    <w:rsid w:val="00794901"/>
    <w:rsid w:val="00794D7C"/>
    <w:rsid w:val="0079525F"/>
    <w:rsid w:val="007952F7"/>
    <w:rsid w:val="007A0794"/>
    <w:rsid w:val="007A3F62"/>
    <w:rsid w:val="007A5CBB"/>
    <w:rsid w:val="007A759A"/>
    <w:rsid w:val="007B0C49"/>
    <w:rsid w:val="007B0FE3"/>
    <w:rsid w:val="007B2E06"/>
    <w:rsid w:val="007B341F"/>
    <w:rsid w:val="007B5E4A"/>
    <w:rsid w:val="007C0A56"/>
    <w:rsid w:val="007C1216"/>
    <w:rsid w:val="007C1293"/>
    <w:rsid w:val="007C1E76"/>
    <w:rsid w:val="007C56C9"/>
    <w:rsid w:val="007C7895"/>
    <w:rsid w:val="007D38B1"/>
    <w:rsid w:val="007D71F0"/>
    <w:rsid w:val="007E5A64"/>
    <w:rsid w:val="007E6EB5"/>
    <w:rsid w:val="007E7E97"/>
    <w:rsid w:val="007F19B7"/>
    <w:rsid w:val="007F266E"/>
    <w:rsid w:val="007F2FF5"/>
    <w:rsid w:val="007F3494"/>
    <w:rsid w:val="007F3590"/>
    <w:rsid w:val="007F6007"/>
    <w:rsid w:val="00806AE1"/>
    <w:rsid w:val="008131A8"/>
    <w:rsid w:val="00815CFD"/>
    <w:rsid w:val="00820C44"/>
    <w:rsid w:val="00821910"/>
    <w:rsid w:val="00826175"/>
    <w:rsid w:val="0082708D"/>
    <w:rsid w:val="00831E44"/>
    <w:rsid w:val="00832970"/>
    <w:rsid w:val="00835ACE"/>
    <w:rsid w:val="008405F7"/>
    <w:rsid w:val="008416F4"/>
    <w:rsid w:val="00853BEF"/>
    <w:rsid w:val="00854137"/>
    <w:rsid w:val="00865CD1"/>
    <w:rsid w:val="00880468"/>
    <w:rsid w:val="00880AEF"/>
    <w:rsid w:val="00896EDC"/>
    <w:rsid w:val="008A68DF"/>
    <w:rsid w:val="008C18E4"/>
    <w:rsid w:val="008C7A7A"/>
    <w:rsid w:val="008D0C10"/>
    <w:rsid w:val="008D1C42"/>
    <w:rsid w:val="008D40DC"/>
    <w:rsid w:val="008D6B13"/>
    <w:rsid w:val="008D6C3E"/>
    <w:rsid w:val="008D766E"/>
    <w:rsid w:val="008F1030"/>
    <w:rsid w:val="00900FCF"/>
    <w:rsid w:val="009016EC"/>
    <w:rsid w:val="0090574F"/>
    <w:rsid w:val="00911D8E"/>
    <w:rsid w:val="009135C2"/>
    <w:rsid w:val="00913D69"/>
    <w:rsid w:val="00915030"/>
    <w:rsid w:val="00915986"/>
    <w:rsid w:val="00915CB6"/>
    <w:rsid w:val="009374D5"/>
    <w:rsid w:val="00940120"/>
    <w:rsid w:val="00947588"/>
    <w:rsid w:val="00953AEA"/>
    <w:rsid w:val="00954950"/>
    <w:rsid w:val="00954E4F"/>
    <w:rsid w:val="009563A6"/>
    <w:rsid w:val="00960565"/>
    <w:rsid w:val="00963B6D"/>
    <w:rsid w:val="00971EBC"/>
    <w:rsid w:val="00982015"/>
    <w:rsid w:val="00987FB8"/>
    <w:rsid w:val="0099124E"/>
    <w:rsid w:val="0099141A"/>
    <w:rsid w:val="009925D9"/>
    <w:rsid w:val="00992E87"/>
    <w:rsid w:val="00995926"/>
    <w:rsid w:val="00997BAF"/>
    <w:rsid w:val="009A0EF7"/>
    <w:rsid w:val="009A30F7"/>
    <w:rsid w:val="009A40C5"/>
    <w:rsid w:val="009A456F"/>
    <w:rsid w:val="009A6ED5"/>
    <w:rsid w:val="009B2F74"/>
    <w:rsid w:val="009B7D19"/>
    <w:rsid w:val="009D777F"/>
    <w:rsid w:val="009E0B92"/>
    <w:rsid w:val="009E6326"/>
    <w:rsid w:val="009F2684"/>
    <w:rsid w:val="009F3C48"/>
    <w:rsid w:val="009F45E8"/>
    <w:rsid w:val="009F7997"/>
    <w:rsid w:val="00A0227E"/>
    <w:rsid w:val="00A043B3"/>
    <w:rsid w:val="00A06F8E"/>
    <w:rsid w:val="00A10CF5"/>
    <w:rsid w:val="00A1645D"/>
    <w:rsid w:val="00A26BA2"/>
    <w:rsid w:val="00A33826"/>
    <w:rsid w:val="00A373B1"/>
    <w:rsid w:val="00A4284A"/>
    <w:rsid w:val="00A44622"/>
    <w:rsid w:val="00A44AFF"/>
    <w:rsid w:val="00A45738"/>
    <w:rsid w:val="00A541C1"/>
    <w:rsid w:val="00A60D4D"/>
    <w:rsid w:val="00A6158C"/>
    <w:rsid w:val="00A61847"/>
    <w:rsid w:val="00A717BC"/>
    <w:rsid w:val="00A72781"/>
    <w:rsid w:val="00A72C5D"/>
    <w:rsid w:val="00A72E9E"/>
    <w:rsid w:val="00A755C5"/>
    <w:rsid w:val="00A77C29"/>
    <w:rsid w:val="00A80BEC"/>
    <w:rsid w:val="00A81DA9"/>
    <w:rsid w:val="00A84FD2"/>
    <w:rsid w:val="00A92635"/>
    <w:rsid w:val="00A93832"/>
    <w:rsid w:val="00AA0361"/>
    <w:rsid w:val="00AA4ACA"/>
    <w:rsid w:val="00AA5336"/>
    <w:rsid w:val="00AA7E9D"/>
    <w:rsid w:val="00AB0EF4"/>
    <w:rsid w:val="00AB148D"/>
    <w:rsid w:val="00AB68E8"/>
    <w:rsid w:val="00AC1ED3"/>
    <w:rsid w:val="00AD0AB0"/>
    <w:rsid w:val="00AD136C"/>
    <w:rsid w:val="00AD4090"/>
    <w:rsid w:val="00AD44E3"/>
    <w:rsid w:val="00AD507E"/>
    <w:rsid w:val="00AD7940"/>
    <w:rsid w:val="00AE24FA"/>
    <w:rsid w:val="00AE3A14"/>
    <w:rsid w:val="00AE5CCA"/>
    <w:rsid w:val="00AF1CE8"/>
    <w:rsid w:val="00B0021B"/>
    <w:rsid w:val="00B025AF"/>
    <w:rsid w:val="00B052A1"/>
    <w:rsid w:val="00B060E6"/>
    <w:rsid w:val="00B12B72"/>
    <w:rsid w:val="00B148A9"/>
    <w:rsid w:val="00B170DB"/>
    <w:rsid w:val="00B176CE"/>
    <w:rsid w:val="00B17FBB"/>
    <w:rsid w:val="00B20A16"/>
    <w:rsid w:val="00B23381"/>
    <w:rsid w:val="00B24EBA"/>
    <w:rsid w:val="00B255F8"/>
    <w:rsid w:val="00B34D4C"/>
    <w:rsid w:val="00B3639C"/>
    <w:rsid w:val="00B364A9"/>
    <w:rsid w:val="00B41C83"/>
    <w:rsid w:val="00B43FC5"/>
    <w:rsid w:val="00B52B9C"/>
    <w:rsid w:val="00B53C80"/>
    <w:rsid w:val="00B57DC3"/>
    <w:rsid w:val="00B60654"/>
    <w:rsid w:val="00B6262B"/>
    <w:rsid w:val="00B6376A"/>
    <w:rsid w:val="00B63D0D"/>
    <w:rsid w:val="00B642FF"/>
    <w:rsid w:val="00B643F8"/>
    <w:rsid w:val="00B65A5C"/>
    <w:rsid w:val="00B67D14"/>
    <w:rsid w:val="00B75366"/>
    <w:rsid w:val="00B77291"/>
    <w:rsid w:val="00B80280"/>
    <w:rsid w:val="00B81FD5"/>
    <w:rsid w:val="00B8701B"/>
    <w:rsid w:val="00B879EE"/>
    <w:rsid w:val="00B93D8B"/>
    <w:rsid w:val="00B97466"/>
    <w:rsid w:val="00BA3A1F"/>
    <w:rsid w:val="00BA7882"/>
    <w:rsid w:val="00BB13A3"/>
    <w:rsid w:val="00BB29BB"/>
    <w:rsid w:val="00BB57D1"/>
    <w:rsid w:val="00BB58EA"/>
    <w:rsid w:val="00BB596A"/>
    <w:rsid w:val="00BC2294"/>
    <w:rsid w:val="00BC2445"/>
    <w:rsid w:val="00BC4041"/>
    <w:rsid w:val="00BC6555"/>
    <w:rsid w:val="00BC7419"/>
    <w:rsid w:val="00BD1900"/>
    <w:rsid w:val="00BD2946"/>
    <w:rsid w:val="00BD2A4D"/>
    <w:rsid w:val="00BD48A5"/>
    <w:rsid w:val="00BD5106"/>
    <w:rsid w:val="00BD5617"/>
    <w:rsid w:val="00BD7359"/>
    <w:rsid w:val="00BE1416"/>
    <w:rsid w:val="00BE1A6D"/>
    <w:rsid w:val="00BE4353"/>
    <w:rsid w:val="00BE5BCA"/>
    <w:rsid w:val="00BE7442"/>
    <w:rsid w:val="00C01F58"/>
    <w:rsid w:val="00C03A41"/>
    <w:rsid w:val="00C04A91"/>
    <w:rsid w:val="00C07B6E"/>
    <w:rsid w:val="00C13BFE"/>
    <w:rsid w:val="00C14EDB"/>
    <w:rsid w:val="00C15684"/>
    <w:rsid w:val="00C17419"/>
    <w:rsid w:val="00C20EDD"/>
    <w:rsid w:val="00C22165"/>
    <w:rsid w:val="00C30F69"/>
    <w:rsid w:val="00C3219C"/>
    <w:rsid w:val="00C34667"/>
    <w:rsid w:val="00C34885"/>
    <w:rsid w:val="00C35AC8"/>
    <w:rsid w:val="00C36B02"/>
    <w:rsid w:val="00C41403"/>
    <w:rsid w:val="00C52EAD"/>
    <w:rsid w:val="00C53E6E"/>
    <w:rsid w:val="00C629CC"/>
    <w:rsid w:val="00C64BA6"/>
    <w:rsid w:val="00C64DA7"/>
    <w:rsid w:val="00C74C53"/>
    <w:rsid w:val="00C7523A"/>
    <w:rsid w:val="00C80FD4"/>
    <w:rsid w:val="00C86A1B"/>
    <w:rsid w:val="00C86F3D"/>
    <w:rsid w:val="00C8798D"/>
    <w:rsid w:val="00C905F3"/>
    <w:rsid w:val="00C914F6"/>
    <w:rsid w:val="00C93EEB"/>
    <w:rsid w:val="00C9615D"/>
    <w:rsid w:val="00CA206D"/>
    <w:rsid w:val="00CB1B95"/>
    <w:rsid w:val="00CB2897"/>
    <w:rsid w:val="00CB64E9"/>
    <w:rsid w:val="00CC0E2E"/>
    <w:rsid w:val="00CC27DF"/>
    <w:rsid w:val="00CC7F1D"/>
    <w:rsid w:val="00CD52CA"/>
    <w:rsid w:val="00CD7D93"/>
    <w:rsid w:val="00CE036B"/>
    <w:rsid w:val="00CE2852"/>
    <w:rsid w:val="00CF1BA1"/>
    <w:rsid w:val="00CF41AE"/>
    <w:rsid w:val="00D009D4"/>
    <w:rsid w:val="00D00E89"/>
    <w:rsid w:val="00D0380D"/>
    <w:rsid w:val="00D108A9"/>
    <w:rsid w:val="00D1241C"/>
    <w:rsid w:val="00D13C0D"/>
    <w:rsid w:val="00D16014"/>
    <w:rsid w:val="00D17253"/>
    <w:rsid w:val="00D17FF2"/>
    <w:rsid w:val="00D206B3"/>
    <w:rsid w:val="00D21CF9"/>
    <w:rsid w:val="00D23BA4"/>
    <w:rsid w:val="00D307C1"/>
    <w:rsid w:val="00D3710F"/>
    <w:rsid w:val="00D40F2A"/>
    <w:rsid w:val="00D415DB"/>
    <w:rsid w:val="00D4160B"/>
    <w:rsid w:val="00D45249"/>
    <w:rsid w:val="00D52697"/>
    <w:rsid w:val="00D5404D"/>
    <w:rsid w:val="00D54633"/>
    <w:rsid w:val="00D5483C"/>
    <w:rsid w:val="00D5558A"/>
    <w:rsid w:val="00D6011D"/>
    <w:rsid w:val="00D64A74"/>
    <w:rsid w:val="00D66846"/>
    <w:rsid w:val="00D82AB6"/>
    <w:rsid w:val="00D862E5"/>
    <w:rsid w:val="00D90239"/>
    <w:rsid w:val="00DA0B79"/>
    <w:rsid w:val="00DA0DF2"/>
    <w:rsid w:val="00DA5FD3"/>
    <w:rsid w:val="00DB43C8"/>
    <w:rsid w:val="00DB59A3"/>
    <w:rsid w:val="00DB6F9F"/>
    <w:rsid w:val="00DC2460"/>
    <w:rsid w:val="00DD4613"/>
    <w:rsid w:val="00DE0245"/>
    <w:rsid w:val="00DE17E6"/>
    <w:rsid w:val="00DE1AD7"/>
    <w:rsid w:val="00DE2CB0"/>
    <w:rsid w:val="00DE4D8D"/>
    <w:rsid w:val="00DF160D"/>
    <w:rsid w:val="00DF252E"/>
    <w:rsid w:val="00DF375C"/>
    <w:rsid w:val="00E05725"/>
    <w:rsid w:val="00E06F58"/>
    <w:rsid w:val="00E11688"/>
    <w:rsid w:val="00E15931"/>
    <w:rsid w:val="00E16529"/>
    <w:rsid w:val="00E1773F"/>
    <w:rsid w:val="00E2284B"/>
    <w:rsid w:val="00E2405B"/>
    <w:rsid w:val="00E337DC"/>
    <w:rsid w:val="00E33884"/>
    <w:rsid w:val="00E37EA0"/>
    <w:rsid w:val="00E44CDF"/>
    <w:rsid w:val="00E47C32"/>
    <w:rsid w:val="00E5107A"/>
    <w:rsid w:val="00E549DE"/>
    <w:rsid w:val="00E55E70"/>
    <w:rsid w:val="00E643D3"/>
    <w:rsid w:val="00E64AF9"/>
    <w:rsid w:val="00E72ECE"/>
    <w:rsid w:val="00E7562C"/>
    <w:rsid w:val="00E76383"/>
    <w:rsid w:val="00E778D1"/>
    <w:rsid w:val="00E80506"/>
    <w:rsid w:val="00E87E12"/>
    <w:rsid w:val="00E90AED"/>
    <w:rsid w:val="00EA0AD1"/>
    <w:rsid w:val="00EA1DFE"/>
    <w:rsid w:val="00EA4874"/>
    <w:rsid w:val="00EA68FC"/>
    <w:rsid w:val="00EA7584"/>
    <w:rsid w:val="00EB0C2E"/>
    <w:rsid w:val="00EB36D8"/>
    <w:rsid w:val="00EB471B"/>
    <w:rsid w:val="00EB56B9"/>
    <w:rsid w:val="00EB5BFC"/>
    <w:rsid w:val="00EB79E6"/>
    <w:rsid w:val="00EC136A"/>
    <w:rsid w:val="00EC1E23"/>
    <w:rsid w:val="00EC7604"/>
    <w:rsid w:val="00EE5ADA"/>
    <w:rsid w:val="00EF0474"/>
    <w:rsid w:val="00EF1896"/>
    <w:rsid w:val="00F00127"/>
    <w:rsid w:val="00F005D3"/>
    <w:rsid w:val="00F02351"/>
    <w:rsid w:val="00F02864"/>
    <w:rsid w:val="00F1423C"/>
    <w:rsid w:val="00F1660C"/>
    <w:rsid w:val="00F23905"/>
    <w:rsid w:val="00F24B05"/>
    <w:rsid w:val="00F25B9C"/>
    <w:rsid w:val="00F27BD1"/>
    <w:rsid w:val="00F30342"/>
    <w:rsid w:val="00F34811"/>
    <w:rsid w:val="00F35D03"/>
    <w:rsid w:val="00F43C76"/>
    <w:rsid w:val="00F46364"/>
    <w:rsid w:val="00F519E7"/>
    <w:rsid w:val="00F60F97"/>
    <w:rsid w:val="00F65D55"/>
    <w:rsid w:val="00F84B7D"/>
    <w:rsid w:val="00F85DE2"/>
    <w:rsid w:val="00F944AE"/>
    <w:rsid w:val="00F974F6"/>
    <w:rsid w:val="00FA19F5"/>
    <w:rsid w:val="00FA3CF1"/>
    <w:rsid w:val="00FA6AF4"/>
    <w:rsid w:val="00FA6BD8"/>
    <w:rsid w:val="00FB04CC"/>
    <w:rsid w:val="00FB0E7F"/>
    <w:rsid w:val="00FB1FF2"/>
    <w:rsid w:val="00FC101B"/>
    <w:rsid w:val="00FC57F4"/>
    <w:rsid w:val="00FD7FEA"/>
    <w:rsid w:val="00FE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1221E5D"/>
  <w15:docId w15:val="{56684A45-6D89-43EC-9A4D-0E627775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F8"/>
    <w:pPr>
      <w:spacing w:after="0" w:line="240" w:lineRule="auto"/>
    </w:pPr>
    <w:rPr>
      <w:rFonts w:ascii="Arial" w:eastAsia="Times New Roman" w:hAnsi="Arial" w:cs="Arial"/>
    </w:rPr>
  </w:style>
  <w:style w:type="paragraph" w:styleId="Heading1">
    <w:name w:val="heading 1"/>
    <w:aliases w:val="Yellow head"/>
    <w:basedOn w:val="Normal"/>
    <w:next w:val="Normal"/>
    <w:link w:val="Heading1Char"/>
    <w:uiPriority w:val="9"/>
    <w:qFormat/>
    <w:rsid w:val="00F25B9C"/>
    <w:pPr>
      <w:keepNext/>
      <w:keepLines/>
      <w:spacing w:before="480"/>
      <w:outlineLvl w:val="0"/>
    </w:pPr>
    <w:rPr>
      <w:rFonts w:eastAsia="SimSun" w:cs="Times New Roman"/>
      <w:b/>
      <w:bCs/>
      <w:color w:val="365F91"/>
      <w:sz w:val="28"/>
      <w:szCs w:val="28"/>
    </w:rPr>
  </w:style>
  <w:style w:type="paragraph" w:styleId="Heading2">
    <w:name w:val="heading 2"/>
    <w:aliases w:val="PG Heading n,Green subhead"/>
    <w:basedOn w:val="Normal"/>
    <w:next w:val="Normal"/>
    <w:link w:val="Heading2Char"/>
    <w:uiPriority w:val="9"/>
    <w:qFormat/>
    <w:rsid w:val="00736C4E"/>
    <w:pPr>
      <w:keepNext/>
      <w:keepLines/>
      <w:spacing w:before="200"/>
      <w:outlineLvl w:val="1"/>
    </w:pPr>
    <w:rPr>
      <w:rFonts w:cs="Times New Roman"/>
      <w:b/>
      <w:color w:val="1F497D"/>
      <w:sz w:val="48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4F31"/>
    <w:pPr>
      <w:keepNext/>
      <w:keepLines/>
      <w:tabs>
        <w:tab w:val="left" w:pos="426"/>
        <w:tab w:val="left" w:pos="851"/>
        <w:tab w:val="left" w:pos="1276"/>
        <w:tab w:val="left" w:pos="1701"/>
        <w:tab w:val="right" w:pos="8931"/>
      </w:tabs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25B9C"/>
    <w:pPr>
      <w:keepNext/>
      <w:keepLines/>
      <w:spacing w:before="200"/>
      <w:outlineLvl w:val="3"/>
    </w:pPr>
    <w:rPr>
      <w:rFonts w:cs="Times New Roman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Yellow head Char"/>
    <w:basedOn w:val="DefaultParagraphFont"/>
    <w:link w:val="Heading1"/>
    <w:uiPriority w:val="9"/>
    <w:rsid w:val="00F25B9C"/>
    <w:rPr>
      <w:rFonts w:eastAsia="SimSun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PG Heading n Char,Green subhead Char"/>
    <w:basedOn w:val="DefaultParagraphFont"/>
    <w:link w:val="Heading2"/>
    <w:uiPriority w:val="9"/>
    <w:rsid w:val="00736C4E"/>
    <w:rPr>
      <w:rFonts w:eastAsia="Times New Roman" w:cs="Times New Roman"/>
      <w:b/>
      <w:color w:val="1F497D"/>
      <w:sz w:val="48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F25B9C"/>
    <w:rPr>
      <w:rFonts w:eastAsia="Times New Roman" w:cs="Times New Roman"/>
      <w:b/>
      <w:bCs/>
      <w:i/>
      <w:iCs/>
      <w:color w:val="4F81BD"/>
    </w:rPr>
  </w:style>
  <w:style w:type="paragraph" w:customStyle="1" w:styleId="Covertitle">
    <w:name w:val="Cover title"/>
    <w:uiPriority w:val="99"/>
    <w:rsid w:val="00F25B9C"/>
    <w:pPr>
      <w:spacing w:after="0" w:line="240" w:lineRule="auto"/>
    </w:pPr>
    <w:rPr>
      <w:rFonts w:ascii="Arial" w:eastAsia="Times New Roman" w:hAnsi="Arial" w:cs="Times New Roman"/>
      <w:b/>
      <w:sz w:val="32"/>
      <w:szCs w:val="32"/>
      <w:lang w:eastAsia="en-US"/>
    </w:rPr>
  </w:style>
  <w:style w:type="paragraph" w:customStyle="1" w:styleId="PGKS3text">
    <w:name w:val="PG KS3 text"/>
    <w:basedOn w:val="Normal"/>
    <w:uiPriority w:val="99"/>
    <w:qFormat/>
    <w:rsid w:val="00F25B9C"/>
    <w:pPr>
      <w:spacing w:before="120"/>
    </w:pPr>
    <w:rPr>
      <w:rFonts w:ascii="Calibri" w:hAnsi="Calibri"/>
    </w:rPr>
  </w:style>
  <w:style w:type="paragraph" w:customStyle="1" w:styleId="PGKS3bulletedlist">
    <w:name w:val="PG KS3 bulleted list"/>
    <w:basedOn w:val="PGKS3text"/>
    <w:uiPriority w:val="99"/>
    <w:qFormat/>
    <w:rsid w:val="00F25B9C"/>
    <w:pPr>
      <w:numPr>
        <w:numId w:val="1"/>
      </w:numPr>
    </w:pPr>
  </w:style>
  <w:style w:type="paragraph" w:customStyle="1" w:styleId="ks3bold12pt">
    <w:name w:val="ks3 bold 12pt"/>
    <w:basedOn w:val="PGKS3text"/>
    <w:next w:val="PGKS3bulletedlist"/>
    <w:uiPriority w:val="99"/>
    <w:rsid w:val="00F25B9C"/>
    <w:rPr>
      <w:b/>
      <w:bCs/>
      <w:sz w:val="24"/>
      <w:szCs w:val="24"/>
    </w:rPr>
  </w:style>
  <w:style w:type="paragraph" w:styleId="NoSpacing">
    <w:name w:val="No Spacing"/>
    <w:aliases w:val="Program code para"/>
    <w:link w:val="NoSpacingChar"/>
    <w:uiPriority w:val="1"/>
    <w:qFormat/>
    <w:rsid w:val="00F25B9C"/>
    <w:pPr>
      <w:spacing w:after="0" w:line="240" w:lineRule="auto"/>
    </w:pPr>
    <w:rPr>
      <w:rFonts w:ascii="Calibri" w:eastAsia="MS Mincho" w:hAnsi="Calibri" w:cs="Arial"/>
      <w:lang w:val="en-US" w:eastAsia="ja-JP"/>
    </w:rPr>
  </w:style>
  <w:style w:type="character" w:customStyle="1" w:styleId="NoSpacingChar">
    <w:name w:val="No Spacing Char"/>
    <w:aliases w:val="Program code para Char"/>
    <w:link w:val="NoSpacing"/>
    <w:uiPriority w:val="1"/>
    <w:rsid w:val="00F25B9C"/>
    <w:rPr>
      <w:rFonts w:ascii="Calibri" w:eastAsia="MS Mincho" w:hAnsi="Calibri" w:cs="Arial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B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B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5B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5B9C"/>
  </w:style>
  <w:style w:type="paragraph" w:styleId="Footer">
    <w:name w:val="footer"/>
    <w:aliases w:val="PG Footerf"/>
    <w:basedOn w:val="Normal"/>
    <w:link w:val="FooterChar"/>
    <w:uiPriority w:val="99"/>
    <w:unhideWhenUsed/>
    <w:rsid w:val="00F25B9C"/>
    <w:pPr>
      <w:tabs>
        <w:tab w:val="center" w:pos="4513"/>
        <w:tab w:val="right" w:pos="9026"/>
      </w:tabs>
    </w:pPr>
    <w:rPr>
      <w:rFonts w:ascii="Calibri" w:hAnsi="Calibri"/>
      <w:i/>
    </w:rPr>
  </w:style>
  <w:style w:type="character" w:customStyle="1" w:styleId="FooterChar">
    <w:name w:val="Footer Char"/>
    <w:aliases w:val="PG Footerf Char"/>
    <w:basedOn w:val="DefaultParagraphFont"/>
    <w:link w:val="Footer"/>
    <w:uiPriority w:val="99"/>
    <w:rsid w:val="00F25B9C"/>
    <w:rPr>
      <w:rFonts w:ascii="Calibri" w:hAnsi="Calibri"/>
      <w:i/>
    </w:rPr>
  </w:style>
  <w:style w:type="paragraph" w:customStyle="1" w:styleId="PGHeading2">
    <w:name w:val="PG Heading 2"/>
    <w:basedOn w:val="Heading1"/>
    <w:qFormat/>
    <w:rsid w:val="00F25B9C"/>
    <w:pPr>
      <w:spacing w:after="240"/>
    </w:pPr>
  </w:style>
  <w:style w:type="paragraph" w:customStyle="1" w:styleId="PGHeading3">
    <w:name w:val="PG Heading 3"/>
    <w:basedOn w:val="Heading4"/>
    <w:qFormat/>
    <w:rsid w:val="00F25B9C"/>
  </w:style>
  <w:style w:type="paragraph" w:styleId="Subtitle">
    <w:name w:val="Subtitle"/>
    <w:aliases w:val="PG Suggested for teaching in."/>
    <w:basedOn w:val="Heading1"/>
    <w:next w:val="Normal"/>
    <w:link w:val="SubtitleChar"/>
    <w:uiPriority w:val="11"/>
    <w:qFormat/>
    <w:rsid w:val="00736C4E"/>
    <w:rPr>
      <w:b w:val="0"/>
      <w:i/>
      <w:sz w:val="24"/>
    </w:rPr>
  </w:style>
  <w:style w:type="character" w:customStyle="1" w:styleId="SubtitleChar">
    <w:name w:val="Subtitle Char"/>
    <w:aliases w:val="PG Suggested for teaching in. Char"/>
    <w:basedOn w:val="DefaultParagraphFont"/>
    <w:link w:val="Subtitle"/>
    <w:uiPriority w:val="11"/>
    <w:rsid w:val="00736C4E"/>
    <w:rPr>
      <w:rFonts w:eastAsia="SimSun" w:cs="Times New Roman"/>
      <w:bCs/>
      <w:i/>
      <w:color w:val="365F91"/>
      <w:sz w:val="24"/>
      <w:szCs w:val="28"/>
    </w:rPr>
  </w:style>
  <w:style w:type="paragraph" w:customStyle="1" w:styleId="PGLessonWeekContentTitle">
    <w:name w:val="PG Lesson Week &amp; Content Title"/>
    <w:basedOn w:val="Normal"/>
    <w:qFormat/>
    <w:rsid w:val="00736C4E"/>
    <w:pPr>
      <w:spacing w:before="120" w:after="120"/>
    </w:pPr>
    <w:rPr>
      <w:b/>
      <w:color w:val="FFFFFF"/>
      <w:sz w:val="24"/>
    </w:rPr>
  </w:style>
  <w:style w:type="paragraph" w:customStyle="1" w:styleId="PGHeading1">
    <w:name w:val="PG Heading 1"/>
    <w:basedOn w:val="Heading2"/>
    <w:qFormat/>
    <w:rsid w:val="00736C4E"/>
  </w:style>
  <w:style w:type="paragraph" w:customStyle="1" w:styleId="PGSuggestedforteachingin">
    <w:name w:val="PG Suggested for teaching in.."/>
    <w:basedOn w:val="Subtitle"/>
    <w:qFormat/>
    <w:rsid w:val="00736C4E"/>
  </w:style>
  <w:style w:type="paragraph" w:customStyle="1" w:styleId="PGFooter">
    <w:name w:val="PG Footer"/>
    <w:basedOn w:val="Footer"/>
    <w:qFormat/>
    <w:rsid w:val="00736C4E"/>
  </w:style>
  <w:style w:type="character" w:styleId="Hyperlink">
    <w:name w:val="Hyperlink"/>
    <w:uiPriority w:val="99"/>
    <w:rsid w:val="006506F8"/>
    <w:rPr>
      <w:color w:val="0000FF"/>
      <w:u w:val="single"/>
    </w:rPr>
  </w:style>
  <w:style w:type="paragraph" w:customStyle="1" w:styleId="ks3text">
    <w:name w:val="ks3 text"/>
    <w:basedOn w:val="Normal"/>
    <w:uiPriority w:val="99"/>
    <w:rsid w:val="006506F8"/>
    <w:pPr>
      <w:spacing w:before="120"/>
    </w:pPr>
    <w:rPr>
      <w:rFonts w:ascii="Calibri" w:hAnsi="Calibri"/>
    </w:rPr>
  </w:style>
  <w:style w:type="paragraph" w:customStyle="1" w:styleId="ks3bulletedlist">
    <w:name w:val="ks3 bulleted list"/>
    <w:basedOn w:val="ks3text"/>
    <w:uiPriority w:val="99"/>
    <w:rsid w:val="006506F8"/>
    <w:pPr>
      <w:tabs>
        <w:tab w:val="num" w:pos="397"/>
      </w:tabs>
      <w:ind w:left="397" w:hanging="397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6506F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506F8"/>
    <w:rPr>
      <w:rFonts w:ascii="Consolas" w:eastAsia="Calibri" w:hAnsi="Consolas" w:cs="Times New Roman"/>
      <w:sz w:val="21"/>
      <w:szCs w:val="21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36CDB"/>
    <w:rPr>
      <w:color w:val="800080" w:themeColor="followedHyperlink"/>
      <w:u w:val="single"/>
    </w:rPr>
  </w:style>
  <w:style w:type="paragraph" w:customStyle="1" w:styleId="Default">
    <w:name w:val="Default"/>
    <w:rsid w:val="00DE1AD7"/>
    <w:pPr>
      <w:autoSpaceDE w:val="0"/>
      <w:autoSpaceDN w:val="0"/>
      <w:adjustRightInd w:val="0"/>
      <w:spacing w:after="0" w:line="240" w:lineRule="auto"/>
    </w:pPr>
    <w:rPr>
      <w:rFonts w:ascii="Wingdings" w:eastAsia="Calibri" w:hAnsi="Wingdings" w:cs="Wingdings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95926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C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535BF9"/>
    <w:rPr>
      <w:i/>
      <w:iCs/>
      <w:color w:val="404040" w:themeColor="text1" w:themeTint="BF"/>
    </w:rPr>
  </w:style>
  <w:style w:type="numbering" w:customStyle="1" w:styleId="Style1">
    <w:name w:val="Style1"/>
    <w:uiPriority w:val="99"/>
    <w:rsid w:val="00535BF9"/>
    <w:pPr>
      <w:numPr>
        <w:numId w:val="24"/>
      </w:numPr>
    </w:pPr>
  </w:style>
  <w:style w:type="paragraph" w:customStyle="1" w:styleId="RedChapterHead">
    <w:name w:val="Red Chapter Head"/>
    <w:basedOn w:val="Normal"/>
    <w:next w:val="BlueChaptertitle"/>
    <w:link w:val="RedChapterHeadChar"/>
    <w:qFormat/>
    <w:rsid w:val="003F01F2"/>
    <w:pPr>
      <w:tabs>
        <w:tab w:val="left" w:pos="426"/>
        <w:tab w:val="left" w:pos="851"/>
        <w:tab w:val="left" w:pos="1276"/>
        <w:tab w:val="left" w:pos="1701"/>
        <w:tab w:val="right" w:pos="4678"/>
        <w:tab w:val="left" w:pos="5245"/>
        <w:tab w:val="right" w:pos="8931"/>
      </w:tabs>
      <w:spacing w:after="120"/>
    </w:pPr>
    <w:rPr>
      <w:rFonts w:eastAsia="SimSun"/>
      <w:bCs/>
      <w:color w:val="C00000"/>
      <w:sz w:val="48"/>
      <w:szCs w:val="24"/>
      <w:lang w:eastAsia="zh-CN"/>
    </w:rPr>
  </w:style>
  <w:style w:type="paragraph" w:customStyle="1" w:styleId="StyleListParagraphLatinArial11ptLeft075cmHangin">
    <w:name w:val="Style List Paragraph + (Latin) Arial 11 pt Left:  0.75 cm Hangin..."/>
    <w:basedOn w:val="ListParagraph"/>
    <w:rsid w:val="00535BF9"/>
    <w:pPr>
      <w:tabs>
        <w:tab w:val="left" w:pos="2127"/>
        <w:tab w:val="left" w:pos="2552"/>
      </w:tabs>
      <w:spacing w:after="0"/>
      <w:ind w:left="426"/>
    </w:pPr>
    <w:rPr>
      <w:rFonts w:eastAsia="Times New Roman" w:cs="Times New Roman"/>
      <w:szCs w:val="20"/>
      <w:lang w:eastAsia="zh-CN"/>
    </w:rPr>
  </w:style>
  <w:style w:type="paragraph" w:styleId="ListParagraph">
    <w:name w:val="List Paragraph"/>
    <w:basedOn w:val="Normal"/>
    <w:link w:val="ListParagraphChar"/>
    <w:uiPriority w:val="1"/>
    <w:qFormat/>
    <w:rsid w:val="00535BF9"/>
    <w:pPr>
      <w:tabs>
        <w:tab w:val="left" w:pos="426"/>
        <w:tab w:val="left" w:pos="851"/>
        <w:tab w:val="left" w:pos="1276"/>
        <w:tab w:val="left" w:pos="1701"/>
        <w:tab w:val="right" w:pos="8931"/>
      </w:tabs>
      <w:spacing w:after="120"/>
      <w:ind w:left="720"/>
      <w:contextualSpacing/>
    </w:pPr>
    <w:rPr>
      <w:rFonts w:ascii="Calibri" w:eastAsiaTheme="minorHAnsi" w:hAnsi="Calibri" w:cstheme="minorBidi"/>
      <w:lang w:eastAsia="en-US"/>
    </w:rPr>
  </w:style>
  <w:style w:type="paragraph" w:customStyle="1" w:styleId="BlueChaptertitle">
    <w:name w:val="Blue Chapter title"/>
    <w:next w:val="Heading1"/>
    <w:link w:val="BlueChaptertitleChar"/>
    <w:qFormat/>
    <w:rsid w:val="003F01F2"/>
    <w:pPr>
      <w:spacing w:after="120" w:line="240" w:lineRule="auto"/>
    </w:pPr>
    <w:rPr>
      <w:rFonts w:ascii="Arial" w:eastAsia="SimSun" w:hAnsi="Arial" w:cs="Arial"/>
      <w:bCs/>
      <w:color w:val="17365D" w:themeColor="text2" w:themeShade="BF"/>
      <w:sz w:val="40"/>
      <w:szCs w:val="40"/>
      <w:lang w:eastAsia="zh-CN"/>
    </w:rPr>
  </w:style>
  <w:style w:type="paragraph" w:customStyle="1" w:styleId="Bulletstyle">
    <w:name w:val="Bullet style"/>
    <w:basedOn w:val="ListParagraph"/>
    <w:link w:val="BulletstyleChar"/>
    <w:qFormat/>
    <w:rsid w:val="00535BF9"/>
    <w:pPr>
      <w:numPr>
        <w:numId w:val="25"/>
      </w:numPr>
      <w:tabs>
        <w:tab w:val="left" w:pos="2127"/>
      </w:tabs>
      <w:contextualSpacing w:val="0"/>
    </w:pPr>
  </w:style>
  <w:style w:type="character" w:customStyle="1" w:styleId="RedChapterHeadChar">
    <w:name w:val="Red Chapter Head Char"/>
    <w:basedOn w:val="DefaultParagraphFont"/>
    <w:link w:val="RedChapterHead"/>
    <w:rsid w:val="003F01F2"/>
    <w:rPr>
      <w:rFonts w:ascii="Arial" w:eastAsia="SimSun" w:hAnsi="Arial" w:cs="Arial"/>
      <w:bCs/>
      <w:color w:val="C00000"/>
      <w:sz w:val="48"/>
      <w:szCs w:val="24"/>
      <w:lang w:eastAsia="zh-CN"/>
    </w:rPr>
  </w:style>
  <w:style w:type="character" w:customStyle="1" w:styleId="BlueChaptertitleChar">
    <w:name w:val="Blue Chapter title Char"/>
    <w:basedOn w:val="RedChapterHeadChar"/>
    <w:link w:val="BlueChaptertitle"/>
    <w:rsid w:val="003F01F2"/>
    <w:rPr>
      <w:rFonts w:ascii="Arial" w:eastAsia="SimSun" w:hAnsi="Arial" w:cs="Arial"/>
      <w:bCs/>
      <w:color w:val="17365D" w:themeColor="text2" w:themeShade="BF"/>
      <w:sz w:val="40"/>
      <w:szCs w:val="40"/>
      <w:lang w:eastAsia="zh-CN"/>
    </w:rPr>
  </w:style>
  <w:style w:type="paragraph" w:customStyle="1" w:styleId="Programcode">
    <w:name w:val="Program code"/>
    <w:basedOn w:val="Normal"/>
    <w:link w:val="ProgramcodeChar"/>
    <w:qFormat/>
    <w:rsid w:val="00535BF9"/>
    <w:pPr>
      <w:tabs>
        <w:tab w:val="left" w:pos="426"/>
        <w:tab w:val="left" w:pos="851"/>
        <w:tab w:val="left" w:pos="1276"/>
        <w:tab w:val="left" w:pos="1701"/>
        <w:tab w:val="left" w:pos="2127"/>
        <w:tab w:val="left" w:pos="3686"/>
        <w:tab w:val="right" w:pos="8931"/>
      </w:tabs>
      <w:spacing w:after="60"/>
    </w:pPr>
    <w:rPr>
      <w:rFonts w:ascii="Courier New" w:eastAsiaTheme="minorHAnsi" w:hAnsi="Courier New" w:cs="Courier New"/>
      <w:sz w:val="20"/>
      <w:szCs w:val="20"/>
      <w:lang w:eastAsia="zh-CN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35BF9"/>
    <w:rPr>
      <w:rFonts w:ascii="Calibri" w:eastAsiaTheme="minorHAnsi" w:hAnsi="Calibri"/>
      <w:lang w:eastAsia="en-US"/>
    </w:rPr>
  </w:style>
  <w:style w:type="character" w:customStyle="1" w:styleId="BulletstyleChar">
    <w:name w:val="Bullet style Char"/>
    <w:basedOn w:val="ListParagraphChar"/>
    <w:link w:val="Bulletstyle"/>
    <w:rsid w:val="00535BF9"/>
    <w:rPr>
      <w:rFonts w:ascii="Calibri" w:eastAsiaTheme="minorHAnsi" w:hAnsi="Calibri"/>
      <w:lang w:eastAsia="en-US"/>
    </w:rPr>
  </w:style>
  <w:style w:type="character" w:customStyle="1" w:styleId="codeword">
    <w:name w:val="code word"/>
    <w:basedOn w:val="ProgramcodeChar"/>
    <w:uiPriority w:val="1"/>
    <w:qFormat/>
    <w:rsid w:val="00535BF9"/>
    <w:rPr>
      <w:rFonts w:ascii="Courier New" w:eastAsiaTheme="minorHAnsi" w:hAnsi="Courier New" w:cs="Courier New"/>
      <w:sz w:val="20"/>
      <w:szCs w:val="20"/>
      <w:lang w:eastAsia="zh-CN"/>
    </w:rPr>
  </w:style>
  <w:style w:type="character" w:customStyle="1" w:styleId="ProgramcodeChar">
    <w:name w:val="Program code Char"/>
    <w:basedOn w:val="DefaultParagraphFont"/>
    <w:link w:val="Programcode"/>
    <w:rsid w:val="00535BF9"/>
    <w:rPr>
      <w:rFonts w:ascii="Courier New" w:eastAsiaTheme="minorHAnsi" w:hAnsi="Courier New" w:cs="Courier New"/>
      <w:sz w:val="20"/>
      <w:szCs w:val="20"/>
      <w:lang w:eastAsia="zh-CN"/>
    </w:rPr>
  </w:style>
  <w:style w:type="character" w:styleId="Strong">
    <w:name w:val="Strong"/>
    <w:aliases w:val="Blue bold"/>
    <w:basedOn w:val="DefaultParagraphFont"/>
    <w:uiPriority w:val="22"/>
    <w:qFormat/>
    <w:rsid w:val="00535BF9"/>
    <w:rPr>
      <w:b/>
      <w:bCs/>
      <w:color w:val="0070C0"/>
    </w:rPr>
  </w:style>
  <w:style w:type="character" w:customStyle="1" w:styleId="Italic">
    <w:name w:val="Italic"/>
    <w:basedOn w:val="DefaultParagraphFont"/>
    <w:uiPriority w:val="1"/>
    <w:qFormat/>
    <w:rsid w:val="00535BF9"/>
    <w:rPr>
      <w:rFonts w:ascii="Calibri" w:eastAsia="SimSun" w:hAnsi="Calibri"/>
      <w:bCs/>
      <w:i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535BF9"/>
    <w:pPr>
      <w:tabs>
        <w:tab w:val="left" w:pos="426"/>
        <w:tab w:val="left" w:pos="851"/>
        <w:tab w:val="left" w:pos="1276"/>
        <w:tab w:val="left" w:pos="1701"/>
        <w:tab w:val="right" w:pos="8931"/>
      </w:tabs>
      <w:spacing w:before="200" w:after="160"/>
      <w:ind w:left="864" w:right="864"/>
      <w:jc w:val="center"/>
    </w:pPr>
    <w:rPr>
      <w:rFonts w:ascii="Calibri" w:eastAsiaTheme="minorHAnsi" w:hAnsi="Calibri" w:cstheme="minorBidi"/>
      <w:i/>
      <w:iCs/>
      <w:color w:val="404040" w:themeColor="text1" w:themeTint="BF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535BF9"/>
    <w:rPr>
      <w:rFonts w:ascii="Calibri" w:eastAsiaTheme="minorHAnsi" w:hAnsi="Calibri"/>
      <w:i/>
      <w:iCs/>
      <w:color w:val="404040" w:themeColor="text1" w:themeTint="BF"/>
      <w:lang w:eastAsia="en-US"/>
    </w:rPr>
  </w:style>
  <w:style w:type="paragraph" w:customStyle="1" w:styleId="numberedquestion">
    <w:name w:val="numbered question"/>
    <w:basedOn w:val="Normal"/>
    <w:link w:val="numberedquestionChar"/>
    <w:qFormat/>
    <w:rsid w:val="00535BF9"/>
    <w:pPr>
      <w:tabs>
        <w:tab w:val="left" w:pos="426"/>
        <w:tab w:val="left" w:pos="851"/>
        <w:tab w:val="left" w:pos="1276"/>
        <w:tab w:val="left" w:pos="1701"/>
        <w:tab w:val="right" w:pos="8931"/>
      </w:tabs>
      <w:spacing w:after="120"/>
      <w:ind w:left="426" w:hanging="426"/>
    </w:pPr>
    <w:rPr>
      <w:rFonts w:ascii="Calibri" w:eastAsiaTheme="minorHAnsi" w:hAnsi="Calibri" w:cstheme="minorBidi"/>
      <w:lang w:eastAsia="en-US"/>
    </w:rPr>
  </w:style>
  <w:style w:type="character" w:customStyle="1" w:styleId="numberedquestionChar">
    <w:name w:val="numbered question Char"/>
    <w:basedOn w:val="DefaultParagraphFont"/>
    <w:link w:val="numberedquestion"/>
    <w:rsid w:val="00535BF9"/>
    <w:rPr>
      <w:rFonts w:ascii="Calibri" w:eastAsiaTheme="minorHAnsi" w:hAnsi="Calibri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35B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35BF9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535BF9"/>
  </w:style>
  <w:style w:type="character" w:customStyle="1" w:styleId="pln1">
    <w:name w:val="pln1"/>
    <w:basedOn w:val="DefaultParagraphFont"/>
    <w:rsid w:val="00535BF9"/>
    <w:rPr>
      <w:color w:val="000000"/>
    </w:rPr>
  </w:style>
  <w:style w:type="character" w:customStyle="1" w:styleId="pun">
    <w:name w:val="pun"/>
    <w:basedOn w:val="DefaultParagraphFont"/>
    <w:rsid w:val="00535BF9"/>
  </w:style>
  <w:style w:type="character" w:customStyle="1" w:styleId="lit">
    <w:name w:val="lit"/>
    <w:basedOn w:val="DefaultParagraphFont"/>
    <w:rsid w:val="00535BF9"/>
  </w:style>
  <w:style w:type="character" w:customStyle="1" w:styleId="kwd">
    <w:name w:val="kwd"/>
    <w:basedOn w:val="DefaultParagraphFont"/>
    <w:rsid w:val="00535BF9"/>
  </w:style>
  <w:style w:type="character" w:customStyle="1" w:styleId="str">
    <w:name w:val="str"/>
    <w:basedOn w:val="DefaultParagraphFont"/>
    <w:rsid w:val="00535BF9"/>
  </w:style>
  <w:style w:type="paragraph" w:customStyle="1" w:styleId="Questionstyle">
    <w:name w:val="Question style"/>
    <w:basedOn w:val="Normal"/>
    <w:link w:val="QuestionstyleChar"/>
    <w:qFormat/>
    <w:rsid w:val="00535BF9"/>
    <w:pPr>
      <w:shd w:val="clear" w:color="auto" w:fill="B8CCE4" w:themeFill="accent1" w:themeFillTint="66"/>
      <w:tabs>
        <w:tab w:val="left" w:pos="851"/>
        <w:tab w:val="left" w:pos="1276"/>
        <w:tab w:val="left" w:pos="1701"/>
        <w:tab w:val="right" w:pos="8931"/>
      </w:tabs>
      <w:spacing w:before="120" w:after="120"/>
      <w:ind w:left="567" w:hanging="567"/>
    </w:pPr>
    <w:rPr>
      <w:rFonts w:ascii="Calibri" w:eastAsiaTheme="minorHAnsi" w:hAnsi="Calibri" w:cstheme="minorBidi"/>
      <w:lang w:eastAsia="en-US"/>
    </w:rPr>
  </w:style>
  <w:style w:type="character" w:customStyle="1" w:styleId="QuestionstyleChar">
    <w:name w:val="Question style Char"/>
    <w:basedOn w:val="DefaultParagraphFont"/>
    <w:link w:val="Questionstyle"/>
    <w:rsid w:val="00535BF9"/>
    <w:rPr>
      <w:rFonts w:ascii="Calibri" w:eastAsiaTheme="minorHAnsi" w:hAnsi="Calibri"/>
      <w:shd w:val="clear" w:color="auto" w:fill="B8CCE4" w:themeFill="accent1" w:themeFillTint="66"/>
      <w:lang w:eastAsia="en-US"/>
    </w:rPr>
  </w:style>
  <w:style w:type="paragraph" w:customStyle="1" w:styleId="NoteStyle">
    <w:name w:val="NoteStyle"/>
    <w:basedOn w:val="Normal"/>
    <w:link w:val="NoteStyleChar"/>
    <w:qFormat/>
    <w:rsid w:val="00535BF9"/>
    <w:pPr>
      <w:shd w:val="clear" w:color="auto" w:fill="C6D9F1" w:themeFill="text2" w:themeFillTint="33"/>
      <w:tabs>
        <w:tab w:val="left" w:pos="426"/>
        <w:tab w:val="left" w:pos="851"/>
        <w:tab w:val="left" w:pos="1276"/>
        <w:tab w:val="left" w:pos="1701"/>
        <w:tab w:val="right" w:pos="8931"/>
      </w:tabs>
      <w:spacing w:after="120"/>
      <w:ind w:left="426" w:hanging="426"/>
    </w:pPr>
    <w:rPr>
      <w:rFonts w:ascii="Calibri" w:eastAsiaTheme="minorHAnsi" w:hAnsi="Calibri" w:cstheme="minorBidi"/>
      <w:lang w:eastAsia="zh-CN"/>
    </w:rPr>
  </w:style>
  <w:style w:type="character" w:customStyle="1" w:styleId="NoteStyleChar">
    <w:name w:val="NoteStyle Char"/>
    <w:basedOn w:val="DefaultParagraphFont"/>
    <w:link w:val="NoteStyle"/>
    <w:rsid w:val="00535BF9"/>
    <w:rPr>
      <w:rFonts w:ascii="Calibri" w:eastAsiaTheme="minorHAnsi" w:hAnsi="Calibri"/>
      <w:shd w:val="clear" w:color="auto" w:fill="C6D9F1" w:themeFill="text2" w:themeFillTint="33"/>
      <w:lang w:eastAsia="zh-CN"/>
    </w:rPr>
  </w:style>
  <w:style w:type="paragraph" w:customStyle="1" w:styleId="Answerstyle">
    <w:name w:val="Answer style"/>
    <w:basedOn w:val="Normal"/>
    <w:link w:val="AnswerstyleChar"/>
    <w:qFormat/>
    <w:rsid w:val="00030311"/>
    <w:pPr>
      <w:tabs>
        <w:tab w:val="left" w:pos="567"/>
        <w:tab w:val="left" w:pos="1701"/>
        <w:tab w:val="left" w:pos="2127"/>
        <w:tab w:val="left" w:pos="2694"/>
        <w:tab w:val="right" w:pos="8931"/>
      </w:tabs>
      <w:spacing w:after="120"/>
      <w:ind w:left="1134" w:hanging="1134"/>
    </w:pPr>
    <w:rPr>
      <w:rFonts w:eastAsiaTheme="minorHAnsi"/>
      <w:lang w:eastAsia="zh-CN"/>
    </w:rPr>
  </w:style>
  <w:style w:type="character" w:customStyle="1" w:styleId="AnswerstyleChar">
    <w:name w:val="Answer style Char"/>
    <w:basedOn w:val="DefaultParagraphFont"/>
    <w:link w:val="Answerstyle"/>
    <w:rsid w:val="00030311"/>
    <w:rPr>
      <w:rFonts w:ascii="Arial" w:eastAsiaTheme="minorHAnsi" w:hAnsi="Arial" w:cs="Arial"/>
      <w:lang w:eastAsia="zh-CN"/>
    </w:rPr>
  </w:style>
  <w:style w:type="paragraph" w:customStyle="1" w:styleId="Programcodeword">
    <w:name w:val="Program code word"/>
    <w:basedOn w:val="Normal"/>
    <w:link w:val="ProgramcodewordChar"/>
    <w:qFormat/>
    <w:rsid w:val="00F84B7D"/>
    <w:pPr>
      <w:tabs>
        <w:tab w:val="left" w:pos="426"/>
        <w:tab w:val="left" w:pos="851"/>
        <w:tab w:val="left" w:pos="1276"/>
        <w:tab w:val="left" w:pos="1701"/>
        <w:tab w:val="left" w:pos="2127"/>
        <w:tab w:val="right" w:pos="8931"/>
      </w:tabs>
      <w:spacing w:after="120"/>
    </w:pPr>
    <w:rPr>
      <w:rFonts w:ascii="Courier New" w:eastAsiaTheme="minorHAnsi" w:hAnsi="Courier New" w:cs="Courier New"/>
      <w:sz w:val="20"/>
      <w:lang w:eastAsia="en-US"/>
    </w:rPr>
  </w:style>
  <w:style w:type="character" w:customStyle="1" w:styleId="ProgramcodewordChar">
    <w:name w:val="Program code word Char"/>
    <w:basedOn w:val="DefaultParagraphFont"/>
    <w:link w:val="Programcodeword"/>
    <w:rsid w:val="00F84B7D"/>
    <w:rPr>
      <w:rFonts w:ascii="Courier New" w:eastAsiaTheme="minorHAnsi" w:hAnsi="Courier New" w:cs="Courier New"/>
      <w:sz w:val="2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F4F3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icode">
    <w:name w:val="unicode"/>
    <w:basedOn w:val="DefaultParagraphFont"/>
    <w:rsid w:val="000F4F31"/>
  </w:style>
  <w:style w:type="paragraph" w:customStyle="1" w:styleId="texta">
    <w:name w:val="texta"/>
    <w:basedOn w:val="Normal"/>
    <w:rsid w:val="000F4F31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spacing w:before="60"/>
      <w:jc w:val="both"/>
    </w:pPr>
    <w:rPr>
      <w:rFonts w:ascii="Times New Roman" w:hAnsi="Times New Roman" w:cs="Times New Roman"/>
      <w:szCs w:val="20"/>
      <w:lang w:val="en-US" w:eastAsia="en-US" w:bidi="th-TH"/>
    </w:rPr>
  </w:style>
  <w:style w:type="paragraph" w:styleId="Revision">
    <w:name w:val="Revision"/>
    <w:hidden/>
    <w:uiPriority w:val="99"/>
    <w:semiHidden/>
    <w:rsid w:val="000F4F31"/>
    <w:pPr>
      <w:spacing w:after="0" w:line="240" w:lineRule="auto"/>
    </w:pPr>
    <w:rPr>
      <w:rFonts w:ascii="Calibri" w:eastAsiaTheme="minorHAnsi" w:hAnsi="Calibri"/>
      <w:lang w:eastAsia="en-US"/>
    </w:rPr>
  </w:style>
  <w:style w:type="character" w:styleId="IntenseEmphasis">
    <w:name w:val="Intense Emphasis"/>
    <w:basedOn w:val="DefaultParagraphFont"/>
    <w:uiPriority w:val="21"/>
    <w:qFormat/>
    <w:rsid w:val="000F4F31"/>
    <w:rPr>
      <w:i/>
      <w:iCs/>
      <w:color w:val="4F81BD" w:themeColor="accent1"/>
    </w:rPr>
  </w:style>
  <w:style w:type="character" w:customStyle="1" w:styleId="iecpower1">
    <w:name w:val="iec_power1"/>
    <w:basedOn w:val="DefaultParagraphFont"/>
    <w:rsid w:val="000F4F31"/>
    <w:rPr>
      <w:rFonts w:ascii="iec_symbols_unicoderegular" w:hAnsi="iec_symbols_unicoderegular" w:hint="default"/>
      <w:i w:val="0"/>
      <w:iCs w:val="0"/>
    </w:rPr>
  </w:style>
  <w:style w:type="paragraph" w:customStyle="1" w:styleId="Ipswichtext">
    <w:name w:val="Ipswich text"/>
    <w:basedOn w:val="Normal"/>
    <w:link w:val="IpswichtextChar"/>
    <w:qFormat/>
    <w:rsid w:val="000F4F31"/>
    <w:pPr>
      <w:tabs>
        <w:tab w:val="right" w:pos="4678"/>
        <w:tab w:val="left" w:pos="5245"/>
      </w:tabs>
      <w:spacing w:after="120"/>
    </w:pPr>
    <w:rPr>
      <w:rFonts w:ascii="Calibri" w:eastAsia="SimSun" w:hAnsi="Calibri" w:cstheme="minorBid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rsid w:val="000F4F31"/>
    <w:rPr>
      <w:rFonts w:ascii="Calibri" w:eastAsia="SimSun" w:hAnsi="Calibri"/>
      <w:bCs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BC4041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66248C"/>
    <w:pPr>
      <w:tabs>
        <w:tab w:val="left" w:pos="426"/>
        <w:tab w:val="left" w:pos="851"/>
        <w:tab w:val="left" w:pos="1276"/>
        <w:tab w:val="left" w:pos="1701"/>
        <w:tab w:val="right" w:pos="8931"/>
      </w:tabs>
      <w:spacing w:after="120"/>
    </w:pPr>
    <w:rPr>
      <w:rFonts w:ascii="Calibri" w:eastAsiaTheme="minorHAnsi" w:hAnsi="Calibri" w:cstheme="minorBidi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66248C"/>
    <w:rPr>
      <w:rFonts w:ascii="Calibri" w:eastAsiaTheme="minorHAns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92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09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34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07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35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18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4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7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6906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0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37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743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2672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43172">
          <w:marLeft w:val="432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53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19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84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4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2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4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99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9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6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15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264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634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794374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7969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4346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45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8021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3475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766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741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223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086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9226261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31280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40568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5105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89751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74732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2472497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392961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847208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868392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7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222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06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26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613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9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\AppData\Roaming\Microsoft\Templates\PGOnline%20Teacher%20Guide%20Calib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951742A866DD4C8563BF4DFAFD4423" ma:contentTypeVersion="13" ma:contentTypeDescription="Create a new document." ma:contentTypeScope="" ma:versionID="f785eec6e2c67b839315347a29dc3713">
  <xsd:schema xmlns:xsd="http://www.w3.org/2001/XMLSchema" xmlns:xs="http://www.w3.org/2001/XMLSchema" xmlns:p="http://schemas.microsoft.com/office/2006/metadata/properties" xmlns:ns2="1ef05dc5-97a2-498b-bf7c-bd189143a1ff" xmlns:ns3="94dce8ab-38ff-4714-b1ed-1fc5e4d9abd1" targetNamespace="http://schemas.microsoft.com/office/2006/metadata/properties" ma:root="true" ma:fieldsID="a0c82b207cdf2da5c092e9a40fe5e576" ns2:_="" ns3:_="">
    <xsd:import namespace="1ef05dc5-97a2-498b-bf7c-bd189143a1ff"/>
    <xsd:import namespace="94dce8ab-38ff-4714-b1ed-1fc5e4d9ab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f05dc5-97a2-498b-bf7c-bd189143a1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ce8ab-38ff-4714-b1ed-1fc5e4d9a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272F2-B9DE-4F7B-B4AC-AD48D7EE17BC}"/>
</file>

<file path=customXml/itemProps2.xml><?xml version="1.0" encoding="utf-8"?>
<ds:datastoreItem xmlns:ds="http://schemas.openxmlformats.org/officeDocument/2006/customXml" ds:itemID="{26F7A7CD-D36A-462D-A54B-1FFCAA9DD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582E81-AFCA-4119-8D0D-B5E2265C41C7}">
  <ds:schemaRefs>
    <ds:schemaRef ds:uri="http://purl.org/dc/terms/"/>
    <ds:schemaRef ds:uri="http://schemas.openxmlformats.org/package/2006/metadata/core-properties"/>
    <ds:schemaRef ds:uri="94dce8ab-38ff-4714-b1ed-1fc5e4d9abd1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1ef05dc5-97a2-498b-bf7c-bd189143a1f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5560A93-D0AB-4BE7-B0D3-403A69ABD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PGOnline Teacher Guide Calibri.dotx</Template>
  <TotalTime>1447</TotalTime>
  <Pages>19</Pages>
  <Words>1717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 Online Ltd</Company>
  <LinksUpToDate>false</LinksUpToDate>
  <CharactersWithSpaces>11484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Heathcote</dc:creator>
  <cp:lastModifiedBy>James Franklin</cp:lastModifiedBy>
  <cp:revision>27</cp:revision>
  <cp:lastPrinted>2014-08-12T19:59:00Z</cp:lastPrinted>
  <dcterms:created xsi:type="dcterms:W3CDTF">2019-10-11T10:53:00Z</dcterms:created>
  <dcterms:modified xsi:type="dcterms:W3CDTF">2020-03-26T18:48:00Z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0x01010024951742A866DD4C8563BF4DFAFD4423</vt:lpwstr>
  </property>
</Properties>
</file>